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3C6" w:rsidRPr="00FD7BF1" w:rsidRDefault="001F53C6" w:rsidP="00F75296">
      <w:pPr>
        <w:pStyle w:val="CoverPageTitle"/>
        <w:tabs>
          <w:tab w:val="left" w:pos="9180"/>
        </w:tabs>
        <w:rPr>
          <w:rFonts w:asciiTheme="minorHAnsi" w:hAnsiTheme="minorHAnsi"/>
          <w:bCs w:val="0"/>
          <w:sz w:val="32"/>
          <w:szCs w:val="72"/>
        </w:rPr>
      </w:pPr>
      <w:r w:rsidRPr="00FD7BF1">
        <w:rPr>
          <w:rFonts w:asciiTheme="minorHAnsi" w:eastAsiaTheme="minorEastAsia" w:hAnsiTheme="minorHAnsi" w:cstheme="minorBidi"/>
          <w:bCs w:val="0"/>
          <w:sz w:val="32"/>
          <w:szCs w:val="72"/>
          <w:lang w:bidi="en-US"/>
        </w:rPr>
        <w:t>American Government</w:t>
      </w:r>
    </w:p>
    <w:p w:rsidR="001F53C6" w:rsidRPr="00FD7BF1" w:rsidRDefault="00231C9B" w:rsidP="00CD4672">
      <w:pPr>
        <w:pStyle w:val="CoverPageTitle"/>
        <w:tabs>
          <w:tab w:val="left" w:pos="9180"/>
        </w:tabs>
        <w:rPr>
          <w:rFonts w:asciiTheme="minorHAnsi" w:hAnsiTheme="minorHAnsi"/>
          <w:b w:val="0"/>
          <w:sz w:val="32"/>
          <w:szCs w:val="72"/>
        </w:rPr>
      </w:pPr>
      <w:bookmarkStart w:id="0" w:name="_GoBack"/>
      <w:r w:rsidRPr="00F95494">
        <w:rPr>
          <w:b w:val="0"/>
          <w:sz w:val="32"/>
          <w:szCs w:val="72"/>
        </w:rPr>
        <w:t xml:space="preserve">Online Course </w:t>
      </w:r>
      <w:r w:rsidR="009906DC">
        <w:rPr>
          <w:b w:val="0"/>
          <w:sz w:val="32"/>
          <w:szCs w:val="72"/>
        </w:rPr>
        <w:t>Study</w:t>
      </w:r>
      <w:r w:rsidRPr="00414210">
        <w:rPr>
          <w:b w:val="0"/>
          <w:sz w:val="32"/>
          <w:szCs w:val="72"/>
        </w:rPr>
        <w:t xml:space="preserve"> Guide</w:t>
      </w:r>
    </w:p>
    <w:p w:rsidR="001F53C6" w:rsidRPr="00FD7BF1" w:rsidRDefault="001F53C6" w:rsidP="001E6377">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bookmarkStart w:id="1" w:name="_Toc291052023"/>
      <w:bookmarkEnd w:id="0"/>
      <w:r w:rsidRPr="00FD7BF1">
        <w:rPr>
          <w:rFonts w:asciiTheme="minorHAnsi" w:eastAsiaTheme="minorEastAsia" w:hAnsiTheme="minorHAnsi" w:cstheme="minorBidi"/>
          <w:b/>
          <w:caps w:val="0"/>
          <w:spacing w:val="0"/>
          <w:sz w:val="26"/>
          <w:szCs w:val="26"/>
          <w:lang w:bidi="en-US"/>
        </w:rPr>
        <w:t>Course Objectives</w:t>
      </w:r>
    </w:p>
    <w:p w:rsidR="001F53C6" w:rsidRPr="00FD7BF1" w:rsidRDefault="001F53C6" w:rsidP="00D74B86">
      <w:pPr>
        <w:pStyle w:val="body"/>
        <w:numPr>
          <w:ilvl w:val="0"/>
          <w:numId w:val="5"/>
        </w:numPr>
        <w:spacing w:before="120"/>
        <w:rPr>
          <w:rFonts w:asciiTheme="minorHAnsi" w:hAnsiTheme="minorHAnsi"/>
          <w:sz w:val="24"/>
          <w:szCs w:val="24"/>
        </w:rPr>
      </w:pPr>
      <w:r w:rsidRPr="00FD7BF1">
        <w:rPr>
          <w:rFonts w:asciiTheme="minorHAnsi" w:hAnsiTheme="minorHAnsi"/>
          <w:sz w:val="24"/>
          <w:szCs w:val="24"/>
        </w:rPr>
        <w:t>Analyze the n</w:t>
      </w:r>
      <w:r w:rsidR="00F672E0">
        <w:rPr>
          <w:rFonts w:asciiTheme="minorHAnsi" w:hAnsiTheme="minorHAnsi"/>
          <w:sz w:val="24"/>
          <w:szCs w:val="24"/>
        </w:rPr>
        <w:t>ature and purpose of government</w:t>
      </w:r>
      <w:r w:rsidR="00E5354B">
        <w:rPr>
          <w:rFonts w:asciiTheme="minorHAnsi" w:hAnsiTheme="minorHAnsi"/>
          <w:sz w:val="24"/>
          <w:szCs w:val="24"/>
        </w:rPr>
        <w:t>.</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Analyze the organization, function, and relationships of U.S. federal and state governments.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Explain the origins of democratic ideas and philosophies.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Analyze the political beliefs of the country's founders and the influence of these ideas on the development of the United States.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Summarize the articles, sections, and amendments of the U.S. Constitution.</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Assess the impact of the component parts of the U.S. Constitution on American political processes.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Compare and contrast the U.S. and state constitutions.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Analyze various case studies using U.S. Constitutional principles.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Debate civil liberties guaranteed by the Bill of Rights of the U.S. Constitution and by the 14th Amendment.</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Analyze the role and impact of political parties, media, and interest groups on policy and the U.S. political process.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Evaluate the federal and state nomination and election processes to determine if they are an effective and efficient way to choose government leaders.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Evaluate the impact of budgeting, taxation, and basic problems of finance on national, state, and local governments.</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Analyze the impact of courts and the judiciary on public policy.</w:t>
      </w:r>
    </w:p>
    <w:p w:rsidR="001F53C6" w:rsidRPr="00FD7BF1" w:rsidRDefault="001F53C6" w:rsidP="00D74B86">
      <w:pPr>
        <w:pStyle w:val="body"/>
        <w:numPr>
          <w:ilvl w:val="0"/>
          <w:numId w:val="5"/>
        </w:numPr>
        <w:rPr>
          <w:rFonts w:asciiTheme="minorHAnsi" w:hAnsiTheme="minorHAnsi"/>
          <w:sz w:val="24"/>
          <w:szCs w:val="24"/>
        </w:rPr>
      </w:pPr>
      <w:r w:rsidRPr="00FD7BF1">
        <w:rPr>
          <w:rFonts w:asciiTheme="minorHAnsi" w:hAnsiTheme="minorHAnsi"/>
          <w:sz w:val="24"/>
          <w:szCs w:val="24"/>
        </w:rPr>
        <w:t>Prepare oral and visual presentations on multiple selected topics using information from the ITT Tech Virtual Library.</w:t>
      </w:r>
    </w:p>
    <w:p w:rsidR="001E6377" w:rsidRPr="00FD7BF1" w:rsidRDefault="001E6377">
      <w:pPr>
        <w:spacing w:before="0" w:after="0" w:line="240" w:lineRule="auto"/>
        <w:rPr>
          <w:rFonts w:asciiTheme="minorHAnsi" w:hAnsiTheme="minorHAnsi"/>
          <w:caps/>
          <w:spacing w:val="15"/>
          <w:sz w:val="22"/>
          <w:szCs w:val="22"/>
        </w:rPr>
      </w:pPr>
      <w:r w:rsidRPr="00FD7BF1">
        <w:rPr>
          <w:rFonts w:asciiTheme="minorHAnsi" w:hAnsiTheme="minorHAnsi"/>
        </w:rPr>
        <w:br w:type="page"/>
      </w:r>
    </w:p>
    <w:p w:rsidR="001F53C6" w:rsidRPr="00FD7BF1" w:rsidRDefault="001F53C6" w:rsidP="002C13A1">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lastRenderedPageBreak/>
        <w:t xml:space="preserve">Grading </w:t>
      </w:r>
    </w:p>
    <w:p w:rsidR="001F53C6" w:rsidRPr="00FD7BF1" w:rsidRDefault="001F53C6" w:rsidP="001E6377">
      <w:pPr>
        <w:spacing w:before="0" w:after="0" w:line="240" w:lineRule="auto"/>
        <w:rPr>
          <w:rFonts w:asciiTheme="minorHAnsi" w:eastAsiaTheme="minorEastAsia" w:hAnsiTheme="minorHAnsi" w:cstheme="minorBidi"/>
          <w:lang w:bidi="en-US"/>
        </w:rPr>
      </w:pPr>
    </w:p>
    <w:tbl>
      <w:tblPr>
        <w:tblW w:w="5325" w:type="dxa"/>
        <w:tblCellMar>
          <w:left w:w="0" w:type="dxa"/>
          <w:right w:w="0" w:type="dxa"/>
        </w:tblCellMar>
        <w:tblLook w:val="0000" w:firstRow="0" w:lastRow="0" w:firstColumn="0" w:lastColumn="0" w:noHBand="0" w:noVBand="0"/>
      </w:tblPr>
      <w:tblGrid>
        <w:gridCol w:w="2477"/>
        <w:gridCol w:w="1057"/>
        <w:gridCol w:w="1791"/>
      </w:tblGrid>
      <w:tr w:rsidR="001F53C6" w:rsidRPr="00FD7BF1" w:rsidTr="002540CC">
        <w:trPr>
          <w:trHeight w:val="255"/>
          <w:tblHeader/>
        </w:trPr>
        <w:tc>
          <w:tcPr>
            <w:tcW w:w="24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E83B8A">
            <w:pPr>
              <w:pStyle w:val="TableHeader"/>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CATEGORY</w:t>
            </w:r>
          </w:p>
        </w:tc>
        <w:tc>
          <w:tcPr>
            <w:tcW w:w="1057"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1F53C6" w:rsidRPr="00FD7BF1" w:rsidRDefault="001F53C6" w:rsidP="00E83B8A">
            <w:pPr>
              <w:pStyle w:val="TableHeader"/>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WEIGHT</w:t>
            </w:r>
          </w:p>
        </w:tc>
        <w:tc>
          <w:tcPr>
            <w:tcW w:w="1791" w:type="dxa"/>
            <w:tcBorders>
              <w:top w:val="single" w:sz="4" w:space="0" w:color="auto"/>
              <w:left w:val="nil"/>
              <w:bottom w:val="single" w:sz="4" w:space="0" w:color="auto"/>
              <w:right w:val="single" w:sz="4" w:space="0" w:color="auto"/>
            </w:tcBorders>
          </w:tcPr>
          <w:p w:rsidR="001F53C6" w:rsidRPr="00FD7BF1" w:rsidRDefault="001F53C6" w:rsidP="00E83B8A">
            <w:pPr>
              <w:pStyle w:val="TableHeader"/>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 of Occurrence</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Forum</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30%</w:t>
            </w:r>
          </w:p>
        </w:tc>
        <w:tc>
          <w:tcPr>
            <w:tcW w:w="1791" w:type="dxa"/>
            <w:tcBorders>
              <w:top w:val="nil"/>
              <w:left w:val="nil"/>
              <w:bottom w:val="single" w:sz="4" w:space="0" w:color="auto"/>
              <w:right w:val="single" w:sz="4" w:space="0" w:color="auto"/>
            </w:tcBorders>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10</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Analysis</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20%</w:t>
            </w:r>
          </w:p>
        </w:tc>
        <w:tc>
          <w:tcPr>
            <w:tcW w:w="1791" w:type="dxa"/>
            <w:tcBorders>
              <w:top w:val="nil"/>
              <w:left w:val="nil"/>
              <w:bottom w:val="single" w:sz="4" w:space="0" w:color="auto"/>
              <w:right w:val="single" w:sz="4" w:space="0" w:color="auto"/>
            </w:tcBorders>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4</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Short Answer</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20%</w:t>
            </w:r>
          </w:p>
        </w:tc>
        <w:tc>
          <w:tcPr>
            <w:tcW w:w="1791" w:type="dxa"/>
            <w:tcBorders>
              <w:top w:val="nil"/>
              <w:left w:val="nil"/>
              <w:bottom w:val="single" w:sz="4" w:space="0" w:color="auto"/>
              <w:right w:val="single" w:sz="4" w:space="0" w:color="auto"/>
            </w:tcBorders>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6</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Quiz</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20%</w:t>
            </w:r>
          </w:p>
        </w:tc>
        <w:tc>
          <w:tcPr>
            <w:tcW w:w="1791" w:type="dxa"/>
            <w:tcBorders>
              <w:top w:val="nil"/>
              <w:left w:val="nil"/>
              <w:bottom w:val="single" w:sz="4" w:space="0" w:color="auto"/>
              <w:right w:val="single" w:sz="4" w:space="0" w:color="auto"/>
            </w:tcBorders>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4</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Final Exam</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10%</w:t>
            </w:r>
          </w:p>
        </w:tc>
        <w:tc>
          <w:tcPr>
            <w:tcW w:w="1791" w:type="dxa"/>
            <w:tcBorders>
              <w:top w:val="nil"/>
              <w:left w:val="nil"/>
              <w:bottom w:val="single" w:sz="4" w:space="0" w:color="auto"/>
              <w:right w:val="single" w:sz="4" w:space="0" w:color="auto"/>
            </w:tcBorders>
          </w:tcPr>
          <w:p w:rsidR="001F53C6" w:rsidRPr="00FD7BF1" w:rsidRDefault="001F53C6" w:rsidP="00C672D0">
            <w:pPr>
              <w:spacing w:before="0" w:after="0" w:line="360" w:lineRule="auto"/>
              <w:jc w:val="center"/>
              <w:rPr>
                <w:rFonts w:asciiTheme="minorHAnsi" w:hAnsiTheme="minorHAnsi"/>
                <w:sz w:val="24"/>
                <w:szCs w:val="24"/>
              </w:rPr>
            </w:pPr>
            <w:r w:rsidRPr="00FD7BF1">
              <w:rPr>
                <w:rFonts w:asciiTheme="minorHAnsi" w:hAnsiTheme="minorHAnsi"/>
                <w:sz w:val="24"/>
                <w:szCs w:val="24"/>
              </w:rPr>
              <w:t>1</w:t>
            </w:r>
          </w:p>
        </w:tc>
      </w:tr>
      <w:tr w:rsidR="001F53C6" w:rsidRPr="00FD7BF1" w:rsidTr="002540CC">
        <w:trPr>
          <w:trHeight w:val="255"/>
        </w:trPr>
        <w:tc>
          <w:tcPr>
            <w:tcW w:w="2477"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F53C6" w:rsidRPr="00FD7BF1" w:rsidRDefault="001F53C6" w:rsidP="00E83B8A">
            <w:pPr>
              <w:pStyle w:val="TableTextBold"/>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Total</w:t>
            </w:r>
          </w:p>
        </w:tc>
        <w:tc>
          <w:tcPr>
            <w:tcW w:w="1057" w:type="dxa"/>
            <w:tcBorders>
              <w:top w:val="nil"/>
              <w:left w:val="nil"/>
              <w:bottom w:val="single" w:sz="4" w:space="0" w:color="auto"/>
              <w:right w:val="single" w:sz="4" w:space="0" w:color="auto"/>
            </w:tcBorders>
            <w:tcMar>
              <w:top w:w="15" w:type="dxa"/>
              <w:left w:w="15" w:type="dxa"/>
              <w:bottom w:w="0" w:type="dxa"/>
              <w:right w:w="15" w:type="dxa"/>
            </w:tcMar>
          </w:tcPr>
          <w:p w:rsidR="001F53C6" w:rsidRPr="00FD7BF1" w:rsidRDefault="001F53C6" w:rsidP="00E83B8A">
            <w:pPr>
              <w:pStyle w:val="TableTextBold"/>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100%</w:t>
            </w:r>
          </w:p>
        </w:tc>
        <w:tc>
          <w:tcPr>
            <w:tcW w:w="1791" w:type="dxa"/>
            <w:tcBorders>
              <w:top w:val="nil"/>
              <w:left w:val="nil"/>
              <w:bottom w:val="single" w:sz="4" w:space="0" w:color="auto"/>
              <w:right w:val="single" w:sz="4" w:space="0" w:color="auto"/>
            </w:tcBorders>
          </w:tcPr>
          <w:p w:rsidR="001F53C6" w:rsidRPr="00FD7BF1" w:rsidRDefault="001F53C6" w:rsidP="00E83B8A">
            <w:pPr>
              <w:pStyle w:val="TableTextBold"/>
              <w:spacing w:before="0" w:after="0" w:line="360" w:lineRule="auto"/>
              <w:jc w:val="center"/>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25</w:t>
            </w:r>
          </w:p>
        </w:tc>
      </w:tr>
      <w:bookmarkEnd w:id="1"/>
    </w:tbl>
    <w:p w:rsidR="001F53C6" w:rsidRPr="00FD7BF1" w:rsidRDefault="001F53C6" w:rsidP="00CD4672">
      <w:pPr>
        <w:rPr>
          <w:rFonts w:asciiTheme="minorHAnsi" w:hAnsiTheme="minorHAnsi"/>
          <w:b/>
          <w:bCs/>
        </w:rPr>
      </w:pPr>
    </w:p>
    <w:p w:rsidR="001F53C6" w:rsidRPr="00FD7BF1" w:rsidRDefault="001F53C6" w:rsidP="00CD4672">
      <w:pPr>
        <w:rPr>
          <w:rFonts w:asciiTheme="minorHAnsi" w:hAnsiTheme="minorHAnsi"/>
          <w:b/>
          <w:bCs/>
        </w:rPr>
      </w:pPr>
    </w:p>
    <w:p w:rsidR="001F53C6" w:rsidRPr="00FD7BF1" w:rsidRDefault="001F53C6" w:rsidP="00CD4672">
      <w:pPr>
        <w:rPr>
          <w:rFonts w:asciiTheme="minorHAnsi" w:hAnsiTheme="minorHAnsi"/>
          <w:b/>
          <w:bCs/>
        </w:rPr>
      </w:pPr>
    </w:p>
    <w:p w:rsidR="00FF0790" w:rsidRDefault="00C652CA" w:rsidP="009906DC">
      <w:pPr>
        <w:pStyle w:val="body"/>
        <w:rPr>
          <w:rFonts w:asciiTheme="minorHAnsi" w:hAnsiTheme="minorHAnsi"/>
          <w:b/>
          <w:bCs/>
        </w:rPr>
      </w:pPr>
      <w:r w:rsidRPr="00FD7BF1">
        <w:rPr>
          <w:rFonts w:asciiTheme="minorHAnsi" w:hAnsiTheme="minorHAnsi"/>
          <w:b/>
          <w:bCs/>
        </w:rPr>
        <w:br w:type="page"/>
      </w:r>
    </w:p>
    <w:p w:rsidR="00C652CA" w:rsidRPr="00FD7BF1" w:rsidRDefault="00C652CA">
      <w:pPr>
        <w:spacing w:before="0" w:after="0" w:line="240" w:lineRule="auto"/>
        <w:rPr>
          <w:rFonts w:asciiTheme="minorHAnsi" w:hAnsiTheme="minorHAnsi"/>
          <w:b/>
          <w:bCs/>
        </w:rPr>
      </w:pPr>
    </w:p>
    <w:p w:rsidR="001F53C6" w:rsidRPr="00FD7BF1" w:rsidRDefault="001F53C6" w:rsidP="00CA3BEC">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t>Week 1: Illegal Immigration</w:t>
      </w:r>
    </w:p>
    <w:p w:rsidR="001F53C6" w:rsidRPr="00FD7BF1" w:rsidRDefault="001F53C6" w:rsidP="00CA3BEC">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8"/>
        </w:numPr>
        <w:spacing w:before="120" w:after="0" w:line="360" w:lineRule="auto"/>
        <w:rPr>
          <w:rFonts w:asciiTheme="minorHAnsi" w:hAnsiTheme="minorHAnsi" w:cs="Arial"/>
          <w:sz w:val="24"/>
          <w:szCs w:val="24"/>
        </w:rPr>
      </w:pPr>
      <w:r w:rsidRPr="00FD7BF1">
        <w:rPr>
          <w:rFonts w:asciiTheme="minorHAnsi" w:hAnsiTheme="minorHAnsi" w:cs="Arial"/>
          <w:sz w:val="24"/>
          <w:szCs w:val="24"/>
        </w:rPr>
        <w:t>Analyze the n</w:t>
      </w:r>
      <w:r w:rsidR="00377AA4">
        <w:rPr>
          <w:rFonts w:asciiTheme="minorHAnsi" w:hAnsiTheme="minorHAnsi" w:cs="Arial"/>
          <w:sz w:val="24"/>
          <w:szCs w:val="24"/>
        </w:rPr>
        <w:t>ature and purpose of government</w:t>
      </w:r>
      <w:r w:rsidR="00C50E3A">
        <w:rPr>
          <w:rFonts w:asciiTheme="minorHAnsi" w:hAnsiTheme="minorHAnsi" w:cs="Arial"/>
          <w:sz w:val="24"/>
          <w:szCs w:val="24"/>
        </w:rPr>
        <w:t>.</w:t>
      </w:r>
    </w:p>
    <w:p w:rsidR="001F53C6" w:rsidRPr="00FD7BF1" w:rsidRDefault="001F53C6" w:rsidP="00D74B86">
      <w:pPr>
        <w:pStyle w:val="body"/>
        <w:numPr>
          <w:ilvl w:val="0"/>
          <w:numId w:val="13"/>
        </w:numPr>
        <w:rPr>
          <w:rFonts w:asciiTheme="minorHAnsi" w:hAnsiTheme="minorHAnsi"/>
          <w:sz w:val="24"/>
          <w:szCs w:val="24"/>
        </w:rPr>
      </w:pPr>
      <w:r w:rsidRPr="00FD7BF1">
        <w:rPr>
          <w:rFonts w:asciiTheme="minorHAnsi" w:hAnsiTheme="minorHAnsi"/>
          <w:sz w:val="24"/>
          <w:szCs w:val="24"/>
        </w:rPr>
        <w:t>Explain the origins of democratic ideas and philosophies.</w:t>
      </w:r>
    </w:p>
    <w:p w:rsidR="001F53C6" w:rsidRPr="00FD7BF1" w:rsidRDefault="001F53C6" w:rsidP="00D74B86">
      <w:pPr>
        <w:pStyle w:val="ListParagraph"/>
        <w:numPr>
          <w:ilvl w:val="0"/>
          <w:numId w:val="13"/>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political beliefs of the country's founders and the influence of these ideas on the development of the United States.</w:t>
      </w:r>
    </w:p>
    <w:p w:rsidR="001F53C6" w:rsidRPr="00FD7BF1" w:rsidRDefault="001F53C6" w:rsidP="00D74B86">
      <w:pPr>
        <w:pStyle w:val="ListParagraph"/>
        <w:numPr>
          <w:ilvl w:val="0"/>
          <w:numId w:val="13"/>
        </w:numPr>
        <w:spacing w:before="0" w:after="0" w:line="360" w:lineRule="auto"/>
        <w:rPr>
          <w:rFonts w:asciiTheme="minorHAnsi" w:hAnsiTheme="minorHAnsi" w:cs="Arial"/>
          <w:sz w:val="24"/>
          <w:szCs w:val="24"/>
        </w:rPr>
      </w:pPr>
      <w:r w:rsidRPr="00FD7BF1">
        <w:rPr>
          <w:rFonts w:asciiTheme="minorHAnsi" w:hAnsiTheme="minorHAnsi" w:cs="Arial"/>
          <w:sz w:val="24"/>
          <w:szCs w:val="24"/>
        </w:rPr>
        <w:t>Summarize the articles, sections, and amendments of the U.S. Constitution.</w:t>
      </w:r>
    </w:p>
    <w:p w:rsidR="001F53C6" w:rsidRPr="00FD7BF1" w:rsidRDefault="001F53C6" w:rsidP="00D74B86">
      <w:pPr>
        <w:pStyle w:val="ListParagraph"/>
        <w:numPr>
          <w:ilvl w:val="0"/>
          <w:numId w:val="12"/>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various case studies using U.S. Constitutional principles.</w:t>
      </w:r>
    </w:p>
    <w:p w:rsidR="001F53C6" w:rsidRPr="00AF35B1" w:rsidRDefault="001F53C6" w:rsidP="009906DC">
      <w:pPr>
        <w:pStyle w:val="ListParagraph"/>
        <w:numPr>
          <w:ilvl w:val="0"/>
          <w:numId w:val="12"/>
        </w:numPr>
        <w:spacing w:line="360" w:lineRule="auto"/>
        <w:rPr>
          <w:rFonts w:asciiTheme="minorHAnsi" w:hAnsiTheme="minorHAnsi"/>
        </w:rPr>
      </w:pPr>
      <w:r w:rsidRPr="00FD7BF1">
        <w:rPr>
          <w:rFonts w:asciiTheme="minorHAnsi" w:hAnsiTheme="minorHAnsi" w:cs="Arial"/>
          <w:sz w:val="24"/>
          <w:szCs w:val="24"/>
        </w:rPr>
        <w:t>Debate civil liberties guaranteed by the Bill of Rights of the U.S. Constitution and by the 14th Amendment.</w:t>
      </w:r>
      <w:r w:rsidR="009906DC" w:rsidRPr="00AF35B1">
        <w:rPr>
          <w:rFonts w:asciiTheme="minorHAnsi" w:eastAsiaTheme="minorEastAsia" w:hAnsiTheme="minorHAnsi" w:cstheme="minorBidi"/>
          <w:b/>
          <w:sz w:val="26"/>
          <w:szCs w:val="26"/>
          <w:lang w:bidi="en-US"/>
        </w:rPr>
        <w:t xml:space="preserve"> </w:t>
      </w:r>
      <w:r w:rsidRPr="00AF35B1">
        <w:rPr>
          <w:rFonts w:asciiTheme="minorHAnsi" w:eastAsiaTheme="minorEastAsia" w:hAnsiTheme="minorHAnsi" w:cstheme="minorBidi"/>
          <w:b/>
          <w:sz w:val="26"/>
          <w:szCs w:val="26"/>
          <w:lang w:bidi="en-US"/>
        </w:rPr>
        <w:t>Forum 1.1 (2.0 hours)</w:t>
      </w:r>
    </w:p>
    <w:p w:rsidR="001F53C6" w:rsidRPr="00FD7BF1" w:rsidRDefault="001F53C6" w:rsidP="00A310E6">
      <w:pPr>
        <w:pStyle w:val="Style2"/>
        <w:spacing w:before="120" w:after="0"/>
        <w:ind w:left="360"/>
        <w:rPr>
          <w:rFonts w:asciiTheme="minorHAnsi" w:hAnsiTheme="minorHAnsi" w:cs="Arial"/>
        </w:rPr>
      </w:pPr>
      <w:r w:rsidRPr="00FD7BF1">
        <w:rPr>
          <w:rFonts w:asciiTheme="minorHAnsi" w:eastAsiaTheme="minorEastAsia" w:hAnsiTheme="minorHAnsi" w:cstheme="minorBidi"/>
          <w:sz w:val="24"/>
          <w:szCs w:val="24"/>
          <w:lang w:bidi="en-US"/>
        </w:rPr>
        <w:t>Title: Illegal Immigrants and U.S. Politics</w:t>
      </w:r>
    </w:p>
    <w:p w:rsidR="001F53C6" w:rsidRPr="00FD7BF1" w:rsidRDefault="001F53C6" w:rsidP="003D3153">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Respond to the following questions:</w:t>
      </w:r>
    </w:p>
    <w:p w:rsidR="001F53C6" w:rsidRPr="00FD7BF1" w:rsidRDefault="001F53C6" w:rsidP="00D74B86">
      <w:pPr>
        <w:pStyle w:val="Style2"/>
        <w:numPr>
          <w:ilvl w:val="1"/>
          <w:numId w:val="11"/>
        </w:numPr>
        <w:spacing w:before="0" w:after="0"/>
        <w:rPr>
          <w:rFonts w:asciiTheme="minorHAnsi" w:hAnsiTheme="minorHAnsi"/>
          <w:b w:val="0"/>
          <w:sz w:val="24"/>
          <w:szCs w:val="24"/>
        </w:rPr>
      </w:pPr>
      <w:r w:rsidRPr="00FD7BF1">
        <w:rPr>
          <w:rFonts w:asciiTheme="minorHAnsi" w:hAnsiTheme="minorHAnsi"/>
          <w:b w:val="0"/>
          <w:sz w:val="24"/>
          <w:szCs w:val="24"/>
        </w:rPr>
        <w:t>Is the purpose of the government to take care of all people within its boundaries, or should it take care only of its citizens? Explain.</w:t>
      </w:r>
    </w:p>
    <w:p w:rsidR="001F53C6" w:rsidRPr="00FD7BF1" w:rsidRDefault="001F53C6" w:rsidP="00D74B86">
      <w:pPr>
        <w:pStyle w:val="Style2"/>
        <w:numPr>
          <w:ilvl w:val="1"/>
          <w:numId w:val="11"/>
        </w:numPr>
        <w:spacing w:before="0" w:after="0"/>
        <w:rPr>
          <w:rFonts w:asciiTheme="minorHAnsi" w:hAnsiTheme="minorHAnsi"/>
          <w:b w:val="0"/>
          <w:sz w:val="24"/>
          <w:szCs w:val="24"/>
        </w:rPr>
      </w:pPr>
      <w:r w:rsidRPr="00FD7BF1">
        <w:rPr>
          <w:rFonts w:asciiTheme="minorHAnsi" w:hAnsiTheme="minorHAnsi"/>
          <w:b w:val="0"/>
          <w:sz w:val="24"/>
          <w:szCs w:val="24"/>
        </w:rPr>
        <w:t>What are your thoughts on the Arizona law</w:t>
      </w:r>
      <w:r w:rsidRPr="00FD7BF1">
        <w:rPr>
          <w:rFonts w:asciiTheme="minorHAnsi" w:hAnsiTheme="minorHAnsi"/>
          <w:b w:val="0"/>
          <w:i/>
          <w:iCs/>
          <w:sz w:val="24"/>
          <w:szCs w:val="24"/>
        </w:rPr>
        <w:t xml:space="preserve"> </w:t>
      </w:r>
      <w:r w:rsidRPr="00FD7BF1">
        <w:rPr>
          <w:rFonts w:asciiTheme="minorHAnsi" w:hAnsiTheme="minorHAnsi"/>
          <w:b w:val="0"/>
          <w:sz w:val="24"/>
          <w:szCs w:val="24"/>
        </w:rPr>
        <w:t>SB 1070, which aims to curtail illegal immigration? Are laws like this constitutional and the best solution to the immigration issue?</w:t>
      </w:r>
    </w:p>
    <w:p w:rsidR="001F53C6" w:rsidRPr="00FD7BF1" w:rsidRDefault="001F53C6" w:rsidP="000B337E">
      <w:pPr>
        <w:pStyle w:val="Style2"/>
        <w:spacing w:before="0" w:after="0"/>
        <w:ind w:left="360"/>
        <w:rPr>
          <w:rFonts w:asciiTheme="minorHAnsi" w:eastAsiaTheme="minorEastAsia" w:hAnsiTheme="minorHAnsi" w:cstheme="minorBidi"/>
          <w:sz w:val="24"/>
          <w:szCs w:val="24"/>
          <w:lang w:bidi="en-US"/>
        </w:rPr>
      </w:pPr>
    </w:p>
    <w:p w:rsidR="001F53C6" w:rsidRPr="00AF35B1" w:rsidRDefault="001F53C6" w:rsidP="00535F2F">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lastRenderedPageBreak/>
        <w:t>analysis 1.1 (1.5 hours)</w:t>
      </w:r>
    </w:p>
    <w:p w:rsidR="001F53C6" w:rsidRPr="00FD7BF1" w:rsidRDefault="001F53C6" w:rsidP="00D619DB">
      <w:pPr>
        <w:pStyle w:val="Style2"/>
        <w:spacing w:before="120" w:after="0"/>
        <w:ind w:left="360"/>
        <w:rPr>
          <w:rFonts w:asciiTheme="minorHAnsi" w:hAnsiTheme="minorHAnsi" w:cs="Arial"/>
        </w:rPr>
      </w:pPr>
      <w:r w:rsidRPr="00FD7BF1">
        <w:rPr>
          <w:rFonts w:asciiTheme="minorHAnsi" w:eastAsiaTheme="minorEastAsia" w:hAnsiTheme="minorHAnsi" w:cstheme="minorBidi"/>
          <w:color w:val="000000"/>
          <w:sz w:val="24"/>
          <w:szCs w:val="24"/>
          <w:lang w:bidi="en-US"/>
        </w:rPr>
        <w:t>Title: Political Beliefs</w:t>
      </w:r>
    </w:p>
    <w:p w:rsidR="001F53C6" w:rsidRPr="00FD7BF1" w:rsidRDefault="001F53C6" w:rsidP="00CD1AFC">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The Bill of Rights</w:t>
      </w:r>
      <w:r w:rsidRPr="00FD7BF1">
        <w:rPr>
          <w:rFonts w:asciiTheme="minorHAnsi" w:hAnsiTheme="minorHAnsi"/>
          <w:b w:val="0"/>
          <w:i/>
          <w:iCs/>
          <w:sz w:val="24"/>
          <w:szCs w:val="24"/>
        </w:rPr>
        <w:t>—</w:t>
      </w:r>
      <w:r w:rsidRPr="00FD7BF1">
        <w:rPr>
          <w:rFonts w:asciiTheme="minorHAnsi" w:hAnsiTheme="minorHAnsi"/>
          <w:b w:val="0"/>
          <w:sz w:val="24"/>
          <w:szCs w:val="24"/>
        </w:rPr>
        <w:t>the first 10 amendments to the U.S. Constitution</w:t>
      </w:r>
      <w:r w:rsidRPr="00FD7BF1">
        <w:rPr>
          <w:rFonts w:asciiTheme="minorHAnsi" w:hAnsiTheme="minorHAnsi"/>
          <w:b w:val="0"/>
          <w:i/>
          <w:iCs/>
          <w:sz w:val="24"/>
          <w:szCs w:val="24"/>
        </w:rPr>
        <w:t>—</w:t>
      </w:r>
      <w:r w:rsidRPr="00FD7BF1">
        <w:rPr>
          <w:rFonts w:asciiTheme="minorHAnsi" w:hAnsiTheme="minorHAnsi"/>
          <w:b w:val="0"/>
          <w:sz w:val="24"/>
          <w:szCs w:val="24"/>
        </w:rPr>
        <w:t xml:space="preserve">places limitations on government conduct and grants citizens individual liberties. In this assignment, you will explore your personal connection to one of these amendments. Choose one amendment from the Bill of Rights that is different from the one discussed in the lesson. Then, respond to the following questions: </w:t>
      </w:r>
    </w:p>
    <w:p w:rsidR="001F53C6" w:rsidRPr="00FD7BF1" w:rsidRDefault="001F53C6" w:rsidP="007C6BCA">
      <w:pPr>
        <w:pStyle w:val="Style2"/>
        <w:numPr>
          <w:ilvl w:val="0"/>
          <w:numId w:val="47"/>
        </w:numPr>
        <w:spacing w:before="0" w:after="0"/>
        <w:ind w:left="1800"/>
        <w:rPr>
          <w:rFonts w:asciiTheme="minorHAnsi" w:hAnsiTheme="minorHAnsi"/>
          <w:b w:val="0"/>
          <w:sz w:val="24"/>
          <w:szCs w:val="24"/>
        </w:rPr>
      </w:pPr>
      <w:r w:rsidRPr="00FD7BF1">
        <w:rPr>
          <w:rFonts w:asciiTheme="minorHAnsi" w:hAnsiTheme="minorHAnsi"/>
          <w:b w:val="0"/>
          <w:sz w:val="24"/>
          <w:szCs w:val="24"/>
        </w:rPr>
        <w:t>What is the meaning of the chosen amendment? Explain in your own words. What conduct or freedom is and isn’t covered by it?</w:t>
      </w:r>
    </w:p>
    <w:p w:rsidR="001F53C6" w:rsidRPr="00FD7BF1" w:rsidRDefault="001F53C6" w:rsidP="007C6BCA">
      <w:pPr>
        <w:pStyle w:val="Style2"/>
        <w:numPr>
          <w:ilvl w:val="0"/>
          <w:numId w:val="47"/>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Why is this amendment important to you? Examine how it affects your daily life by giving specific examples. </w:t>
      </w:r>
    </w:p>
    <w:p w:rsidR="00ED791F" w:rsidRDefault="00ED791F" w:rsidP="007C6BCA">
      <w:pPr>
        <w:spacing w:before="0" w:after="0" w:line="240" w:lineRule="auto"/>
        <w:ind w:left="360"/>
        <w:rPr>
          <w:rFonts w:asciiTheme="minorHAnsi" w:hAnsiTheme="minorHAnsi"/>
          <w:sz w:val="24"/>
          <w:szCs w:val="24"/>
        </w:rPr>
      </w:pPr>
    </w:p>
    <w:p w:rsidR="001F53C6" w:rsidRPr="00FD7BF1" w:rsidRDefault="001F53C6" w:rsidP="007C6BCA">
      <w:pPr>
        <w:pStyle w:val="Style2"/>
        <w:numPr>
          <w:ilvl w:val="0"/>
          <w:numId w:val="47"/>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What role does this amendment play in your interactions with the government and with your participation in the U.S. political process? </w:t>
      </w:r>
    </w:p>
    <w:p w:rsidR="001F53C6" w:rsidRPr="00FD7BF1" w:rsidRDefault="009906DC" w:rsidP="00D71EEF">
      <w:pPr>
        <w:spacing w:before="0" w:after="0"/>
        <w:rPr>
          <w:rFonts w:asciiTheme="minorHAnsi" w:hAnsiTheme="minorHAnsi"/>
          <w:b/>
          <w:bCs/>
          <w:caps/>
          <w:color w:val="FFFFFF"/>
          <w:spacing w:val="15"/>
          <w:sz w:val="24"/>
          <w:szCs w:val="24"/>
        </w:rPr>
      </w:pPr>
      <w:r w:rsidRPr="00FD7BF1">
        <w:rPr>
          <w:rFonts w:asciiTheme="minorHAnsi" w:hAnsiTheme="minorHAnsi" w:cstheme="minorHAnsi"/>
          <w:i/>
          <w:color w:val="000000"/>
          <w:sz w:val="24"/>
          <w:szCs w:val="24"/>
        </w:rPr>
        <w:t xml:space="preserve"> </w:t>
      </w:r>
      <w:r w:rsidR="00771244" w:rsidRPr="00FD7BF1">
        <w:rPr>
          <w:rFonts w:asciiTheme="minorHAnsi" w:hAnsiTheme="minorHAnsi" w:cstheme="minorHAnsi"/>
          <w:i/>
          <w:color w:val="000000"/>
          <w:sz w:val="24"/>
          <w:szCs w:val="24"/>
        </w:rPr>
        <w:t>(End of Week 1)</w:t>
      </w:r>
    </w:p>
    <w:p w:rsidR="004E287D" w:rsidRPr="00FD7BF1" w:rsidRDefault="004E287D">
      <w:pPr>
        <w:spacing w:before="0" w:after="0" w:line="240" w:lineRule="auto"/>
        <w:rPr>
          <w:rFonts w:asciiTheme="minorHAnsi" w:hAnsiTheme="minorHAnsi"/>
          <w:b/>
          <w:bCs/>
          <w:caps/>
          <w:color w:val="FFFFFF"/>
          <w:spacing w:val="15"/>
          <w:sz w:val="22"/>
          <w:szCs w:val="22"/>
        </w:rPr>
      </w:pPr>
      <w:r w:rsidRPr="00FD7BF1">
        <w:rPr>
          <w:rFonts w:asciiTheme="minorHAnsi" w:hAnsiTheme="minorHAnsi"/>
        </w:rPr>
        <w:br w:type="page"/>
      </w:r>
    </w:p>
    <w:p w:rsidR="001F53C6" w:rsidRPr="00FD7BF1" w:rsidRDefault="001F53C6" w:rsidP="00CA549E">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2: Federalism</w:t>
      </w:r>
    </w:p>
    <w:p w:rsidR="001F53C6" w:rsidRPr="00FD7BF1" w:rsidRDefault="001F53C6" w:rsidP="00CA549E">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14"/>
        </w:numPr>
        <w:spacing w:before="120" w:after="0" w:line="360" w:lineRule="auto"/>
        <w:rPr>
          <w:rFonts w:asciiTheme="minorHAnsi" w:hAnsiTheme="minorHAnsi" w:cs="Arial"/>
          <w:sz w:val="24"/>
          <w:szCs w:val="24"/>
        </w:rPr>
      </w:pPr>
      <w:r w:rsidRPr="00FD7BF1">
        <w:rPr>
          <w:rFonts w:asciiTheme="minorHAnsi" w:hAnsiTheme="minorHAnsi" w:cs="Arial"/>
          <w:sz w:val="24"/>
          <w:szCs w:val="24"/>
        </w:rPr>
        <w:t>Analyze the n</w:t>
      </w:r>
      <w:r w:rsidR="00047475">
        <w:rPr>
          <w:rFonts w:asciiTheme="minorHAnsi" w:hAnsiTheme="minorHAnsi" w:cs="Arial"/>
          <w:sz w:val="24"/>
          <w:szCs w:val="24"/>
        </w:rPr>
        <w:t>ature and purpose of government</w:t>
      </w:r>
      <w:r w:rsidR="00C50E3A">
        <w:rPr>
          <w:rFonts w:asciiTheme="minorHAnsi" w:hAnsiTheme="minorHAnsi" w:cs="Arial"/>
          <w:sz w:val="24"/>
          <w:szCs w:val="24"/>
        </w:rPr>
        <w:t>.</w:t>
      </w:r>
    </w:p>
    <w:p w:rsidR="001F53C6" w:rsidRPr="00FD7BF1" w:rsidRDefault="001F53C6" w:rsidP="00D74B86">
      <w:pPr>
        <w:pStyle w:val="ListParagraph"/>
        <w:numPr>
          <w:ilvl w:val="0"/>
          <w:numId w:val="14"/>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organization, function, and relationships of U.S. federal and state governments.</w:t>
      </w:r>
    </w:p>
    <w:p w:rsidR="001F53C6" w:rsidRPr="00FD7BF1" w:rsidRDefault="001F53C6" w:rsidP="00D74B86">
      <w:pPr>
        <w:pStyle w:val="ListParagraph"/>
        <w:numPr>
          <w:ilvl w:val="0"/>
          <w:numId w:val="14"/>
        </w:numPr>
        <w:spacing w:before="0" w:after="0" w:line="360" w:lineRule="auto"/>
        <w:rPr>
          <w:rFonts w:asciiTheme="minorHAnsi" w:hAnsiTheme="minorHAnsi" w:cs="Arial"/>
          <w:sz w:val="24"/>
          <w:szCs w:val="24"/>
        </w:rPr>
      </w:pPr>
      <w:r w:rsidRPr="00FD7BF1">
        <w:rPr>
          <w:rFonts w:asciiTheme="minorHAnsi" w:hAnsiTheme="minorHAnsi" w:cs="Arial"/>
          <w:sz w:val="24"/>
          <w:szCs w:val="24"/>
        </w:rPr>
        <w:t>Explain the origins of democratic ideas and philosophies.</w:t>
      </w:r>
    </w:p>
    <w:p w:rsidR="001F53C6" w:rsidRPr="00FD7BF1" w:rsidRDefault="001F53C6" w:rsidP="00D74B86">
      <w:pPr>
        <w:pStyle w:val="ListParagraph"/>
        <w:numPr>
          <w:ilvl w:val="0"/>
          <w:numId w:val="14"/>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political beliefs of the country's founders and the influence of these ideas on the development of the United States.</w:t>
      </w:r>
    </w:p>
    <w:p w:rsidR="001F53C6" w:rsidRPr="00FD7BF1" w:rsidRDefault="001F53C6" w:rsidP="00D74B86">
      <w:pPr>
        <w:pStyle w:val="ListParagraph"/>
        <w:numPr>
          <w:ilvl w:val="0"/>
          <w:numId w:val="14"/>
        </w:numPr>
        <w:spacing w:before="0" w:after="0" w:line="360" w:lineRule="auto"/>
        <w:rPr>
          <w:rFonts w:asciiTheme="minorHAnsi" w:hAnsiTheme="minorHAnsi" w:cs="Arial"/>
          <w:sz w:val="24"/>
          <w:szCs w:val="24"/>
        </w:rPr>
      </w:pPr>
      <w:r w:rsidRPr="00FD7BF1">
        <w:rPr>
          <w:rFonts w:asciiTheme="minorHAnsi" w:hAnsiTheme="minorHAnsi" w:cs="Arial"/>
          <w:sz w:val="24"/>
          <w:szCs w:val="24"/>
        </w:rPr>
        <w:t>Summarize the articles, sections, and amendments of the U.S. Constitution.</w:t>
      </w:r>
    </w:p>
    <w:p w:rsidR="001F53C6" w:rsidRPr="00FD7BF1" w:rsidRDefault="001F53C6" w:rsidP="00D74B86">
      <w:pPr>
        <w:pStyle w:val="ListParagraph"/>
        <w:numPr>
          <w:ilvl w:val="0"/>
          <w:numId w:val="15"/>
        </w:numPr>
        <w:spacing w:before="0" w:after="0" w:line="360" w:lineRule="auto"/>
        <w:rPr>
          <w:rFonts w:asciiTheme="minorHAnsi" w:hAnsiTheme="minorHAnsi" w:cs="Arial"/>
          <w:sz w:val="24"/>
          <w:szCs w:val="24"/>
        </w:rPr>
      </w:pPr>
      <w:r w:rsidRPr="00FD7BF1">
        <w:rPr>
          <w:rFonts w:asciiTheme="minorHAnsi" w:hAnsiTheme="minorHAnsi" w:cs="Arial"/>
          <w:sz w:val="24"/>
          <w:szCs w:val="24"/>
        </w:rPr>
        <w:t>Compare and contrast the U.S. and state constitutions.</w:t>
      </w:r>
    </w:p>
    <w:p w:rsidR="001F53C6" w:rsidRPr="00FD7BF1" w:rsidRDefault="001F53C6" w:rsidP="00D74B86">
      <w:pPr>
        <w:pStyle w:val="ListParagraph"/>
        <w:numPr>
          <w:ilvl w:val="0"/>
          <w:numId w:val="15"/>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various case studies using U.S. Constitutional principles.</w:t>
      </w:r>
    </w:p>
    <w:p w:rsidR="001F53C6" w:rsidRPr="00FD7BF1" w:rsidRDefault="001F53C6" w:rsidP="009906DC">
      <w:pPr>
        <w:pStyle w:val="ListParagraph"/>
        <w:numPr>
          <w:ilvl w:val="0"/>
          <w:numId w:val="15"/>
        </w:numPr>
        <w:spacing w:before="0" w:after="0" w:line="360" w:lineRule="auto"/>
        <w:rPr>
          <w:rFonts w:asciiTheme="minorHAnsi" w:eastAsiaTheme="minorEastAsia" w:hAnsiTheme="minorHAnsi" w:cstheme="minorBidi"/>
          <w:sz w:val="24"/>
          <w:szCs w:val="24"/>
          <w:lang w:bidi="en-US"/>
        </w:rPr>
      </w:pPr>
      <w:r w:rsidRPr="00FD7BF1">
        <w:rPr>
          <w:rFonts w:asciiTheme="minorHAnsi" w:hAnsiTheme="minorHAnsi" w:cs="Arial"/>
          <w:sz w:val="24"/>
          <w:szCs w:val="24"/>
        </w:rPr>
        <w:t>Debate civil liberties guaranteed by the Bill of Rights of the U.S. Constitution and by the 14th Amendment.</w:t>
      </w:r>
      <w:r w:rsidR="009906DC" w:rsidRPr="00FD7BF1">
        <w:rPr>
          <w:rFonts w:asciiTheme="minorHAnsi" w:eastAsiaTheme="minorEastAsia" w:hAnsiTheme="minorHAnsi" w:cstheme="minorBidi"/>
          <w:sz w:val="24"/>
          <w:szCs w:val="24"/>
          <w:lang w:bidi="en-US"/>
        </w:rPr>
        <w:t xml:space="preserve"> </w:t>
      </w:r>
      <w:r w:rsidRPr="00FD7BF1">
        <w:rPr>
          <w:rFonts w:asciiTheme="minorHAnsi" w:eastAsiaTheme="minorEastAsia" w:hAnsiTheme="minorHAnsi" w:cstheme="minorBidi"/>
          <w:sz w:val="24"/>
          <w:szCs w:val="24"/>
          <w:lang w:bidi="en-US"/>
        </w:rPr>
        <w:t>Title: Medical Marijuana</w:t>
      </w:r>
    </w:p>
    <w:p w:rsidR="001F53C6" w:rsidRPr="00FD7BF1" w:rsidRDefault="001F53C6" w:rsidP="00133675">
      <w:pPr>
        <w:pStyle w:val="Style2"/>
        <w:spacing w:before="0" w:after="0"/>
        <w:ind w:left="720"/>
        <w:rPr>
          <w:rFonts w:asciiTheme="minorHAnsi" w:hAnsiTheme="minorHAnsi"/>
          <w:sz w:val="24"/>
          <w:szCs w:val="24"/>
        </w:rPr>
      </w:pPr>
      <w:r w:rsidRPr="00FD7BF1">
        <w:rPr>
          <w:rFonts w:asciiTheme="minorHAnsi" w:hAnsiTheme="minorHAnsi"/>
          <w:b w:val="0"/>
          <w:sz w:val="24"/>
          <w:szCs w:val="24"/>
        </w:rPr>
        <w:t xml:space="preserve">With many states having legalized its use, medical marijuana is becoming increasingly available. In some of these states, patients are even allowed to grow marijuana for their personal use. On the other hand, the federal government has laws that prohibit the possession of marijuana. In </w:t>
      </w:r>
      <w:proofErr w:type="spellStart"/>
      <w:r w:rsidRPr="00FD7BF1">
        <w:rPr>
          <w:rFonts w:asciiTheme="minorHAnsi" w:hAnsiTheme="minorHAnsi"/>
          <w:b w:val="0"/>
          <w:i/>
          <w:sz w:val="24"/>
          <w:szCs w:val="24"/>
        </w:rPr>
        <w:t>Raich</w:t>
      </w:r>
      <w:proofErr w:type="spellEnd"/>
      <w:r w:rsidRPr="00FD7BF1">
        <w:rPr>
          <w:rFonts w:asciiTheme="minorHAnsi" w:hAnsiTheme="minorHAnsi"/>
          <w:b w:val="0"/>
          <w:i/>
          <w:sz w:val="24"/>
          <w:szCs w:val="24"/>
        </w:rPr>
        <w:t xml:space="preserve"> v. Gonzales</w:t>
      </w:r>
      <w:r w:rsidRPr="00FD7BF1">
        <w:rPr>
          <w:rFonts w:asciiTheme="minorHAnsi" w:hAnsiTheme="minorHAnsi"/>
          <w:b w:val="0"/>
          <w:sz w:val="24"/>
          <w:szCs w:val="24"/>
        </w:rPr>
        <w:t xml:space="preserve">, the U.S. Supreme Court ruled that the U.S. Congress may ban the use of marijuana even where states approve its use for medicinal purposes. The decision was based on the Commerce Clause. </w:t>
      </w:r>
    </w:p>
    <w:p w:rsidR="001F53C6" w:rsidRPr="00FD7BF1" w:rsidRDefault="001F53C6" w:rsidP="00750912">
      <w:pPr>
        <w:pStyle w:val="Style2"/>
        <w:spacing w:before="0" w:after="0"/>
        <w:ind w:firstLine="720"/>
        <w:rPr>
          <w:rFonts w:asciiTheme="minorHAnsi" w:hAnsiTheme="minorHAnsi"/>
          <w:b w:val="0"/>
          <w:sz w:val="24"/>
          <w:szCs w:val="24"/>
        </w:rPr>
      </w:pPr>
      <w:r w:rsidRPr="00FD7BF1">
        <w:rPr>
          <w:rFonts w:asciiTheme="minorHAnsi" w:hAnsiTheme="minorHAnsi"/>
          <w:b w:val="0"/>
          <w:sz w:val="24"/>
          <w:szCs w:val="24"/>
        </w:rPr>
        <w:t>Respond to the following questions:</w:t>
      </w:r>
    </w:p>
    <w:p w:rsidR="001F53C6" w:rsidRPr="00FD7BF1" w:rsidRDefault="001F53C6" w:rsidP="007111E2">
      <w:pPr>
        <w:pStyle w:val="Style2"/>
        <w:numPr>
          <w:ilvl w:val="0"/>
          <w:numId w:val="192"/>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Should states be allowed to regulate the use of medicinal marijuana, or should this be a federal issue? </w:t>
      </w:r>
      <w:r w:rsidR="00BC12BB" w:rsidRPr="00FD7BF1">
        <w:rPr>
          <w:rFonts w:asciiTheme="minorHAnsi" w:hAnsiTheme="minorHAnsi"/>
          <w:b w:val="0"/>
          <w:sz w:val="24"/>
          <w:szCs w:val="24"/>
        </w:rPr>
        <w:t>Should the right to privacy extend to a choice about whether to use medical marijuana? Explain</w:t>
      </w:r>
      <w:r w:rsidRPr="00FD7BF1">
        <w:rPr>
          <w:rFonts w:asciiTheme="minorHAnsi" w:hAnsiTheme="minorHAnsi"/>
          <w:b w:val="0"/>
          <w:sz w:val="24"/>
          <w:szCs w:val="24"/>
        </w:rPr>
        <w:t>.</w:t>
      </w:r>
    </w:p>
    <w:p w:rsidR="001F53C6" w:rsidRPr="00FD7BF1" w:rsidRDefault="001F53C6" w:rsidP="007111E2">
      <w:pPr>
        <w:pStyle w:val="Style2"/>
        <w:numPr>
          <w:ilvl w:val="0"/>
          <w:numId w:val="192"/>
        </w:numPr>
        <w:spacing w:before="0" w:after="0"/>
        <w:ind w:left="1800"/>
        <w:rPr>
          <w:rFonts w:asciiTheme="minorHAnsi" w:hAnsiTheme="minorHAnsi"/>
          <w:b w:val="0"/>
          <w:sz w:val="24"/>
          <w:szCs w:val="24"/>
        </w:rPr>
      </w:pPr>
      <w:r w:rsidRPr="00FD7BF1">
        <w:rPr>
          <w:rFonts w:asciiTheme="minorHAnsi" w:hAnsiTheme="minorHAnsi"/>
          <w:b w:val="0"/>
          <w:sz w:val="24"/>
          <w:szCs w:val="24"/>
        </w:rPr>
        <w:lastRenderedPageBreak/>
        <w:t xml:space="preserve">What are the legitimate medical uses of marijuana? </w:t>
      </w:r>
    </w:p>
    <w:p w:rsidR="001F53C6" w:rsidRPr="00FD7BF1" w:rsidRDefault="001F53C6" w:rsidP="006321D5">
      <w:pPr>
        <w:pStyle w:val="Style2"/>
        <w:spacing w:before="0" w:after="0" w:line="240" w:lineRule="auto"/>
        <w:ind w:left="360"/>
        <w:rPr>
          <w:rFonts w:asciiTheme="minorHAnsi" w:eastAsiaTheme="minorEastAsia" w:hAnsiTheme="minorHAnsi" w:cstheme="minorBidi"/>
          <w:sz w:val="24"/>
          <w:szCs w:val="24"/>
          <w:lang w:bidi="en-US"/>
        </w:rPr>
      </w:pPr>
    </w:p>
    <w:p w:rsidR="001F53C6" w:rsidRPr="00AF35B1" w:rsidRDefault="001F53C6" w:rsidP="006321D5">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AF35B1">
        <w:rPr>
          <w:rFonts w:asciiTheme="minorHAnsi" w:eastAsiaTheme="minorEastAsia" w:hAnsiTheme="minorHAnsi" w:cstheme="minorBidi"/>
          <w:b/>
          <w:sz w:val="26"/>
          <w:szCs w:val="26"/>
          <w:lang w:bidi="en-US"/>
        </w:rPr>
        <w:t>short answer 2.1 (1.5 hours)</w:t>
      </w:r>
    </w:p>
    <w:p w:rsidR="001F53C6" w:rsidRPr="00FD7BF1" w:rsidRDefault="001F53C6" w:rsidP="00731FA7">
      <w:pPr>
        <w:pStyle w:val="Style2"/>
        <w:spacing w:before="120" w:after="0"/>
        <w:ind w:left="360"/>
        <w:rPr>
          <w:rFonts w:asciiTheme="minorHAnsi" w:hAnsiTheme="minorHAnsi" w:cs="Arial"/>
        </w:rPr>
      </w:pPr>
      <w:r w:rsidRPr="00FD7BF1">
        <w:rPr>
          <w:rFonts w:asciiTheme="minorHAnsi" w:eastAsiaTheme="minorEastAsia" w:hAnsiTheme="minorHAnsi" w:cstheme="minorBidi"/>
          <w:color w:val="000000"/>
          <w:sz w:val="24"/>
          <w:szCs w:val="24"/>
          <w:lang w:bidi="en-US"/>
        </w:rPr>
        <w:t>Title: State v. Federal Rights</w:t>
      </w:r>
    </w:p>
    <w:p w:rsidR="001F53C6" w:rsidRPr="00FD7BF1" w:rsidRDefault="001F53C6" w:rsidP="006321D5">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 xml:space="preserve">The interplay between federal and state governments is an important component of the U.S. democracy and is governed by principles laid down in the Constitution. </w:t>
      </w:r>
    </w:p>
    <w:p w:rsidR="001F53C6" w:rsidRPr="00FD7BF1" w:rsidRDefault="001F53C6" w:rsidP="006321D5">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Respond to the following questions:</w:t>
      </w:r>
    </w:p>
    <w:p w:rsidR="001F53C6" w:rsidRPr="00FD7BF1" w:rsidRDefault="001F53C6" w:rsidP="00AC7B68">
      <w:pPr>
        <w:pStyle w:val="Style2"/>
        <w:numPr>
          <w:ilvl w:val="1"/>
          <w:numId w:val="74"/>
        </w:numPr>
        <w:spacing w:before="0" w:after="0"/>
        <w:ind w:left="1800"/>
        <w:rPr>
          <w:rFonts w:asciiTheme="minorHAnsi" w:hAnsiTheme="minorHAnsi"/>
          <w:b w:val="0"/>
          <w:sz w:val="24"/>
          <w:szCs w:val="24"/>
        </w:rPr>
      </w:pPr>
      <w:r w:rsidRPr="00FD7BF1">
        <w:rPr>
          <w:rFonts w:asciiTheme="minorHAnsi" w:hAnsiTheme="minorHAnsi"/>
          <w:b w:val="0"/>
          <w:sz w:val="24"/>
          <w:szCs w:val="24"/>
        </w:rPr>
        <w:t>What are delegated powers, and what are implied powers? Provide an example of each.</w:t>
      </w:r>
    </w:p>
    <w:p w:rsidR="001F53C6" w:rsidRPr="00FD7BF1" w:rsidRDefault="001F53C6" w:rsidP="00AC7B68">
      <w:pPr>
        <w:pStyle w:val="Style2"/>
        <w:numPr>
          <w:ilvl w:val="1"/>
          <w:numId w:val="74"/>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According to the Constitution, which level of the government takes precedence when there is a conflict? Explain. </w:t>
      </w:r>
    </w:p>
    <w:p w:rsidR="001F53C6" w:rsidRPr="00FD7BF1" w:rsidRDefault="001F53C6" w:rsidP="00AC7B68">
      <w:pPr>
        <w:pStyle w:val="Style2"/>
        <w:numPr>
          <w:ilvl w:val="1"/>
          <w:numId w:val="74"/>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What is the importance of the </w:t>
      </w:r>
      <w:r w:rsidRPr="00FD7BF1">
        <w:rPr>
          <w:rFonts w:asciiTheme="minorHAnsi" w:hAnsiTheme="minorHAnsi"/>
          <w:b w:val="0"/>
          <w:i/>
          <w:sz w:val="24"/>
          <w:szCs w:val="24"/>
        </w:rPr>
        <w:t>McCulloch v. Maryland</w:t>
      </w:r>
      <w:r w:rsidRPr="00FD7BF1">
        <w:rPr>
          <w:rFonts w:asciiTheme="minorHAnsi" w:hAnsiTheme="minorHAnsi"/>
          <w:b w:val="0"/>
          <w:sz w:val="24"/>
          <w:szCs w:val="24"/>
        </w:rPr>
        <w:t xml:space="preserve"> case? What is its significance in the relationship between state and federal governments? </w:t>
      </w:r>
    </w:p>
    <w:p w:rsidR="001F53C6" w:rsidRPr="00FD7BF1" w:rsidRDefault="009906DC" w:rsidP="00D71EEF">
      <w:pPr>
        <w:spacing w:before="0" w:after="0"/>
        <w:rPr>
          <w:rFonts w:asciiTheme="minorHAnsi" w:hAnsiTheme="minorHAnsi"/>
          <w:i/>
          <w:color w:val="000000"/>
          <w:sz w:val="24"/>
          <w:szCs w:val="24"/>
        </w:rPr>
      </w:pPr>
      <w:r w:rsidRPr="00FD7BF1">
        <w:rPr>
          <w:rFonts w:asciiTheme="minorHAnsi" w:hAnsiTheme="minorHAnsi" w:cstheme="minorHAnsi"/>
          <w:i/>
          <w:color w:val="000000"/>
          <w:sz w:val="24"/>
          <w:szCs w:val="24"/>
        </w:rPr>
        <w:t xml:space="preserve"> </w:t>
      </w:r>
      <w:r w:rsidR="00E822E7" w:rsidRPr="00FD7BF1">
        <w:rPr>
          <w:rFonts w:asciiTheme="minorHAnsi" w:hAnsiTheme="minorHAnsi" w:cstheme="minorHAnsi"/>
          <w:i/>
          <w:color w:val="000000"/>
          <w:sz w:val="24"/>
          <w:szCs w:val="24"/>
        </w:rPr>
        <w:t>(End of Week 2</w:t>
      </w:r>
      <w:r w:rsidR="001F53C6" w:rsidRPr="00FD7BF1">
        <w:rPr>
          <w:rFonts w:asciiTheme="minorHAnsi" w:hAnsiTheme="minorHAnsi"/>
          <w:i/>
          <w:color w:val="000000"/>
          <w:sz w:val="24"/>
          <w:szCs w:val="24"/>
        </w:rPr>
        <w:t>)</w:t>
      </w:r>
    </w:p>
    <w:p w:rsidR="004E287D" w:rsidRPr="00FD7BF1" w:rsidRDefault="004E287D">
      <w:pPr>
        <w:spacing w:before="0" w:after="0" w:line="240" w:lineRule="auto"/>
        <w:rPr>
          <w:rFonts w:asciiTheme="minorHAnsi" w:hAnsiTheme="minorHAnsi"/>
          <w:b/>
          <w:bCs/>
          <w:caps/>
          <w:color w:val="FFFFFF"/>
          <w:spacing w:val="15"/>
          <w:sz w:val="22"/>
          <w:szCs w:val="22"/>
        </w:rPr>
      </w:pPr>
      <w:r w:rsidRPr="00FD7BF1">
        <w:rPr>
          <w:rFonts w:asciiTheme="minorHAnsi" w:hAnsiTheme="minorHAnsi"/>
        </w:rPr>
        <w:br w:type="page"/>
      </w:r>
    </w:p>
    <w:p w:rsidR="001F53C6" w:rsidRPr="00FD7BF1" w:rsidRDefault="001F53C6" w:rsidP="00F722EB">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3: Equality of Citizens by law</w:t>
      </w:r>
    </w:p>
    <w:p w:rsidR="001F53C6" w:rsidRPr="00FD7BF1" w:rsidRDefault="001F53C6" w:rsidP="00F722EB">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17"/>
        </w:numPr>
        <w:spacing w:before="120" w:after="0" w:line="360" w:lineRule="auto"/>
        <w:rPr>
          <w:rFonts w:asciiTheme="minorHAnsi" w:hAnsiTheme="minorHAnsi" w:cs="Arial"/>
          <w:sz w:val="24"/>
          <w:szCs w:val="24"/>
        </w:rPr>
      </w:pPr>
      <w:r w:rsidRPr="00FD7BF1">
        <w:rPr>
          <w:rFonts w:asciiTheme="minorHAnsi" w:hAnsiTheme="minorHAnsi" w:cs="Arial"/>
          <w:sz w:val="24"/>
          <w:szCs w:val="24"/>
        </w:rPr>
        <w:t>Summarize the articles, sections, and amendments of the U.S. Constitution.</w:t>
      </w:r>
    </w:p>
    <w:p w:rsidR="001F53C6" w:rsidRPr="00FD7BF1" w:rsidRDefault="001F53C6" w:rsidP="009906DC">
      <w:pPr>
        <w:pStyle w:val="ListParagraph"/>
        <w:numPr>
          <w:ilvl w:val="0"/>
          <w:numId w:val="18"/>
        </w:numPr>
        <w:spacing w:before="0" w:after="0" w:line="360" w:lineRule="auto"/>
        <w:rPr>
          <w:rFonts w:asciiTheme="minorHAnsi" w:hAnsiTheme="minorHAnsi"/>
          <w:sz w:val="24"/>
          <w:szCs w:val="24"/>
        </w:rPr>
      </w:pPr>
      <w:r w:rsidRPr="00FD7BF1">
        <w:rPr>
          <w:rFonts w:asciiTheme="minorHAnsi" w:hAnsiTheme="minorHAnsi" w:cs="Arial"/>
          <w:sz w:val="24"/>
          <w:szCs w:val="24"/>
        </w:rPr>
        <w:t>Analyze the impact of courts and the judiciary on public policy.</w:t>
      </w:r>
      <w:r w:rsidR="009906DC" w:rsidRPr="00FD7BF1">
        <w:rPr>
          <w:rFonts w:asciiTheme="minorHAnsi" w:hAnsiTheme="minorHAnsi"/>
          <w:sz w:val="24"/>
          <w:szCs w:val="24"/>
        </w:rPr>
        <w:t xml:space="preserve"> </w:t>
      </w:r>
      <w:r w:rsidRPr="00FD7BF1">
        <w:rPr>
          <w:rFonts w:asciiTheme="minorHAnsi" w:hAnsiTheme="minorHAnsi"/>
          <w:sz w:val="24"/>
          <w:szCs w:val="24"/>
        </w:rPr>
        <w:t xml:space="preserve">This lesson covers the civil liberties and rights that the federal </w:t>
      </w:r>
      <w:proofErr w:type="gramStart"/>
      <w:r w:rsidRPr="00FD7BF1">
        <w:rPr>
          <w:rFonts w:asciiTheme="minorHAnsi" w:hAnsiTheme="minorHAnsi"/>
          <w:sz w:val="24"/>
          <w:szCs w:val="24"/>
        </w:rPr>
        <w:t>constitution as well as state constitutions</w:t>
      </w:r>
      <w:r w:rsidRPr="00FD7BF1" w:rsidDel="000F3D6A">
        <w:rPr>
          <w:rFonts w:asciiTheme="minorHAnsi" w:hAnsiTheme="minorHAnsi"/>
          <w:sz w:val="24"/>
          <w:szCs w:val="24"/>
        </w:rPr>
        <w:t xml:space="preserve"> </w:t>
      </w:r>
      <w:r w:rsidRPr="00FD7BF1">
        <w:rPr>
          <w:rFonts w:asciiTheme="minorHAnsi" w:hAnsiTheme="minorHAnsi"/>
          <w:sz w:val="24"/>
          <w:szCs w:val="24"/>
        </w:rPr>
        <w:t>guarantee</w:t>
      </w:r>
      <w:proofErr w:type="gramEnd"/>
      <w:r w:rsidRPr="00FD7BF1">
        <w:rPr>
          <w:rFonts w:asciiTheme="minorHAnsi" w:hAnsiTheme="minorHAnsi"/>
          <w:sz w:val="24"/>
          <w:szCs w:val="24"/>
        </w:rPr>
        <w:t xml:space="preserve"> to people in the United States. Civil liberties include the rights to free speech and religion and privacy and rights for the criminally accused. You will also consider the reduction in rights that can occur during times of war.</w:t>
      </w:r>
    </w:p>
    <w:p w:rsidR="001F53C6" w:rsidRPr="00FD7BF1" w:rsidRDefault="001F53C6" w:rsidP="000513CE">
      <w:pPr>
        <w:pStyle w:val="ListParagraph"/>
        <w:spacing w:before="0" w:after="0" w:line="360" w:lineRule="auto"/>
        <w:rPr>
          <w:rFonts w:asciiTheme="minorHAnsi" w:hAnsiTheme="minorHAnsi"/>
          <w:sz w:val="24"/>
          <w:szCs w:val="24"/>
        </w:rPr>
      </w:pPr>
    </w:p>
    <w:p w:rsidR="001F53C6" w:rsidRPr="00FD7BF1" w:rsidRDefault="001F53C6" w:rsidP="000513CE">
      <w:pPr>
        <w:pStyle w:val="ListParagraph"/>
        <w:spacing w:before="0" w:after="0" w:line="360" w:lineRule="auto"/>
        <w:rPr>
          <w:rFonts w:asciiTheme="minorHAnsi" w:hAnsiTheme="minorHAnsi"/>
          <w:b/>
          <w:sz w:val="24"/>
          <w:szCs w:val="24"/>
        </w:rPr>
      </w:pPr>
      <w:r w:rsidRPr="00FD7BF1">
        <w:rPr>
          <w:rFonts w:asciiTheme="minorHAnsi" w:hAnsiTheme="minorHAnsi"/>
          <w:sz w:val="24"/>
          <w:szCs w:val="24"/>
        </w:rPr>
        <w:t>Next, you will discuss the history of civil rights in the United States. You will learn about the legal history of African-Americans, as well as the legal standards in place to protect groups against discrimination. Voting rights and affirmative-action policies will also be covered. By the end of this week, you should gain an understanding of the measures that have been enacted to ensure that all Americans are treated equally by law.</w:t>
      </w:r>
    </w:p>
    <w:p w:rsidR="000513CE" w:rsidRPr="00FD7BF1" w:rsidRDefault="000513CE">
      <w:pPr>
        <w:spacing w:before="0" w:after="0" w:line="240" w:lineRule="auto"/>
        <w:rPr>
          <w:rFonts w:asciiTheme="minorHAnsi" w:hAnsiTheme="minorHAnsi"/>
          <w:caps/>
          <w:spacing w:val="15"/>
          <w:sz w:val="22"/>
          <w:szCs w:val="22"/>
        </w:rPr>
      </w:pPr>
      <w:r w:rsidRPr="00FD7BF1">
        <w:rPr>
          <w:rFonts w:asciiTheme="minorHAnsi" w:hAnsiTheme="minorHAnsi"/>
        </w:rPr>
        <w:br w:type="page"/>
      </w:r>
    </w:p>
    <w:p w:rsidR="001F53C6" w:rsidRPr="00AF35B1" w:rsidRDefault="001F53C6" w:rsidP="00A22CB1">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lastRenderedPageBreak/>
        <w:t>Forum 3.1 (2</w:t>
      </w:r>
      <w:r w:rsidR="0051577A" w:rsidRPr="00AF35B1">
        <w:rPr>
          <w:rFonts w:asciiTheme="minorHAnsi" w:eastAsiaTheme="minorEastAsia" w:hAnsiTheme="minorHAnsi" w:cstheme="minorBidi"/>
          <w:b/>
          <w:sz w:val="26"/>
          <w:szCs w:val="26"/>
          <w:lang w:bidi="en-US"/>
        </w:rPr>
        <w:t xml:space="preserve">.0 </w:t>
      </w:r>
      <w:r w:rsidRPr="00AF35B1">
        <w:rPr>
          <w:rFonts w:asciiTheme="minorHAnsi" w:eastAsiaTheme="minorEastAsia" w:hAnsiTheme="minorHAnsi" w:cstheme="minorBidi"/>
          <w:b/>
          <w:sz w:val="26"/>
          <w:szCs w:val="26"/>
          <w:lang w:bidi="en-US"/>
        </w:rPr>
        <w:t>hours)</w:t>
      </w:r>
    </w:p>
    <w:p w:rsidR="001F53C6" w:rsidRPr="00FD7BF1" w:rsidRDefault="001F53C6" w:rsidP="00731FA7">
      <w:pPr>
        <w:pStyle w:val="Style2"/>
        <w:spacing w:before="120" w:after="0"/>
        <w:ind w:left="360"/>
        <w:rPr>
          <w:rFonts w:asciiTheme="minorHAnsi" w:hAnsiTheme="minorHAnsi" w:cs="Arial"/>
        </w:rPr>
      </w:pPr>
      <w:r w:rsidRPr="00FD7BF1">
        <w:rPr>
          <w:rFonts w:asciiTheme="minorHAnsi" w:eastAsiaTheme="minorEastAsia" w:hAnsiTheme="minorHAnsi" w:cstheme="minorBidi"/>
          <w:sz w:val="24"/>
          <w:szCs w:val="24"/>
          <w:lang w:bidi="en-US"/>
        </w:rPr>
        <w:t>Title: Affirmative Action</w:t>
      </w:r>
    </w:p>
    <w:p w:rsidR="001F53C6" w:rsidRPr="00FD7BF1" w:rsidRDefault="001F53C6" w:rsidP="00A22CB1">
      <w:pPr>
        <w:pStyle w:val="Style2"/>
        <w:spacing w:before="0" w:after="0"/>
        <w:ind w:left="720"/>
        <w:rPr>
          <w:rFonts w:asciiTheme="minorHAnsi" w:hAnsiTheme="minorHAnsi"/>
          <w:sz w:val="24"/>
          <w:szCs w:val="24"/>
        </w:rPr>
      </w:pPr>
      <w:r w:rsidRPr="00FD7BF1">
        <w:rPr>
          <w:rFonts w:asciiTheme="minorHAnsi" w:hAnsiTheme="minorHAnsi"/>
          <w:b w:val="0"/>
          <w:sz w:val="24"/>
          <w:szCs w:val="24"/>
        </w:rPr>
        <w:t xml:space="preserve">Affirmative-action policies are used by colleges and universities to remedy the effects of past discrimination and to create a diverse student body. The U.S. Supreme Court has upheld the use of affirmative action in many cases, such as </w:t>
      </w:r>
      <w:r w:rsidRPr="00FD7BF1">
        <w:rPr>
          <w:rFonts w:asciiTheme="minorHAnsi" w:hAnsiTheme="minorHAnsi"/>
          <w:b w:val="0"/>
          <w:i/>
          <w:sz w:val="24"/>
          <w:szCs w:val="24"/>
        </w:rPr>
        <w:t>Regents of the University of California v. Bakke</w:t>
      </w:r>
      <w:r w:rsidRPr="00FD7BF1">
        <w:rPr>
          <w:rFonts w:asciiTheme="minorHAnsi" w:hAnsiTheme="minorHAnsi"/>
          <w:b w:val="0"/>
          <w:sz w:val="24"/>
          <w:szCs w:val="24"/>
        </w:rPr>
        <w:t xml:space="preserve"> (1978), </w:t>
      </w:r>
      <w:proofErr w:type="spellStart"/>
      <w:r w:rsidRPr="00FD7BF1">
        <w:rPr>
          <w:rFonts w:asciiTheme="minorHAnsi" w:hAnsiTheme="minorHAnsi"/>
          <w:b w:val="0"/>
          <w:i/>
          <w:sz w:val="24"/>
          <w:szCs w:val="24"/>
        </w:rPr>
        <w:t>Grutter</w:t>
      </w:r>
      <w:proofErr w:type="spellEnd"/>
      <w:r w:rsidRPr="00FD7BF1">
        <w:rPr>
          <w:rFonts w:asciiTheme="minorHAnsi" w:hAnsiTheme="minorHAnsi"/>
          <w:b w:val="0"/>
          <w:i/>
          <w:sz w:val="24"/>
          <w:szCs w:val="24"/>
        </w:rPr>
        <w:t xml:space="preserve"> v. Bollinger</w:t>
      </w:r>
      <w:r w:rsidRPr="00FD7BF1">
        <w:rPr>
          <w:rFonts w:asciiTheme="minorHAnsi" w:hAnsiTheme="minorHAnsi"/>
          <w:b w:val="0"/>
          <w:sz w:val="24"/>
          <w:szCs w:val="24"/>
        </w:rPr>
        <w:t xml:space="preserve"> (2003), and </w:t>
      </w:r>
      <w:proofErr w:type="spellStart"/>
      <w:r w:rsidRPr="00FD7BF1">
        <w:rPr>
          <w:rFonts w:asciiTheme="minorHAnsi" w:hAnsiTheme="minorHAnsi"/>
          <w:b w:val="0"/>
          <w:i/>
          <w:sz w:val="24"/>
          <w:szCs w:val="24"/>
        </w:rPr>
        <w:t>Gratz</w:t>
      </w:r>
      <w:proofErr w:type="spellEnd"/>
      <w:r w:rsidRPr="00FD7BF1">
        <w:rPr>
          <w:rFonts w:asciiTheme="minorHAnsi" w:hAnsiTheme="minorHAnsi"/>
          <w:b w:val="0"/>
          <w:i/>
          <w:sz w:val="24"/>
          <w:szCs w:val="24"/>
        </w:rPr>
        <w:t xml:space="preserve"> v. Bollinger</w:t>
      </w:r>
      <w:r w:rsidRPr="00FD7BF1">
        <w:rPr>
          <w:rFonts w:asciiTheme="minorHAnsi" w:hAnsiTheme="minorHAnsi"/>
          <w:b w:val="0"/>
          <w:sz w:val="24"/>
          <w:szCs w:val="24"/>
        </w:rPr>
        <w:t xml:space="preserve"> (2003). Go through the listed cases and respond to the following questions:</w:t>
      </w:r>
    </w:p>
    <w:p w:rsidR="001F53C6" w:rsidRPr="00FD7BF1" w:rsidRDefault="001F53C6" w:rsidP="00D74B86">
      <w:pPr>
        <w:pStyle w:val="Style2"/>
        <w:numPr>
          <w:ilvl w:val="1"/>
          <w:numId w:val="19"/>
        </w:numPr>
        <w:spacing w:before="0" w:after="0"/>
        <w:rPr>
          <w:rFonts w:asciiTheme="minorHAnsi" w:hAnsiTheme="minorHAnsi"/>
          <w:b w:val="0"/>
          <w:sz w:val="24"/>
          <w:szCs w:val="24"/>
        </w:rPr>
      </w:pPr>
      <w:r w:rsidRPr="00FD7BF1">
        <w:rPr>
          <w:rFonts w:asciiTheme="minorHAnsi" w:hAnsiTheme="minorHAnsi"/>
          <w:b w:val="0"/>
          <w:sz w:val="24"/>
          <w:szCs w:val="24"/>
        </w:rPr>
        <w:t>Consider the opinions presented in these cases. Is affirmative action still necessary today? Should colleges be required to admit certain numbers of students of diverse demographic backgrounds? Explain.</w:t>
      </w:r>
    </w:p>
    <w:p w:rsidR="001F53C6" w:rsidRPr="00FD7BF1" w:rsidRDefault="001F53C6" w:rsidP="00D74B86">
      <w:pPr>
        <w:pStyle w:val="Style2"/>
        <w:numPr>
          <w:ilvl w:val="1"/>
          <w:numId w:val="19"/>
        </w:numPr>
        <w:spacing w:before="0" w:after="0"/>
        <w:rPr>
          <w:rFonts w:asciiTheme="minorHAnsi" w:hAnsiTheme="minorHAnsi"/>
          <w:b w:val="0"/>
          <w:sz w:val="24"/>
          <w:szCs w:val="24"/>
        </w:rPr>
      </w:pPr>
      <w:r w:rsidRPr="00FD7BF1">
        <w:rPr>
          <w:rFonts w:asciiTheme="minorHAnsi" w:hAnsiTheme="minorHAnsi"/>
          <w:b w:val="0"/>
          <w:sz w:val="24"/>
          <w:szCs w:val="24"/>
        </w:rPr>
        <w:t>Can discrimination against minority groups be overcome by using affirmative action? How?</w:t>
      </w:r>
    </w:p>
    <w:p w:rsidR="001F53C6" w:rsidRPr="00AF35B1" w:rsidRDefault="001F53C6" w:rsidP="00C53398">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t>short answer 3.1 (1.5 hours)</w:t>
      </w:r>
    </w:p>
    <w:p w:rsidR="001F53C6" w:rsidRPr="00FD7BF1" w:rsidRDefault="001F53C6" w:rsidP="00397647">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Overriding Government Interests</w:t>
      </w:r>
    </w:p>
    <w:p w:rsidR="001F53C6" w:rsidRPr="00FD7BF1" w:rsidRDefault="001F53C6" w:rsidP="005E7A43">
      <w:pPr>
        <w:pStyle w:val="Style2"/>
        <w:spacing w:before="0" w:after="0"/>
        <w:ind w:left="720"/>
        <w:rPr>
          <w:rFonts w:asciiTheme="minorHAnsi" w:hAnsiTheme="minorHAnsi"/>
          <w:sz w:val="24"/>
          <w:szCs w:val="24"/>
        </w:rPr>
      </w:pPr>
      <w:r w:rsidRPr="00FD7BF1">
        <w:rPr>
          <w:rFonts w:asciiTheme="minorHAnsi" w:hAnsiTheme="minorHAnsi"/>
          <w:b w:val="0"/>
          <w:sz w:val="24"/>
          <w:szCs w:val="24"/>
        </w:rPr>
        <w:t>The 14th Amendment to the Constitution grants citizens equal protection by law. The Supreme Court has determined that some ways of classifying people are acceptable, and others are not. This assignment focuses on the types of classifications that are subject to enhanced constitutional scrutiny. Keeping this in mind, respond to the following questions:</w:t>
      </w:r>
    </w:p>
    <w:p w:rsidR="001F53C6" w:rsidRPr="00FD7BF1" w:rsidRDefault="001F53C6" w:rsidP="004107FB">
      <w:pPr>
        <w:pStyle w:val="Style2"/>
        <w:numPr>
          <w:ilvl w:val="0"/>
          <w:numId w:val="194"/>
        </w:numPr>
        <w:spacing w:before="0" w:after="0"/>
        <w:rPr>
          <w:rFonts w:asciiTheme="minorHAnsi" w:hAnsiTheme="minorHAnsi"/>
          <w:b w:val="0"/>
          <w:sz w:val="24"/>
          <w:szCs w:val="24"/>
        </w:rPr>
      </w:pPr>
      <w:r w:rsidRPr="00FD7BF1">
        <w:rPr>
          <w:rFonts w:asciiTheme="minorHAnsi" w:hAnsiTheme="minorHAnsi"/>
          <w:b w:val="0"/>
          <w:sz w:val="24"/>
          <w:szCs w:val="24"/>
        </w:rPr>
        <w:t xml:space="preserve">What is the suspect classification doctrine? What classifications does the Supreme Court consider suspect? Under what circumstances, if any, may the government enact policies to distinguish among persons on these bases? </w:t>
      </w:r>
    </w:p>
    <w:p w:rsidR="001F53C6" w:rsidRPr="00FD7BF1" w:rsidRDefault="001F53C6" w:rsidP="004107FB">
      <w:pPr>
        <w:pStyle w:val="Style2"/>
        <w:numPr>
          <w:ilvl w:val="0"/>
          <w:numId w:val="194"/>
        </w:numPr>
        <w:spacing w:before="0" w:after="0"/>
        <w:rPr>
          <w:rFonts w:asciiTheme="minorHAnsi" w:hAnsiTheme="minorHAnsi"/>
          <w:b w:val="0"/>
          <w:sz w:val="24"/>
          <w:szCs w:val="24"/>
        </w:rPr>
      </w:pPr>
      <w:r w:rsidRPr="00FD7BF1">
        <w:rPr>
          <w:rFonts w:asciiTheme="minorHAnsi" w:hAnsiTheme="minorHAnsi"/>
          <w:b w:val="0"/>
          <w:sz w:val="24"/>
          <w:szCs w:val="24"/>
        </w:rPr>
        <w:t xml:space="preserve">Under what circumstances may the government distinguish among persons on the basis of criteria such as wealth, sexual orientation, and gender? Explain your answer with an appropriate rationale. </w:t>
      </w:r>
    </w:p>
    <w:p w:rsidR="00A36FE1" w:rsidRPr="00FD7BF1" w:rsidRDefault="00A36FE1" w:rsidP="00A36FE1">
      <w:pPr>
        <w:pStyle w:val="Style2"/>
        <w:spacing w:before="0" w:after="0"/>
        <w:ind w:left="360"/>
        <w:rPr>
          <w:rFonts w:asciiTheme="minorHAnsi" w:hAnsiTheme="minorHAnsi" w:cstheme="minorHAnsi"/>
          <w:sz w:val="24"/>
          <w:szCs w:val="24"/>
        </w:rPr>
      </w:pPr>
    </w:p>
    <w:p w:rsidR="001F53C6" w:rsidRPr="00FD7BF1" w:rsidRDefault="00A36FE1" w:rsidP="00D71EEF">
      <w:pPr>
        <w:spacing w:before="0" w:after="0"/>
        <w:rPr>
          <w:rFonts w:asciiTheme="minorHAnsi" w:hAnsiTheme="minorHAnsi"/>
          <w:b/>
          <w:bCs/>
          <w:sz w:val="24"/>
          <w:szCs w:val="24"/>
        </w:rPr>
      </w:pPr>
      <w:r w:rsidRPr="00FD7BF1">
        <w:rPr>
          <w:rFonts w:asciiTheme="minorHAnsi" w:hAnsiTheme="minorHAnsi" w:cstheme="minorHAnsi"/>
          <w:i/>
          <w:color w:val="000000"/>
          <w:sz w:val="24"/>
          <w:szCs w:val="24"/>
        </w:rPr>
        <w:t>(End of Week 3)</w:t>
      </w:r>
    </w:p>
    <w:p w:rsidR="009906DC" w:rsidRPr="00FD7BF1" w:rsidRDefault="009906DC" w:rsidP="009906DC">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caps w:val="0"/>
          <w:spacing w:val="0"/>
          <w:sz w:val="26"/>
          <w:szCs w:val="26"/>
          <w:lang w:bidi="en-US"/>
        </w:rPr>
        <w:lastRenderedPageBreak/>
        <w:t>Course Objectives</w:t>
      </w:r>
      <w:r>
        <w:rPr>
          <w:rFonts w:asciiTheme="minorHAnsi" w:eastAsiaTheme="minorEastAsia" w:hAnsiTheme="minorHAnsi" w:cstheme="minorBidi"/>
          <w:b/>
          <w:caps w:val="0"/>
          <w:spacing w:val="0"/>
          <w:sz w:val="26"/>
          <w:szCs w:val="26"/>
          <w:lang w:bidi="en-US"/>
        </w:rPr>
        <w:t xml:space="preserve"> – Media, Political Parties, Interest Groups</w:t>
      </w:r>
    </w:p>
    <w:p w:rsidR="001F53C6" w:rsidRPr="00FD7BF1" w:rsidRDefault="001F53C6" w:rsidP="009906DC">
      <w:pPr>
        <w:spacing w:before="0" w:after="0" w:line="240" w:lineRule="auto"/>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t xml:space="preserve"> 4: Public participation in political process</w:t>
      </w:r>
    </w:p>
    <w:p w:rsidR="001F53C6" w:rsidRPr="00FD7BF1" w:rsidRDefault="001F53C6" w:rsidP="00151553">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20"/>
        </w:numPr>
        <w:spacing w:before="120" w:after="0" w:line="360" w:lineRule="auto"/>
        <w:rPr>
          <w:rFonts w:asciiTheme="minorHAnsi" w:hAnsiTheme="minorHAnsi" w:cs="Arial"/>
          <w:sz w:val="24"/>
          <w:szCs w:val="24"/>
        </w:rPr>
      </w:pPr>
      <w:r w:rsidRPr="00FD7BF1">
        <w:rPr>
          <w:rFonts w:asciiTheme="minorHAnsi" w:hAnsiTheme="minorHAnsi" w:cs="Arial"/>
          <w:sz w:val="24"/>
          <w:szCs w:val="24"/>
        </w:rPr>
        <w:t>Summarize the articles, sections, and amendments of the U.S. Constitution.</w:t>
      </w:r>
    </w:p>
    <w:p w:rsidR="001F53C6" w:rsidRPr="00FD7BF1" w:rsidRDefault="001F53C6" w:rsidP="00D74B86">
      <w:pPr>
        <w:pStyle w:val="ListParagraph"/>
        <w:numPr>
          <w:ilvl w:val="0"/>
          <w:numId w:val="21"/>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role and impact of political parties, media, and interest groups on policy and the U.S. political process.</w:t>
      </w:r>
    </w:p>
    <w:p w:rsidR="001F53C6" w:rsidRPr="00FD7BF1" w:rsidRDefault="001F53C6" w:rsidP="00D74B86">
      <w:pPr>
        <w:pStyle w:val="ListParagraph"/>
        <w:numPr>
          <w:ilvl w:val="0"/>
          <w:numId w:val="21"/>
        </w:numPr>
        <w:spacing w:before="0" w:after="0" w:line="360" w:lineRule="auto"/>
        <w:rPr>
          <w:rFonts w:asciiTheme="minorHAnsi" w:hAnsiTheme="minorHAnsi" w:cs="Arial"/>
          <w:sz w:val="24"/>
          <w:szCs w:val="24"/>
        </w:rPr>
      </w:pPr>
      <w:r w:rsidRPr="00FD7BF1">
        <w:rPr>
          <w:rFonts w:asciiTheme="minorHAnsi" w:hAnsiTheme="minorHAnsi" w:cs="Arial"/>
          <w:sz w:val="24"/>
          <w:szCs w:val="24"/>
        </w:rPr>
        <w:t>Evaluate the federal and state nomination and election processes to determine if they are an effective and efficient way to choose government leaders.</w:t>
      </w:r>
    </w:p>
    <w:p w:rsidR="009906DC" w:rsidRPr="00FD7BF1" w:rsidRDefault="001F53C6" w:rsidP="009906DC">
      <w:pPr>
        <w:pStyle w:val="ListParagraph"/>
        <w:numPr>
          <w:ilvl w:val="0"/>
          <w:numId w:val="22"/>
        </w:numPr>
        <w:spacing w:before="0" w:after="0" w:line="360" w:lineRule="auto"/>
        <w:rPr>
          <w:rFonts w:asciiTheme="minorHAnsi" w:hAnsiTheme="minorHAnsi"/>
          <w:sz w:val="24"/>
          <w:szCs w:val="24"/>
        </w:rPr>
      </w:pPr>
      <w:r w:rsidRPr="00FD7BF1">
        <w:rPr>
          <w:rFonts w:asciiTheme="minorHAnsi" w:hAnsiTheme="minorHAnsi" w:cs="Arial"/>
          <w:sz w:val="24"/>
          <w:szCs w:val="24"/>
        </w:rPr>
        <w:t>Analyze the impact of courts and the judiciary on public policy.</w:t>
      </w:r>
    </w:p>
    <w:p w:rsidR="001F53C6" w:rsidRPr="00FD7BF1" w:rsidRDefault="001F53C6" w:rsidP="00390C86">
      <w:pPr>
        <w:spacing w:before="0" w:after="0" w:line="360" w:lineRule="auto"/>
        <w:ind w:firstLine="720"/>
        <w:rPr>
          <w:rFonts w:asciiTheme="minorHAnsi" w:hAnsiTheme="minorHAnsi"/>
          <w:kern w:val="28"/>
          <w:sz w:val="24"/>
          <w:szCs w:val="24"/>
        </w:rPr>
      </w:pPr>
      <w:r w:rsidRPr="00FD7BF1">
        <w:rPr>
          <w:rFonts w:asciiTheme="minorHAnsi" w:hAnsiTheme="minorHAnsi"/>
          <w:sz w:val="24"/>
          <w:szCs w:val="24"/>
        </w:rPr>
        <w:t xml:space="preserve">: </w:t>
      </w:r>
    </w:p>
    <w:p w:rsidR="001F53C6" w:rsidRPr="00FD7BF1" w:rsidRDefault="001F53C6" w:rsidP="00C86F0F">
      <w:pPr>
        <w:numPr>
          <w:ilvl w:val="0"/>
          <w:numId w:val="79"/>
        </w:numPr>
        <w:spacing w:before="0" w:after="0" w:line="360" w:lineRule="auto"/>
        <w:rPr>
          <w:rFonts w:asciiTheme="minorHAnsi" w:hAnsiTheme="minorHAnsi"/>
          <w:kern w:val="28"/>
          <w:sz w:val="24"/>
          <w:szCs w:val="24"/>
        </w:rPr>
      </w:pPr>
      <w:r w:rsidRPr="00FD7BF1">
        <w:rPr>
          <w:rFonts w:asciiTheme="minorHAnsi" w:hAnsiTheme="minorHAnsi"/>
          <w:sz w:val="24"/>
          <w:szCs w:val="24"/>
        </w:rPr>
        <w:t xml:space="preserve">What is the voter registration process in your state? Research and discuss. </w:t>
      </w:r>
    </w:p>
    <w:p w:rsidR="001F53C6" w:rsidRPr="00FD7BF1" w:rsidRDefault="001F53C6" w:rsidP="00C86F0F">
      <w:pPr>
        <w:numPr>
          <w:ilvl w:val="0"/>
          <w:numId w:val="79"/>
        </w:numPr>
        <w:spacing w:before="0" w:after="0" w:line="360" w:lineRule="auto"/>
        <w:rPr>
          <w:rFonts w:asciiTheme="minorHAnsi" w:hAnsiTheme="minorHAnsi"/>
          <w:kern w:val="28"/>
          <w:sz w:val="24"/>
          <w:szCs w:val="24"/>
        </w:rPr>
      </w:pPr>
      <w:r w:rsidRPr="00FD7BF1">
        <w:rPr>
          <w:rFonts w:asciiTheme="minorHAnsi" w:hAnsiTheme="minorHAnsi"/>
          <w:sz w:val="24"/>
          <w:szCs w:val="24"/>
        </w:rPr>
        <w:t xml:space="preserve">What ideas can you think of that might make the voter registration process quicker and easier? </w:t>
      </w:r>
    </w:p>
    <w:p w:rsidR="001F53C6" w:rsidRPr="00FD7BF1" w:rsidRDefault="001F53C6" w:rsidP="00C86F0F">
      <w:pPr>
        <w:numPr>
          <w:ilvl w:val="0"/>
          <w:numId w:val="79"/>
        </w:numPr>
        <w:spacing w:before="0" w:after="0" w:line="360" w:lineRule="auto"/>
        <w:rPr>
          <w:rFonts w:asciiTheme="minorHAnsi" w:hAnsiTheme="minorHAnsi"/>
          <w:kern w:val="28"/>
          <w:sz w:val="24"/>
          <w:szCs w:val="24"/>
        </w:rPr>
      </w:pPr>
      <w:r w:rsidRPr="00FD7BF1">
        <w:rPr>
          <w:rFonts w:asciiTheme="minorHAnsi" w:hAnsiTheme="minorHAnsi"/>
          <w:sz w:val="24"/>
          <w:szCs w:val="24"/>
        </w:rPr>
        <w:t xml:space="preserve">What registration deadlines fall on or close to </w:t>
      </w:r>
      <w:proofErr w:type="gramStart"/>
      <w:r w:rsidRPr="00FD7BF1">
        <w:rPr>
          <w:rFonts w:asciiTheme="minorHAnsi" w:hAnsiTheme="minorHAnsi"/>
          <w:sz w:val="24"/>
          <w:szCs w:val="24"/>
        </w:rPr>
        <w:t>election day</w:t>
      </w:r>
      <w:proofErr w:type="gramEnd"/>
      <w:r w:rsidRPr="00FD7BF1">
        <w:rPr>
          <w:rFonts w:asciiTheme="minorHAnsi" w:hAnsiTheme="minorHAnsi"/>
          <w:sz w:val="24"/>
          <w:szCs w:val="24"/>
        </w:rPr>
        <w:t xml:space="preserve">? Discuss increased use of absentee ballots and mail balloting. </w:t>
      </w:r>
    </w:p>
    <w:p w:rsidR="009906DC" w:rsidRPr="009906DC" w:rsidRDefault="001F53C6" w:rsidP="009906DC">
      <w:pPr>
        <w:numPr>
          <w:ilvl w:val="0"/>
          <w:numId w:val="79"/>
        </w:numPr>
        <w:spacing w:before="0" w:after="0" w:line="360" w:lineRule="auto"/>
        <w:rPr>
          <w:rFonts w:asciiTheme="minorHAnsi" w:hAnsiTheme="minorHAnsi"/>
        </w:rPr>
      </w:pPr>
      <w:r w:rsidRPr="00FD7BF1">
        <w:rPr>
          <w:rFonts w:asciiTheme="minorHAnsi" w:hAnsiTheme="minorHAnsi"/>
          <w:sz w:val="24"/>
          <w:szCs w:val="24"/>
        </w:rPr>
        <w:t>Is voting via the Internet a viable solution? How?</w:t>
      </w: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9906DC" w:rsidRPr="009906DC" w:rsidRDefault="009906DC" w:rsidP="009906DC">
      <w:pPr>
        <w:spacing w:before="0" w:after="0" w:line="360" w:lineRule="auto"/>
        <w:ind w:left="1440"/>
        <w:rPr>
          <w:rFonts w:asciiTheme="minorHAnsi" w:hAnsiTheme="minorHAnsi"/>
        </w:rPr>
      </w:pPr>
    </w:p>
    <w:p w:rsidR="001F53C6" w:rsidRPr="00AF35B1" w:rsidRDefault="009906DC" w:rsidP="009906DC">
      <w:pPr>
        <w:numPr>
          <w:ilvl w:val="0"/>
          <w:numId w:val="79"/>
        </w:numPr>
        <w:spacing w:before="0" w:after="0" w:line="360" w:lineRule="auto"/>
        <w:rPr>
          <w:rFonts w:asciiTheme="minorHAnsi" w:hAnsiTheme="minorHAnsi"/>
        </w:rPr>
      </w:pPr>
      <w:r w:rsidRPr="00AF35B1">
        <w:rPr>
          <w:rFonts w:asciiTheme="minorHAnsi" w:eastAsiaTheme="minorEastAsia" w:hAnsiTheme="minorHAnsi" w:cstheme="minorBidi"/>
          <w:b/>
          <w:sz w:val="26"/>
          <w:szCs w:val="26"/>
          <w:lang w:bidi="en-US"/>
        </w:rPr>
        <w:lastRenderedPageBreak/>
        <w:t xml:space="preserve"> </w:t>
      </w:r>
      <w:r w:rsidR="001F53C6" w:rsidRPr="00AF35B1">
        <w:rPr>
          <w:rFonts w:asciiTheme="minorHAnsi" w:eastAsiaTheme="minorEastAsia" w:hAnsiTheme="minorHAnsi" w:cstheme="minorBidi"/>
          <w:b/>
          <w:sz w:val="26"/>
          <w:szCs w:val="26"/>
          <w:lang w:bidi="en-US"/>
        </w:rPr>
        <w:t>Forum 4.1 (2</w:t>
      </w:r>
      <w:r w:rsidR="0051577A" w:rsidRPr="00AF35B1">
        <w:rPr>
          <w:rFonts w:asciiTheme="minorHAnsi" w:eastAsiaTheme="minorEastAsia" w:hAnsiTheme="minorHAnsi" w:cstheme="minorBidi"/>
          <w:b/>
          <w:sz w:val="26"/>
          <w:szCs w:val="26"/>
          <w:lang w:bidi="en-US"/>
        </w:rPr>
        <w:t>.0</w:t>
      </w:r>
      <w:r w:rsidR="001F53C6" w:rsidRPr="00AF35B1">
        <w:rPr>
          <w:rFonts w:asciiTheme="minorHAnsi" w:eastAsiaTheme="minorEastAsia" w:hAnsiTheme="minorHAnsi" w:cstheme="minorBidi"/>
          <w:b/>
          <w:sz w:val="26"/>
          <w:szCs w:val="26"/>
          <w:lang w:bidi="en-US"/>
        </w:rPr>
        <w:t xml:space="preserve"> hours)</w:t>
      </w:r>
    </w:p>
    <w:p w:rsidR="001F53C6" w:rsidRPr="00FD7BF1" w:rsidRDefault="001F53C6" w:rsidP="006068C4">
      <w:pPr>
        <w:pStyle w:val="Style2"/>
        <w:spacing w:before="120" w:after="0"/>
        <w:ind w:left="360"/>
        <w:rPr>
          <w:rFonts w:asciiTheme="minorHAnsi" w:eastAsiaTheme="minorEastAsia" w:hAnsiTheme="minorHAnsi" w:cstheme="minorBidi"/>
          <w:sz w:val="24"/>
          <w:szCs w:val="24"/>
          <w:lang w:bidi="en-US"/>
        </w:rPr>
      </w:pPr>
      <w:r w:rsidRPr="00FD7BF1">
        <w:rPr>
          <w:rFonts w:asciiTheme="minorHAnsi" w:eastAsiaTheme="minorEastAsia" w:hAnsiTheme="minorHAnsi" w:cstheme="minorBidi"/>
          <w:sz w:val="24"/>
          <w:szCs w:val="24"/>
          <w:lang w:bidi="en-US"/>
        </w:rPr>
        <w:t>Title: Compulsory Voting</w:t>
      </w:r>
    </w:p>
    <w:p w:rsidR="001F53C6" w:rsidRPr="00FD7BF1" w:rsidRDefault="001F53C6" w:rsidP="00750912">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Voter turnout in the United States is considerably lower than in most other industrialized democratic countries. Australia, which has compulsory voting laws, has a voter turnout rate in the 90th percentile. Consider these statistics and respond to the following questions:</w:t>
      </w:r>
    </w:p>
    <w:p w:rsidR="001F53C6" w:rsidRPr="00FD7BF1" w:rsidRDefault="001F53C6" w:rsidP="00060505">
      <w:pPr>
        <w:pStyle w:val="Style2"/>
        <w:numPr>
          <w:ilvl w:val="0"/>
          <w:numId w:val="53"/>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What are the two main reasons people may not be participating in voting in the United States? Discuss ways to remedy the situation. </w:t>
      </w:r>
    </w:p>
    <w:p w:rsidR="001F53C6" w:rsidRPr="00FD7BF1" w:rsidRDefault="001F53C6" w:rsidP="00060505">
      <w:pPr>
        <w:pStyle w:val="Style2"/>
        <w:numPr>
          <w:ilvl w:val="0"/>
          <w:numId w:val="53"/>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Are compulsory voting laws a viable solution for the United States? Why or why not? </w:t>
      </w:r>
    </w:p>
    <w:p w:rsidR="001F53C6" w:rsidRPr="00AF35B1" w:rsidRDefault="001F53C6" w:rsidP="009F066E">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t>Analysis 4.1 (1.75 hours)</w:t>
      </w:r>
    </w:p>
    <w:p w:rsidR="001F53C6" w:rsidRPr="00FD7BF1" w:rsidRDefault="001F53C6" w:rsidP="009F066E">
      <w:pPr>
        <w:pStyle w:val="Style2"/>
        <w:spacing w:before="120" w:after="0"/>
        <w:ind w:left="360"/>
        <w:rPr>
          <w:rFonts w:asciiTheme="minorHAnsi" w:hAnsiTheme="minorHAnsi" w:cs="Arial"/>
        </w:rPr>
      </w:pPr>
      <w:r w:rsidRPr="00FD7BF1">
        <w:rPr>
          <w:rFonts w:asciiTheme="minorHAnsi" w:eastAsiaTheme="minorEastAsia" w:hAnsiTheme="minorHAnsi" w:cstheme="minorBidi"/>
          <w:color w:val="000000"/>
          <w:sz w:val="24"/>
          <w:szCs w:val="24"/>
          <w:lang w:bidi="en-US"/>
        </w:rPr>
        <w:t>Title: Perspectives on Political Beliefs</w:t>
      </w:r>
    </w:p>
    <w:p w:rsidR="001F53C6" w:rsidRPr="00FD7BF1" w:rsidRDefault="001F53C6" w:rsidP="009F066E">
      <w:pPr>
        <w:pStyle w:val="Style2"/>
        <w:spacing w:before="0" w:after="0"/>
        <w:ind w:left="720"/>
        <w:rPr>
          <w:rFonts w:asciiTheme="minorHAnsi" w:hAnsiTheme="minorHAnsi"/>
          <w:sz w:val="24"/>
          <w:szCs w:val="24"/>
        </w:rPr>
      </w:pPr>
      <w:r w:rsidRPr="00FD7BF1">
        <w:rPr>
          <w:rFonts w:asciiTheme="minorHAnsi" w:hAnsiTheme="minorHAnsi"/>
          <w:b w:val="0"/>
          <w:sz w:val="24"/>
          <w:szCs w:val="24"/>
        </w:rPr>
        <w:t>Political scientists believe that families play an important role in the socialization process. Families pass along party identification to their children, and politically active families may do so for future generations. Consider the link between your family and your political socialization. Respond to the following:</w:t>
      </w:r>
    </w:p>
    <w:p w:rsidR="001F53C6" w:rsidRPr="00FD7BF1" w:rsidRDefault="001F53C6" w:rsidP="00281D22">
      <w:pPr>
        <w:pStyle w:val="Style2"/>
        <w:numPr>
          <w:ilvl w:val="1"/>
          <w:numId w:val="81"/>
        </w:numPr>
        <w:spacing w:before="0" w:after="0"/>
        <w:ind w:left="1800"/>
        <w:rPr>
          <w:rFonts w:asciiTheme="minorHAnsi" w:hAnsiTheme="minorHAnsi"/>
          <w:b w:val="0"/>
          <w:sz w:val="24"/>
          <w:szCs w:val="24"/>
        </w:rPr>
      </w:pPr>
      <w:r w:rsidRPr="00FD7BF1">
        <w:rPr>
          <w:rFonts w:asciiTheme="minorHAnsi" w:hAnsiTheme="minorHAnsi"/>
          <w:b w:val="0"/>
          <w:sz w:val="24"/>
          <w:szCs w:val="24"/>
        </w:rPr>
        <w:t>Explain your level of political involvement and your party affiliation. Are you registered to vote? Are you a regular voter? Do you participate in both local and national elections? Have you ever joined a political group or participated in a political campaign? How closely do you follow current events? Do you consider yourself a member of a political party, and have you always had the same affiliation?</w:t>
      </w:r>
    </w:p>
    <w:p w:rsidR="001F53C6" w:rsidRPr="00FD7BF1" w:rsidRDefault="001F53C6" w:rsidP="00281D22">
      <w:pPr>
        <w:pStyle w:val="Style2"/>
        <w:numPr>
          <w:ilvl w:val="1"/>
          <w:numId w:val="81"/>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Interview a family member and explain your family’s political involvement and party loyalties. Discuss and compare the results of your interview with your own answers. </w:t>
      </w:r>
    </w:p>
    <w:p w:rsidR="001F53C6" w:rsidRPr="00FD7BF1" w:rsidRDefault="001F53C6" w:rsidP="00281D22">
      <w:pPr>
        <w:pStyle w:val="Style2"/>
        <w:numPr>
          <w:ilvl w:val="1"/>
          <w:numId w:val="81"/>
        </w:numPr>
        <w:spacing w:before="0" w:after="0"/>
        <w:ind w:left="1800"/>
        <w:rPr>
          <w:rFonts w:asciiTheme="minorHAnsi" w:hAnsiTheme="minorHAnsi"/>
          <w:b w:val="0"/>
          <w:sz w:val="24"/>
          <w:szCs w:val="24"/>
        </w:rPr>
      </w:pPr>
      <w:r w:rsidRPr="00FD7BF1">
        <w:rPr>
          <w:rFonts w:asciiTheme="minorHAnsi" w:hAnsiTheme="minorHAnsi"/>
          <w:b w:val="0"/>
          <w:sz w:val="24"/>
          <w:szCs w:val="24"/>
        </w:rPr>
        <w:lastRenderedPageBreak/>
        <w:t xml:space="preserve">Consider the role your family has played in your political socialization. How important do you think it was in helping you formulate your current viewpoints? What other agents of socialization, for example, school, religious institutions, peer groups, and the media, have been important factors in shaping your political attitudes and why? </w:t>
      </w:r>
    </w:p>
    <w:p w:rsidR="001F53C6" w:rsidRPr="00FD7BF1" w:rsidRDefault="009906DC" w:rsidP="00D71EEF">
      <w:pPr>
        <w:spacing w:before="0" w:after="0"/>
        <w:rPr>
          <w:rFonts w:asciiTheme="minorHAnsi" w:hAnsiTheme="minorHAnsi"/>
          <w:i/>
          <w:color w:val="000000"/>
          <w:sz w:val="24"/>
          <w:szCs w:val="24"/>
        </w:rPr>
      </w:pPr>
      <w:r w:rsidRPr="00FD7BF1">
        <w:rPr>
          <w:rFonts w:asciiTheme="minorHAnsi" w:hAnsiTheme="minorHAnsi"/>
          <w:i/>
          <w:color w:val="000000"/>
          <w:sz w:val="24"/>
          <w:szCs w:val="24"/>
        </w:rPr>
        <w:t xml:space="preserve"> </w:t>
      </w:r>
      <w:r w:rsidR="001F53C6" w:rsidRPr="00FD7BF1">
        <w:rPr>
          <w:rFonts w:asciiTheme="minorHAnsi" w:hAnsiTheme="minorHAnsi"/>
          <w:i/>
          <w:color w:val="000000"/>
          <w:sz w:val="24"/>
          <w:szCs w:val="24"/>
        </w:rPr>
        <w:t>(End of Week 4)</w:t>
      </w:r>
    </w:p>
    <w:p w:rsidR="00063852" w:rsidRPr="00FD7BF1" w:rsidRDefault="00063852">
      <w:pPr>
        <w:spacing w:before="0" w:after="0" w:line="240" w:lineRule="auto"/>
        <w:rPr>
          <w:rFonts w:asciiTheme="minorHAnsi" w:hAnsiTheme="minorHAnsi"/>
          <w:b/>
          <w:bCs/>
          <w:caps/>
          <w:color w:val="FFFFFF"/>
          <w:spacing w:val="15"/>
          <w:sz w:val="22"/>
          <w:szCs w:val="22"/>
        </w:rPr>
      </w:pPr>
      <w:r w:rsidRPr="00FD7BF1">
        <w:rPr>
          <w:rFonts w:asciiTheme="minorHAnsi" w:hAnsiTheme="minorHAnsi"/>
        </w:rPr>
        <w:br w:type="page"/>
      </w:r>
    </w:p>
    <w:p w:rsidR="001F53C6" w:rsidRPr="00FD7BF1" w:rsidRDefault="001F53C6" w:rsidP="006A6C80">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5: Role of mass media</w:t>
      </w:r>
    </w:p>
    <w:p w:rsidR="001F53C6" w:rsidRPr="00FD7BF1" w:rsidRDefault="001F53C6" w:rsidP="006A6C80">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23"/>
        </w:numPr>
        <w:spacing w:before="120" w:after="0" w:line="360" w:lineRule="auto"/>
        <w:rPr>
          <w:rFonts w:asciiTheme="minorHAnsi" w:hAnsiTheme="minorHAnsi" w:cs="Arial"/>
          <w:sz w:val="24"/>
          <w:szCs w:val="24"/>
        </w:rPr>
      </w:pPr>
      <w:r w:rsidRPr="00FD7BF1">
        <w:rPr>
          <w:rFonts w:asciiTheme="minorHAnsi" w:hAnsiTheme="minorHAnsi" w:cs="Arial"/>
          <w:sz w:val="24"/>
          <w:szCs w:val="24"/>
        </w:rPr>
        <w:t>Analyze the role and impact of political parties, media, and interest groups on policy and the U.S. political process.</w:t>
      </w:r>
    </w:p>
    <w:p w:rsidR="001F53C6" w:rsidRPr="00AF35B1" w:rsidRDefault="001F53C6" w:rsidP="009906DC">
      <w:pPr>
        <w:spacing w:before="0" w:after="0" w:line="240" w:lineRule="auto"/>
        <w:rPr>
          <w:rFonts w:asciiTheme="minorHAnsi" w:hAnsiTheme="minorHAnsi"/>
        </w:rPr>
      </w:pPr>
      <w:r w:rsidRPr="00AF35B1">
        <w:rPr>
          <w:rFonts w:asciiTheme="minorHAnsi" w:eastAsiaTheme="minorEastAsia" w:hAnsiTheme="minorHAnsi" w:cstheme="minorBidi"/>
          <w:b/>
          <w:sz w:val="26"/>
          <w:szCs w:val="26"/>
          <w:lang w:bidi="en-US"/>
        </w:rPr>
        <w:t>Forum 5.1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F6177F">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Where Do You Get Your News?</w:t>
      </w:r>
    </w:p>
    <w:p w:rsidR="001F53C6" w:rsidRPr="00FD7BF1" w:rsidRDefault="001F53C6" w:rsidP="00F6177F">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The days of the newspaper are disappearing, and more and more Americans are obtaining information from the Internet and cable television. Considering the way you obtain information and the reliability of that information, respond to the following:</w:t>
      </w:r>
    </w:p>
    <w:p w:rsidR="001F53C6" w:rsidRPr="00FD7BF1" w:rsidRDefault="001F53C6" w:rsidP="00060505">
      <w:pPr>
        <w:pStyle w:val="Style2"/>
        <w:numPr>
          <w:ilvl w:val="1"/>
          <w:numId w:val="25"/>
        </w:numPr>
        <w:spacing w:before="0" w:after="0"/>
        <w:rPr>
          <w:rFonts w:asciiTheme="minorHAnsi" w:hAnsiTheme="minorHAnsi"/>
          <w:b w:val="0"/>
          <w:sz w:val="24"/>
          <w:szCs w:val="24"/>
        </w:rPr>
      </w:pPr>
      <w:r w:rsidRPr="00FD7BF1">
        <w:rPr>
          <w:rFonts w:asciiTheme="minorHAnsi" w:hAnsiTheme="minorHAnsi"/>
          <w:b w:val="0"/>
          <w:sz w:val="24"/>
          <w:szCs w:val="24"/>
        </w:rPr>
        <w:t xml:space="preserve">How varied are the sources you get your news and information from? Are they objective or biased? Justify your answer. </w:t>
      </w:r>
    </w:p>
    <w:p w:rsidR="001F53C6" w:rsidRPr="00FD7BF1" w:rsidRDefault="001F53C6" w:rsidP="00060505">
      <w:pPr>
        <w:pStyle w:val="Style2"/>
        <w:numPr>
          <w:ilvl w:val="1"/>
          <w:numId w:val="25"/>
        </w:numPr>
        <w:spacing w:before="0" w:after="0"/>
        <w:rPr>
          <w:rFonts w:asciiTheme="minorHAnsi" w:hAnsiTheme="minorHAnsi"/>
          <w:b w:val="0"/>
          <w:sz w:val="24"/>
          <w:szCs w:val="24"/>
        </w:rPr>
      </w:pPr>
      <w:r w:rsidRPr="00FD7BF1">
        <w:rPr>
          <w:rFonts w:asciiTheme="minorHAnsi" w:hAnsiTheme="minorHAnsi"/>
          <w:b w:val="0"/>
          <w:sz w:val="24"/>
          <w:szCs w:val="24"/>
        </w:rPr>
        <w:t>Do you listen to political pundits? Do you believe they should be held accountable for their information? Explain. To what extent should people rely on pundits for their news?</w:t>
      </w:r>
    </w:p>
    <w:p w:rsidR="001F53C6" w:rsidRPr="00FD7BF1" w:rsidRDefault="001F53C6" w:rsidP="00060505">
      <w:pPr>
        <w:pStyle w:val="Style2"/>
        <w:numPr>
          <w:ilvl w:val="1"/>
          <w:numId w:val="25"/>
        </w:numPr>
        <w:spacing w:before="0" w:after="0"/>
        <w:rPr>
          <w:rFonts w:asciiTheme="minorHAnsi" w:hAnsiTheme="minorHAnsi"/>
          <w:b w:val="0"/>
          <w:sz w:val="24"/>
          <w:szCs w:val="24"/>
        </w:rPr>
      </w:pPr>
      <w:r w:rsidRPr="00FD7BF1">
        <w:rPr>
          <w:rFonts w:asciiTheme="minorHAnsi" w:hAnsiTheme="minorHAnsi"/>
          <w:b w:val="0"/>
          <w:sz w:val="24"/>
          <w:szCs w:val="24"/>
        </w:rPr>
        <w:t xml:space="preserve">What steps should the government take to regulate the media in the United States? </w:t>
      </w:r>
    </w:p>
    <w:p w:rsidR="001F53C6" w:rsidRPr="00AF35B1" w:rsidRDefault="001F53C6" w:rsidP="00535F2F">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AF35B1">
        <w:rPr>
          <w:rFonts w:asciiTheme="minorHAnsi" w:eastAsiaTheme="minorEastAsia" w:hAnsiTheme="minorHAnsi" w:cstheme="minorBidi"/>
          <w:b/>
          <w:sz w:val="26"/>
          <w:szCs w:val="26"/>
          <w:lang w:bidi="en-US"/>
        </w:rPr>
        <w:t>short ANSWER 5.1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535F2F">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New vs. Old Media</w:t>
      </w:r>
    </w:p>
    <w:p w:rsidR="001F53C6" w:rsidRPr="00FD7BF1" w:rsidRDefault="001F53C6" w:rsidP="00535F2F">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The media landscape in the United States has changed dramatically over the past 20 years because of consolidation and the emergence of new types of media. Consider these changes and respond to the following questions:</w:t>
      </w:r>
    </w:p>
    <w:p w:rsidR="00063852" w:rsidRPr="009906DC" w:rsidRDefault="001F53C6" w:rsidP="00D71EEF">
      <w:pPr>
        <w:pStyle w:val="Style2"/>
        <w:numPr>
          <w:ilvl w:val="1"/>
          <w:numId w:val="83"/>
        </w:numPr>
        <w:spacing w:before="0" w:after="0" w:line="240" w:lineRule="auto"/>
        <w:ind w:left="1800"/>
        <w:rPr>
          <w:rFonts w:asciiTheme="minorHAnsi" w:hAnsiTheme="minorHAnsi"/>
          <w:bCs/>
          <w:caps/>
          <w:color w:val="FFFFFF"/>
          <w:spacing w:val="15"/>
          <w:sz w:val="22"/>
          <w:szCs w:val="22"/>
        </w:rPr>
      </w:pPr>
      <w:r w:rsidRPr="009906DC">
        <w:rPr>
          <w:rFonts w:asciiTheme="minorHAnsi" w:hAnsiTheme="minorHAnsi"/>
          <w:b w:val="0"/>
          <w:sz w:val="24"/>
          <w:szCs w:val="24"/>
        </w:rPr>
        <w:t xml:space="preserve">How </w:t>
      </w:r>
      <w:proofErr w:type="gramStart"/>
      <w:r w:rsidRPr="009906DC">
        <w:rPr>
          <w:rFonts w:asciiTheme="minorHAnsi" w:hAnsiTheme="minorHAnsi"/>
          <w:b w:val="0"/>
          <w:sz w:val="24"/>
          <w:szCs w:val="24"/>
        </w:rPr>
        <w:t>does the new media</w:t>
      </w:r>
      <w:proofErr w:type="gramEnd"/>
      <w:r w:rsidRPr="009906DC">
        <w:rPr>
          <w:rFonts w:asciiTheme="minorHAnsi" w:hAnsiTheme="minorHAnsi"/>
          <w:b w:val="0"/>
          <w:sz w:val="24"/>
          <w:szCs w:val="24"/>
        </w:rPr>
        <w:t xml:space="preserve"> differ from the traditional media? What are the advantages and disadvantages of each? Consider at least one type from each group and discuss those types specifically. What effect do you think media consolidation has had on the quality of news content in the United States? </w:t>
      </w:r>
      <w:r w:rsidR="009906DC" w:rsidRPr="009906DC">
        <w:rPr>
          <w:rFonts w:asciiTheme="minorHAnsi" w:hAnsiTheme="minorHAnsi"/>
          <w:i/>
          <w:color w:val="000000"/>
          <w:sz w:val="24"/>
          <w:szCs w:val="24"/>
        </w:rPr>
        <w:t xml:space="preserve"> </w:t>
      </w:r>
      <w:r w:rsidRPr="009906DC">
        <w:rPr>
          <w:rFonts w:asciiTheme="minorHAnsi" w:hAnsiTheme="minorHAnsi"/>
          <w:i/>
          <w:color w:val="000000"/>
          <w:sz w:val="24"/>
          <w:szCs w:val="24"/>
        </w:rPr>
        <w:t>(End of Week 5)</w:t>
      </w:r>
      <w:r w:rsidR="00063852" w:rsidRPr="009906DC">
        <w:rPr>
          <w:rFonts w:asciiTheme="minorHAnsi" w:hAnsiTheme="minorHAnsi"/>
        </w:rPr>
        <w:br w:type="page"/>
      </w:r>
    </w:p>
    <w:p w:rsidR="001F53C6" w:rsidRPr="00FD7BF1" w:rsidRDefault="001F53C6" w:rsidP="0061341D">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hAnsiTheme="minorHAnsi"/>
        </w:rPr>
      </w:pPr>
      <w:r w:rsidRPr="00FD7BF1">
        <w:rPr>
          <w:rFonts w:asciiTheme="minorHAnsi" w:eastAsiaTheme="minorEastAsia" w:hAnsiTheme="minorHAnsi" w:cstheme="minorBidi"/>
          <w:color w:val="FFFFFF" w:themeColor="background1"/>
          <w:sz w:val="28"/>
          <w:szCs w:val="28"/>
          <w:lang w:bidi="en-US"/>
        </w:rPr>
        <w:lastRenderedPageBreak/>
        <w:t>Week 6: role of interest groups</w:t>
      </w:r>
    </w:p>
    <w:p w:rsidR="001F53C6" w:rsidRPr="00FD7BF1" w:rsidRDefault="001F53C6" w:rsidP="0061341D">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D74B86">
      <w:pPr>
        <w:pStyle w:val="ListParagraph"/>
        <w:numPr>
          <w:ilvl w:val="0"/>
          <w:numId w:val="26"/>
        </w:numPr>
        <w:spacing w:before="120" w:after="0" w:line="360" w:lineRule="auto"/>
        <w:rPr>
          <w:rFonts w:asciiTheme="minorHAnsi" w:hAnsiTheme="minorHAnsi" w:cs="Arial"/>
          <w:sz w:val="24"/>
          <w:szCs w:val="24"/>
        </w:rPr>
      </w:pPr>
      <w:r w:rsidRPr="00FD7BF1">
        <w:rPr>
          <w:rFonts w:asciiTheme="minorHAnsi" w:hAnsiTheme="minorHAnsi" w:cs="Arial"/>
          <w:sz w:val="24"/>
          <w:szCs w:val="24"/>
        </w:rPr>
        <w:t>Analyze the role and impact of political parties, media, and interest groups on policy and the U.S. political process.</w:t>
      </w:r>
    </w:p>
    <w:p w:rsidR="001F53C6" w:rsidRPr="00AF35B1" w:rsidRDefault="001F53C6" w:rsidP="009906DC">
      <w:pPr>
        <w:pStyle w:val="ListParagraph"/>
        <w:numPr>
          <w:ilvl w:val="0"/>
          <w:numId w:val="27"/>
        </w:numPr>
        <w:spacing w:before="0" w:after="0" w:line="360" w:lineRule="auto"/>
        <w:rPr>
          <w:rFonts w:asciiTheme="minorHAnsi" w:eastAsiaTheme="minorEastAsia" w:hAnsiTheme="minorHAnsi" w:cstheme="minorBidi"/>
          <w:b/>
          <w:sz w:val="26"/>
          <w:szCs w:val="26"/>
          <w:lang w:bidi="en-US"/>
        </w:rPr>
      </w:pPr>
      <w:r w:rsidRPr="00FD7BF1">
        <w:rPr>
          <w:rFonts w:asciiTheme="minorHAnsi" w:hAnsiTheme="minorHAnsi" w:cs="Arial"/>
          <w:sz w:val="24"/>
          <w:szCs w:val="24"/>
        </w:rPr>
        <w:t>Prepare oral and visual presentations on multiple selected topics using information from the ITT Tech Virtual Library.</w:t>
      </w:r>
      <w:r w:rsidR="009906DC" w:rsidRPr="00AF35B1">
        <w:rPr>
          <w:rFonts w:asciiTheme="minorHAnsi" w:eastAsiaTheme="minorEastAsia" w:hAnsiTheme="minorHAnsi" w:cstheme="minorBidi"/>
          <w:b/>
          <w:sz w:val="26"/>
          <w:szCs w:val="26"/>
          <w:lang w:bidi="en-US"/>
        </w:rPr>
        <w:t xml:space="preserve"> </w:t>
      </w:r>
      <w:r w:rsidRPr="00AF35B1">
        <w:rPr>
          <w:rFonts w:asciiTheme="minorHAnsi" w:eastAsiaTheme="minorEastAsia" w:hAnsiTheme="minorHAnsi" w:cstheme="minorBidi"/>
          <w:b/>
          <w:sz w:val="26"/>
          <w:szCs w:val="26"/>
          <w:lang w:bidi="en-US"/>
        </w:rPr>
        <w:t>Forum 6.1 (1.5 hours)</w:t>
      </w:r>
    </w:p>
    <w:p w:rsidR="001F53C6" w:rsidRPr="00FD7BF1" w:rsidRDefault="001F53C6" w:rsidP="00282185">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Your Congressional Representatives</w:t>
      </w:r>
    </w:p>
    <w:p w:rsidR="001F53C6" w:rsidRPr="00FD7BF1" w:rsidRDefault="001F53C6" w:rsidP="00177677">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Interest groups rate congressional representatives on the basis of how often the representatives</w:t>
      </w:r>
      <w:r w:rsidRPr="00FD7BF1" w:rsidDel="0064669D">
        <w:rPr>
          <w:rFonts w:asciiTheme="minorHAnsi" w:hAnsiTheme="minorHAnsi"/>
          <w:b w:val="0"/>
          <w:sz w:val="24"/>
          <w:szCs w:val="24"/>
        </w:rPr>
        <w:t xml:space="preserve"> </w:t>
      </w:r>
      <w:r w:rsidRPr="00FD7BF1">
        <w:rPr>
          <w:rFonts w:asciiTheme="minorHAnsi" w:hAnsiTheme="minorHAnsi"/>
          <w:b w:val="0"/>
          <w:sz w:val="24"/>
          <w:szCs w:val="24"/>
        </w:rPr>
        <w:t>do or do not support the groups’ viewpoints. These ratings are easily accessible online, and they are an excellent way to discover how your legislator votes on specific issues. Keeping this in mind, respond to the following:</w:t>
      </w:r>
    </w:p>
    <w:p w:rsidR="001F53C6" w:rsidRPr="00FD7BF1" w:rsidRDefault="001F53C6" w:rsidP="00060505">
      <w:pPr>
        <w:pStyle w:val="Style2"/>
        <w:numPr>
          <w:ilvl w:val="1"/>
          <w:numId w:val="29"/>
        </w:numPr>
        <w:spacing w:before="0" w:after="0"/>
        <w:rPr>
          <w:rFonts w:asciiTheme="minorHAnsi" w:hAnsiTheme="minorHAnsi"/>
          <w:b w:val="0"/>
          <w:sz w:val="24"/>
          <w:szCs w:val="24"/>
        </w:rPr>
      </w:pPr>
      <w:r w:rsidRPr="00FD7BF1">
        <w:rPr>
          <w:rFonts w:asciiTheme="minorHAnsi" w:hAnsiTheme="minorHAnsi"/>
          <w:b w:val="0"/>
          <w:sz w:val="24"/>
          <w:szCs w:val="24"/>
        </w:rPr>
        <w:t xml:space="preserve">Research one of your federal legislators by using the ITT Tech Virtual Library. Explain how he or she has been rated by interest groups on at least three distinct issues, for example, abortion, education, and crime. </w:t>
      </w:r>
    </w:p>
    <w:p w:rsidR="001F53C6" w:rsidRPr="00FD7BF1" w:rsidRDefault="001F53C6" w:rsidP="00060505">
      <w:pPr>
        <w:pStyle w:val="Style2"/>
        <w:numPr>
          <w:ilvl w:val="1"/>
          <w:numId w:val="29"/>
        </w:numPr>
        <w:spacing w:before="0" w:after="0"/>
        <w:rPr>
          <w:rFonts w:asciiTheme="minorHAnsi" w:hAnsiTheme="minorHAnsi"/>
          <w:b w:val="0"/>
          <w:sz w:val="24"/>
          <w:szCs w:val="24"/>
        </w:rPr>
      </w:pPr>
      <w:r w:rsidRPr="00FD7BF1">
        <w:rPr>
          <w:rFonts w:asciiTheme="minorHAnsi" w:hAnsiTheme="minorHAnsi"/>
          <w:b w:val="0"/>
          <w:sz w:val="24"/>
          <w:szCs w:val="24"/>
        </w:rPr>
        <w:t>Discuss what these ratings say about the political ideology of your legislator. Did anything you find surprise you or change your opinion of your legislator?</w:t>
      </w:r>
    </w:p>
    <w:p w:rsidR="001F53C6" w:rsidRPr="00AF35B1" w:rsidRDefault="001F53C6" w:rsidP="00A52585">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t>Analysis 6.1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A52585">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Interest Groups</w:t>
      </w:r>
    </w:p>
    <w:p w:rsidR="001F53C6" w:rsidRPr="00FD7BF1" w:rsidRDefault="001F53C6" w:rsidP="00A52585">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Interest groups, such as business groups, professional organizations, religious groups, and advocacy groups, are organizations that citizens join for the purpose of influencing public policy. Considering this information, respond to the following:</w:t>
      </w:r>
    </w:p>
    <w:p w:rsidR="001F53C6" w:rsidRPr="00FD7BF1" w:rsidRDefault="001F53C6" w:rsidP="005F5128">
      <w:pPr>
        <w:pStyle w:val="Style2"/>
        <w:numPr>
          <w:ilvl w:val="0"/>
          <w:numId w:val="85"/>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Research one interest group. </w:t>
      </w:r>
    </w:p>
    <w:p w:rsidR="001F53C6" w:rsidRPr="00FD7BF1" w:rsidRDefault="001F53C6" w:rsidP="005F5128">
      <w:pPr>
        <w:pStyle w:val="Style2"/>
        <w:numPr>
          <w:ilvl w:val="0"/>
          <w:numId w:val="85"/>
        </w:numPr>
        <w:spacing w:before="0" w:after="0"/>
        <w:ind w:left="1800"/>
        <w:rPr>
          <w:rFonts w:asciiTheme="minorHAnsi" w:hAnsiTheme="minorHAnsi"/>
          <w:b w:val="0"/>
          <w:sz w:val="24"/>
          <w:szCs w:val="24"/>
        </w:rPr>
      </w:pPr>
      <w:r w:rsidRPr="00FD7BF1">
        <w:rPr>
          <w:rFonts w:asciiTheme="minorHAnsi" w:hAnsiTheme="minorHAnsi"/>
          <w:b w:val="0"/>
          <w:sz w:val="24"/>
          <w:szCs w:val="24"/>
        </w:rPr>
        <w:lastRenderedPageBreak/>
        <w:t xml:space="preserve">Prepare a PowerPoint presentation explaining the history, primary goals, membership makeup, and the importance of the group you chose. </w:t>
      </w:r>
    </w:p>
    <w:p w:rsidR="001F53C6" w:rsidRPr="00FD7BF1" w:rsidRDefault="001F53C6" w:rsidP="005F5128">
      <w:pPr>
        <w:pStyle w:val="Style2"/>
        <w:numPr>
          <w:ilvl w:val="0"/>
          <w:numId w:val="85"/>
        </w:numPr>
        <w:spacing w:before="0" w:after="0"/>
        <w:ind w:left="1800"/>
        <w:rPr>
          <w:rFonts w:asciiTheme="minorHAnsi" w:hAnsiTheme="minorHAnsi"/>
          <w:b w:val="0"/>
          <w:sz w:val="24"/>
          <w:szCs w:val="24"/>
        </w:rPr>
      </w:pPr>
      <w:r w:rsidRPr="00FD7BF1">
        <w:rPr>
          <w:rFonts w:asciiTheme="minorHAnsi" w:hAnsiTheme="minorHAnsi"/>
          <w:b w:val="0"/>
          <w:sz w:val="24"/>
          <w:szCs w:val="24"/>
        </w:rPr>
        <w:t>Describe the tactics and strategies used by the interest group to promote its agenda.</w:t>
      </w:r>
    </w:p>
    <w:p w:rsidR="00B72E39" w:rsidRPr="00FD7BF1" w:rsidRDefault="00B72E39" w:rsidP="002716DC">
      <w:pPr>
        <w:pStyle w:val="Style2"/>
        <w:spacing w:before="0" w:after="0"/>
        <w:ind w:left="360"/>
        <w:rPr>
          <w:rFonts w:asciiTheme="minorHAnsi" w:hAnsiTheme="minorHAnsi"/>
          <w:color w:val="000000"/>
          <w:sz w:val="24"/>
          <w:szCs w:val="24"/>
        </w:rPr>
      </w:pPr>
    </w:p>
    <w:p w:rsidR="001F53C6" w:rsidRPr="00FD7BF1" w:rsidRDefault="001F53C6" w:rsidP="00D71EEF">
      <w:pPr>
        <w:spacing w:before="0" w:after="0"/>
        <w:rPr>
          <w:rFonts w:asciiTheme="minorHAnsi" w:hAnsiTheme="minorHAnsi"/>
          <w:i/>
          <w:color w:val="000000"/>
          <w:sz w:val="24"/>
          <w:szCs w:val="24"/>
        </w:rPr>
      </w:pPr>
      <w:r w:rsidRPr="00FD7BF1">
        <w:rPr>
          <w:rFonts w:asciiTheme="minorHAnsi" w:hAnsiTheme="minorHAnsi"/>
          <w:i/>
          <w:color w:val="000000"/>
          <w:sz w:val="24"/>
          <w:szCs w:val="24"/>
        </w:rPr>
        <w:t>(End of Week 6)</w:t>
      </w:r>
    </w:p>
    <w:p w:rsidR="00063852" w:rsidRPr="00FD7BF1" w:rsidRDefault="00063852">
      <w:pPr>
        <w:spacing w:before="0" w:after="0" w:line="240" w:lineRule="auto"/>
        <w:rPr>
          <w:rFonts w:asciiTheme="minorHAnsi" w:hAnsiTheme="minorHAnsi"/>
          <w:b/>
          <w:bCs/>
          <w:caps/>
          <w:color w:val="FFFFFF"/>
          <w:spacing w:val="15"/>
          <w:sz w:val="22"/>
          <w:szCs w:val="22"/>
        </w:rPr>
      </w:pPr>
      <w:r w:rsidRPr="00FD7BF1">
        <w:rPr>
          <w:rFonts w:asciiTheme="minorHAnsi" w:hAnsiTheme="minorHAnsi"/>
        </w:rPr>
        <w:br w:type="page"/>
      </w:r>
    </w:p>
    <w:p w:rsidR="001F53C6" w:rsidRPr="00FD7BF1" w:rsidRDefault="001F53C6" w:rsidP="00E37E7E">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hAnsiTheme="minorHAnsi"/>
        </w:rPr>
      </w:pPr>
      <w:r w:rsidRPr="00FD7BF1">
        <w:rPr>
          <w:rFonts w:asciiTheme="minorHAnsi" w:eastAsiaTheme="minorEastAsia" w:hAnsiTheme="minorHAnsi" w:cstheme="minorBidi"/>
          <w:color w:val="FFFFFF" w:themeColor="background1"/>
          <w:sz w:val="28"/>
          <w:szCs w:val="28"/>
          <w:lang w:bidi="en-US"/>
        </w:rPr>
        <w:lastRenderedPageBreak/>
        <w:t>Week 7: Political Parties</w:t>
      </w:r>
    </w:p>
    <w:p w:rsidR="001F53C6" w:rsidRPr="00FD7BF1" w:rsidRDefault="001F53C6" w:rsidP="00E37E7E">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047475">
      <w:pPr>
        <w:pStyle w:val="ListParagraph"/>
        <w:numPr>
          <w:ilvl w:val="0"/>
          <w:numId w:val="189"/>
        </w:numPr>
        <w:spacing w:before="120" w:after="0" w:line="360" w:lineRule="auto"/>
        <w:rPr>
          <w:rFonts w:asciiTheme="minorHAnsi" w:hAnsiTheme="minorHAnsi" w:cs="Arial"/>
          <w:sz w:val="24"/>
          <w:szCs w:val="24"/>
        </w:rPr>
      </w:pPr>
      <w:r w:rsidRPr="00FD7BF1">
        <w:rPr>
          <w:rFonts w:asciiTheme="minorHAnsi" w:hAnsiTheme="minorHAnsi" w:cs="Arial"/>
          <w:sz w:val="24"/>
          <w:szCs w:val="24"/>
        </w:rPr>
        <w:t>Assess the impact of the component parts of the U.S. Constitution on American political processes.</w:t>
      </w:r>
    </w:p>
    <w:p w:rsidR="001F53C6" w:rsidRPr="00FD7BF1" w:rsidRDefault="001F53C6" w:rsidP="00D74B86">
      <w:pPr>
        <w:pStyle w:val="ListParagraph"/>
        <w:numPr>
          <w:ilvl w:val="0"/>
          <w:numId w:val="30"/>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role and impact of political parties, media, and interest groups on policy and the U.S. political process.</w:t>
      </w:r>
    </w:p>
    <w:p w:rsidR="001F53C6" w:rsidRPr="00AF35B1" w:rsidRDefault="001F53C6" w:rsidP="009906DC">
      <w:pPr>
        <w:pStyle w:val="ListParagraph"/>
        <w:numPr>
          <w:ilvl w:val="0"/>
          <w:numId w:val="30"/>
        </w:numPr>
        <w:spacing w:before="0" w:after="0" w:line="360" w:lineRule="auto"/>
        <w:rPr>
          <w:rFonts w:asciiTheme="minorHAnsi" w:eastAsiaTheme="minorEastAsia" w:hAnsiTheme="minorHAnsi" w:cstheme="minorBidi"/>
          <w:b/>
          <w:sz w:val="26"/>
          <w:szCs w:val="26"/>
          <w:lang w:bidi="en-US"/>
        </w:rPr>
      </w:pPr>
      <w:r w:rsidRPr="00FD7BF1">
        <w:rPr>
          <w:rFonts w:asciiTheme="minorHAnsi" w:hAnsiTheme="minorHAnsi" w:cs="Arial"/>
          <w:sz w:val="24"/>
          <w:szCs w:val="24"/>
        </w:rPr>
        <w:t>Evaluate the federal and state nomination and election processes to determine if they are an effective and efficient way to choose government leaders.</w:t>
      </w:r>
      <w:r w:rsidR="009906DC" w:rsidRPr="00AF35B1">
        <w:rPr>
          <w:rFonts w:asciiTheme="minorHAnsi" w:eastAsiaTheme="minorEastAsia" w:hAnsiTheme="minorHAnsi" w:cstheme="minorBidi"/>
          <w:b/>
          <w:sz w:val="26"/>
          <w:szCs w:val="26"/>
          <w:lang w:bidi="en-US"/>
        </w:rPr>
        <w:t xml:space="preserve"> </w:t>
      </w:r>
      <w:r w:rsidRPr="00AF35B1">
        <w:rPr>
          <w:rFonts w:asciiTheme="minorHAnsi" w:eastAsiaTheme="minorEastAsia" w:hAnsiTheme="minorHAnsi" w:cstheme="minorBidi"/>
          <w:b/>
          <w:sz w:val="26"/>
          <w:szCs w:val="26"/>
          <w:lang w:bidi="en-US"/>
        </w:rPr>
        <w:t>Forum 7.1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E41EB6">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Polarized Parties</w:t>
      </w:r>
    </w:p>
    <w:p w:rsidR="001F53C6" w:rsidRPr="00FD7BF1" w:rsidRDefault="001F53C6" w:rsidP="00E41EB6">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 xml:space="preserve">With the Democrats espousing a liberal agenda and the Republicans supporting a conservative one, Congress is currently more politically polarized than at any other time in more than a century. This polarization makes it much more difficult for the two parties to compromise and pass legislation. </w:t>
      </w:r>
    </w:p>
    <w:p w:rsidR="001F53C6" w:rsidRPr="00FD7BF1" w:rsidRDefault="001F53C6" w:rsidP="00E41EB6">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Respond to the following questions:</w:t>
      </w:r>
    </w:p>
    <w:p w:rsidR="001F53C6" w:rsidRPr="00FD7BF1" w:rsidRDefault="001F53C6" w:rsidP="00060505">
      <w:pPr>
        <w:pStyle w:val="Style2"/>
        <w:numPr>
          <w:ilvl w:val="1"/>
          <w:numId w:val="32"/>
        </w:numPr>
        <w:spacing w:before="0" w:after="0"/>
        <w:rPr>
          <w:rFonts w:asciiTheme="minorHAnsi" w:hAnsiTheme="minorHAnsi"/>
          <w:b w:val="0"/>
          <w:sz w:val="24"/>
          <w:szCs w:val="24"/>
        </w:rPr>
      </w:pPr>
      <w:r w:rsidRPr="00FD7BF1">
        <w:rPr>
          <w:rFonts w:asciiTheme="minorHAnsi" w:hAnsiTheme="minorHAnsi"/>
          <w:b w:val="0"/>
          <w:sz w:val="24"/>
          <w:szCs w:val="24"/>
        </w:rPr>
        <w:t xml:space="preserve">Have political parties become too polarized? What can be done to draw parties closer to the middle? How might the U.S. two-party system encourage this division of ideologies? </w:t>
      </w:r>
    </w:p>
    <w:p w:rsidR="001F53C6" w:rsidRDefault="001F53C6" w:rsidP="00060505">
      <w:pPr>
        <w:pStyle w:val="Style2"/>
        <w:numPr>
          <w:ilvl w:val="1"/>
          <w:numId w:val="32"/>
        </w:numPr>
        <w:spacing w:before="0" w:after="0"/>
        <w:rPr>
          <w:rFonts w:asciiTheme="minorHAnsi" w:hAnsiTheme="minorHAnsi"/>
          <w:b w:val="0"/>
          <w:sz w:val="24"/>
          <w:szCs w:val="24"/>
        </w:rPr>
      </w:pPr>
      <w:r w:rsidRPr="00FD7BF1">
        <w:rPr>
          <w:rFonts w:asciiTheme="minorHAnsi" w:hAnsiTheme="minorHAnsi"/>
          <w:b w:val="0"/>
          <w:sz w:val="24"/>
          <w:szCs w:val="24"/>
        </w:rPr>
        <w:t xml:space="preserve">Does this polarization reflect the values of everyday citizens? Justify your answer. </w:t>
      </w:r>
    </w:p>
    <w:p w:rsidR="009906DC" w:rsidRDefault="009906DC" w:rsidP="009906DC">
      <w:pPr>
        <w:pStyle w:val="Style2"/>
        <w:spacing w:before="0" w:after="0"/>
        <w:rPr>
          <w:rFonts w:asciiTheme="minorHAnsi" w:hAnsiTheme="minorHAnsi"/>
          <w:b w:val="0"/>
          <w:sz w:val="24"/>
          <w:szCs w:val="24"/>
        </w:rPr>
      </w:pPr>
    </w:p>
    <w:p w:rsidR="009906DC" w:rsidRDefault="009906DC" w:rsidP="009906DC">
      <w:pPr>
        <w:pStyle w:val="Style2"/>
        <w:spacing w:before="0" w:after="0"/>
        <w:rPr>
          <w:rFonts w:asciiTheme="minorHAnsi" w:hAnsiTheme="minorHAnsi"/>
          <w:b w:val="0"/>
          <w:sz w:val="24"/>
          <w:szCs w:val="24"/>
        </w:rPr>
      </w:pPr>
    </w:p>
    <w:p w:rsidR="009906DC" w:rsidRDefault="009906DC" w:rsidP="009906DC">
      <w:pPr>
        <w:pStyle w:val="Style2"/>
        <w:spacing w:before="0" w:after="0"/>
        <w:rPr>
          <w:rFonts w:asciiTheme="minorHAnsi" w:hAnsiTheme="minorHAnsi"/>
          <w:b w:val="0"/>
          <w:sz w:val="24"/>
          <w:szCs w:val="24"/>
        </w:rPr>
      </w:pPr>
    </w:p>
    <w:p w:rsidR="009906DC" w:rsidRDefault="009906DC" w:rsidP="009906DC">
      <w:pPr>
        <w:pStyle w:val="Style2"/>
        <w:spacing w:before="0" w:after="0"/>
        <w:rPr>
          <w:rFonts w:asciiTheme="minorHAnsi" w:hAnsiTheme="minorHAnsi"/>
          <w:b w:val="0"/>
          <w:sz w:val="24"/>
          <w:szCs w:val="24"/>
        </w:rPr>
      </w:pPr>
    </w:p>
    <w:p w:rsidR="009906DC" w:rsidRPr="00FD7BF1" w:rsidRDefault="009906DC" w:rsidP="009906DC">
      <w:pPr>
        <w:pStyle w:val="Style2"/>
        <w:spacing w:before="0" w:after="0"/>
        <w:rPr>
          <w:rFonts w:asciiTheme="minorHAnsi" w:hAnsiTheme="minorHAnsi"/>
          <w:b w:val="0"/>
          <w:sz w:val="24"/>
          <w:szCs w:val="24"/>
        </w:rPr>
      </w:pPr>
    </w:p>
    <w:p w:rsidR="001F53C6" w:rsidRPr="00AF35B1" w:rsidRDefault="001F53C6" w:rsidP="003027F8">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lastRenderedPageBreak/>
        <w:t>short ANSWER 7.1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3027F8">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The Two-Party System</w:t>
      </w:r>
    </w:p>
    <w:p w:rsidR="001F53C6" w:rsidRPr="00FD7BF1" w:rsidRDefault="001F53C6" w:rsidP="00B72B7C">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Political parties serve an important role in the U.S. democracy—they allow individuals with similar viewpoints to work together to shape public policy. For the most part, the United States has had a two-party system throughout its history. Keeping this in mind, respond to the following:</w:t>
      </w:r>
    </w:p>
    <w:p w:rsidR="001F53C6" w:rsidRPr="00FD7BF1" w:rsidRDefault="001F53C6" w:rsidP="0036742C">
      <w:pPr>
        <w:pStyle w:val="Style2"/>
        <w:numPr>
          <w:ilvl w:val="1"/>
          <w:numId w:val="87"/>
        </w:numPr>
        <w:spacing w:before="0" w:after="0"/>
        <w:ind w:left="1800"/>
        <w:rPr>
          <w:rFonts w:asciiTheme="minorHAnsi" w:hAnsiTheme="minorHAnsi"/>
          <w:b w:val="0"/>
          <w:sz w:val="24"/>
          <w:szCs w:val="24"/>
        </w:rPr>
      </w:pPr>
      <w:r w:rsidRPr="00FD7BF1">
        <w:rPr>
          <w:rFonts w:asciiTheme="minorHAnsi" w:hAnsiTheme="minorHAnsi"/>
          <w:b w:val="0"/>
          <w:sz w:val="24"/>
          <w:szCs w:val="24"/>
        </w:rPr>
        <w:t>Explain how political parties differ from interest groups.</w:t>
      </w:r>
    </w:p>
    <w:p w:rsidR="001F53C6" w:rsidRPr="00FD7BF1" w:rsidRDefault="001F53C6" w:rsidP="0036742C">
      <w:pPr>
        <w:pStyle w:val="Style2"/>
        <w:numPr>
          <w:ilvl w:val="1"/>
          <w:numId w:val="87"/>
        </w:numPr>
        <w:spacing w:before="0" w:after="0"/>
        <w:ind w:left="1800"/>
        <w:rPr>
          <w:rFonts w:asciiTheme="minorHAnsi" w:hAnsiTheme="minorHAnsi"/>
          <w:b w:val="0"/>
          <w:sz w:val="24"/>
          <w:szCs w:val="24"/>
        </w:rPr>
      </w:pPr>
      <w:r w:rsidRPr="00FD7BF1">
        <w:rPr>
          <w:rFonts w:asciiTheme="minorHAnsi" w:hAnsiTheme="minorHAnsi"/>
          <w:b w:val="0"/>
          <w:sz w:val="24"/>
          <w:szCs w:val="24"/>
        </w:rPr>
        <w:t>Identify and discuss three reasons given by political scientists to explain the development and persistence of the United States’ two-party system.</w:t>
      </w:r>
    </w:p>
    <w:p w:rsidR="001F53C6" w:rsidRPr="00FD7BF1" w:rsidRDefault="009906DC" w:rsidP="009906DC">
      <w:pPr>
        <w:spacing w:before="0" w:after="0" w:line="240" w:lineRule="auto"/>
        <w:rPr>
          <w:rFonts w:asciiTheme="minorHAnsi" w:hAnsiTheme="minorHAnsi" w:cstheme="minorHAnsi"/>
          <w:sz w:val="24"/>
          <w:szCs w:val="24"/>
        </w:rPr>
      </w:pPr>
      <w:r w:rsidRPr="00FD7BF1">
        <w:rPr>
          <w:rFonts w:asciiTheme="minorHAnsi" w:hAnsiTheme="minorHAnsi" w:cstheme="minorHAnsi"/>
          <w:sz w:val="24"/>
          <w:szCs w:val="24"/>
        </w:rPr>
        <w:t xml:space="preserve"> </w:t>
      </w:r>
    </w:p>
    <w:p w:rsidR="001F53C6" w:rsidRPr="00FD7BF1" w:rsidRDefault="001F53C6" w:rsidP="00D71EEF">
      <w:pPr>
        <w:spacing w:before="0" w:after="0"/>
        <w:rPr>
          <w:rFonts w:asciiTheme="minorHAnsi" w:hAnsiTheme="minorHAnsi"/>
          <w:i/>
          <w:color w:val="000000"/>
          <w:sz w:val="24"/>
          <w:szCs w:val="24"/>
        </w:rPr>
      </w:pPr>
      <w:r w:rsidRPr="00FD7BF1">
        <w:rPr>
          <w:rFonts w:asciiTheme="minorHAnsi" w:hAnsiTheme="minorHAnsi"/>
          <w:i/>
          <w:color w:val="000000"/>
          <w:sz w:val="24"/>
          <w:szCs w:val="24"/>
        </w:rPr>
        <w:t>(End of Week 7)</w:t>
      </w:r>
    </w:p>
    <w:p w:rsidR="001F53C6" w:rsidRPr="00FD7BF1" w:rsidRDefault="001F53C6">
      <w:pPr>
        <w:spacing w:before="0" w:after="0" w:line="240" w:lineRule="auto"/>
        <w:rPr>
          <w:rFonts w:asciiTheme="minorHAnsi" w:hAnsiTheme="minorHAnsi"/>
          <w:b/>
          <w:bCs/>
        </w:rPr>
      </w:pPr>
      <w:r w:rsidRPr="00FD7BF1">
        <w:rPr>
          <w:rFonts w:asciiTheme="minorHAnsi" w:hAnsiTheme="minorHAnsi"/>
          <w:b/>
          <w:bCs/>
        </w:rPr>
        <w:br w:type="page"/>
      </w:r>
    </w:p>
    <w:p w:rsidR="001F53C6" w:rsidRPr="00FD7BF1" w:rsidRDefault="001F53C6" w:rsidP="00433A3F">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hAnsiTheme="minorHAnsi"/>
        </w:rPr>
      </w:pPr>
      <w:r w:rsidRPr="00FD7BF1">
        <w:rPr>
          <w:rFonts w:asciiTheme="minorHAnsi" w:eastAsiaTheme="minorEastAsia" w:hAnsiTheme="minorHAnsi" w:cstheme="minorBidi"/>
          <w:color w:val="FFFFFF" w:themeColor="background1"/>
          <w:sz w:val="28"/>
          <w:szCs w:val="28"/>
          <w:lang w:bidi="en-US"/>
        </w:rPr>
        <w:lastRenderedPageBreak/>
        <w:t>Week 8: The Election Process</w:t>
      </w:r>
    </w:p>
    <w:p w:rsidR="001F53C6" w:rsidRPr="00FD7BF1" w:rsidRDefault="001F53C6" w:rsidP="00433A3F">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t>Objectives</w:t>
      </w:r>
    </w:p>
    <w:p w:rsidR="001F53C6" w:rsidRPr="00AF35B1" w:rsidRDefault="001F53C6" w:rsidP="009906DC">
      <w:pPr>
        <w:pStyle w:val="ListParagraph"/>
        <w:numPr>
          <w:ilvl w:val="0"/>
          <w:numId w:val="26"/>
        </w:numPr>
        <w:spacing w:before="120" w:after="0" w:line="360" w:lineRule="auto"/>
        <w:rPr>
          <w:rFonts w:asciiTheme="minorHAnsi" w:hAnsiTheme="minorHAnsi"/>
        </w:rPr>
      </w:pPr>
      <w:r w:rsidRPr="00FD7BF1">
        <w:rPr>
          <w:rFonts w:asciiTheme="minorHAnsi" w:hAnsiTheme="minorHAnsi" w:cs="Arial"/>
          <w:sz w:val="24"/>
          <w:szCs w:val="24"/>
        </w:rPr>
        <w:t>Evaluate the federal and state nomination and election processes to determine if they are an effective and efficient way to choose government leaders.</w:t>
      </w:r>
      <w:r w:rsidR="009906DC" w:rsidRPr="00AF35B1">
        <w:rPr>
          <w:rFonts w:asciiTheme="minorHAnsi" w:eastAsiaTheme="minorEastAsia" w:hAnsiTheme="minorHAnsi" w:cstheme="minorBidi"/>
          <w:b/>
          <w:sz w:val="26"/>
          <w:szCs w:val="26"/>
          <w:lang w:bidi="en-US"/>
        </w:rPr>
        <w:t xml:space="preserve"> </w:t>
      </w:r>
      <w:r w:rsidRPr="00AF35B1">
        <w:rPr>
          <w:rFonts w:asciiTheme="minorHAnsi" w:eastAsiaTheme="minorEastAsia" w:hAnsiTheme="minorHAnsi" w:cstheme="minorBidi"/>
          <w:b/>
          <w:sz w:val="26"/>
          <w:szCs w:val="26"/>
          <w:lang w:bidi="en-US"/>
        </w:rPr>
        <w:t>Forum 8.1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BC78EE">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Electoral College</w:t>
      </w:r>
    </w:p>
    <w:p w:rsidR="001F53C6" w:rsidRPr="00FD7BF1" w:rsidRDefault="001F53C6" w:rsidP="00BC78EE">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 xml:space="preserve">The Electoral College was instituted by the founding fathers as a separation of powers because it ensured that the executive branch would be independent of the legislature. The Electoral College also provided equal representation between large and small states. All but two states, Maine and Nebraska, use a winner-take-all system for awarding electoral votes. Therefore, the candidate with the most popular votes nationwide is not always the candidate who wins the maximum electoral votes. In recent history, Al Gore had more popular votes than George W. Bush in the 2000 presidential election, but he still lost the presidency. This caused many people to reevaluate whether the Electoral College was still necessary and whether it should be eradicated. </w:t>
      </w:r>
    </w:p>
    <w:p w:rsidR="001F53C6" w:rsidRPr="00FD7BF1" w:rsidRDefault="001F53C6" w:rsidP="00BC78EE">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Respond to the following questions:</w:t>
      </w:r>
    </w:p>
    <w:p w:rsidR="001F53C6" w:rsidRPr="00FD7BF1" w:rsidRDefault="001F53C6" w:rsidP="00060505">
      <w:pPr>
        <w:pStyle w:val="Style2"/>
        <w:numPr>
          <w:ilvl w:val="1"/>
          <w:numId w:val="35"/>
        </w:numPr>
        <w:spacing w:before="0" w:after="0"/>
        <w:rPr>
          <w:rFonts w:asciiTheme="minorHAnsi" w:hAnsiTheme="minorHAnsi"/>
          <w:b w:val="0"/>
          <w:sz w:val="24"/>
          <w:szCs w:val="24"/>
        </w:rPr>
      </w:pPr>
      <w:r w:rsidRPr="00FD7BF1">
        <w:rPr>
          <w:rFonts w:asciiTheme="minorHAnsi" w:hAnsiTheme="minorHAnsi"/>
          <w:b w:val="0"/>
          <w:sz w:val="24"/>
          <w:szCs w:val="24"/>
        </w:rPr>
        <w:t>Should the selection of the President be in the hands of the people rather than the Electoral College? Justify your answer.</w:t>
      </w:r>
    </w:p>
    <w:p w:rsidR="001F53C6" w:rsidRPr="00FD7BF1" w:rsidRDefault="001F53C6" w:rsidP="00060505">
      <w:pPr>
        <w:pStyle w:val="Style2"/>
        <w:numPr>
          <w:ilvl w:val="1"/>
          <w:numId w:val="35"/>
        </w:numPr>
        <w:spacing w:before="0" w:after="0"/>
        <w:rPr>
          <w:rFonts w:asciiTheme="minorHAnsi" w:hAnsiTheme="minorHAnsi"/>
          <w:b w:val="0"/>
          <w:sz w:val="24"/>
          <w:szCs w:val="24"/>
        </w:rPr>
      </w:pPr>
      <w:r w:rsidRPr="00FD7BF1">
        <w:rPr>
          <w:rFonts w:asciiTheme="minorHAnsi" w:hAnsiTheme="minorHAnsi"/>
          <w:b w:val="0"/>
          <w:sz w:val="24"/>
          <w:szCs w:val="24"/>
        </w:rPr>
        <w:t>How might the Electoral College affect the strategy for a presidential campaign?</w:t>
      </w:r>
    </w:p>
    <w:p w:rsidR="001F53C6" w:rsidRDefault="001F53C6" w:rsidP="00D55897">
      <w:pPr>
        <w:pStyle w:val="Style2"/>
        <w:spacing w:before="0" w:after="0"/>
        <w:ind w:left="360"/>
        <w:rPr>
          <w:rFonts w:asciiTheme="minorHAnsi" w:eastAsiaTheme="minorEastAsia" w:hAnsiTheme="minorHAnsi" w:cstheme="minorBidi"/>
          <w:sz w:val="24"/>
          <w:szCs w:val="24"/>
          <w:lang w:bidi="en-US"/>
        </w:rPr>
      </w:pPr>
    </w:p>
    <w:p w:rsidR="009906DC" w:rsidRDefault="009906DC" w:rsidP="00D55897">
      <w:pPr>
        <w:pStyle w:val="Style2"/>
        <w:spacing w:before="0" w:after="0"/>
        <w:ind w:left="360"/>
        <w:rPr>
          <w:rFonts w:asciiTheme="minorHAnsi" w:eastAsiaTheme="minorEastAsia" w:hAnsiTheme="minorHAnsi" w:cstheme="minorBidi"/>
          <w:sz w:val="24"/>
          <w:szCs w:val="24"/>
          <w:lang w:bidi="en-US"/>
        </w:rPr>
      </w:pPr>
    </w:p>
    <w:p w:rsidR="009906DC" w:rsidRPr="00FD7BF1" w:rsidRDefault="009906DC" w:rsidP="00D55897">
      <w:pPr>
        <w:pStyle w:val="Style2"/>
        <w:spacing w:before="0" w:after="0"/>
        <w:ind w:left="360"/>
        <w:rPr>
          <w:rFonts w:asciiTheme="minorHAnsi" w:eastAsiaTheme="minorEastAsia" w:hAnsiTheme="minorHAnsi" w:cstheme="minorBidi"/>
          <w:sz w:val="24"/>
          <w:szCs w:val="24"/>
          <w:lang w:bidi="en-US"/>
        </w:rPr>
      </w:pPr>
    </w:p>
    <w:p w:rsidR="001F53C6" w:rsidRPr="00AF35B1" w:rsidRDefault="001F53C6" w:rsidP="00D55897">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lastRenderedPageBreak/>
        <w:t>short ANSWER 8.1 (2</w:t>
      </w:r>
      <w:r w:rsidR="0051577A"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D55897">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The Voting Rights Act and Reapportionment</w:t>
      </w:r>
    </w:p>
    <w:p w:rsidR="001F53C6" w:rsidRPr="00FD7BF1" w:rsidRDefault="001F53C6" w:rsidP="00D55897">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The Voting Rights Act (VRA) is a federal law designed to protect the rights of racial and ethnic minorities and to ensure their representation in office. Its goal is to ensure that states and local governments do not pass laws, enact procedures, or draw district lines in such a way that minority voting power is diminished, whether intentionally or unintentionally. Keeping this in mind, respond to the following questions:</w:t>
      </w:r>
    </w:p>
    <w:p w:rsidR="001F53C6" w:rsidRPr="00FD7BF1" w:rsidRDefault="001F53C6" w:rsidP="00744869">
      <w:pPr>
        <w:pStyle w:val="Style2"/>
        <w:numPr>
          <w:ilvl w:val="1"/>
          <w:numId w:val="89"/>
        </w:numPr>
        <w:spacing w:before="0" w:after="0"/>
        <w:ind w:left="1800"/>
        <w:rPr>
          <w:rFonts w:asciiTheme="minorHAnsi" w:hAnsiTheme="minorHAnsi"/>
          <w:b w:val="0"/>
          <w:sz w:val="24"/>
          <w:szCs w:val="24"/>
        </w:rPr>
      </w:pPr>
      <w:r w:rsidRPr="00FD7BF1">
        <w:rPr>
          <w:rFonts w:asciiTheme="minorHAnsi" w:hAnsiTheme="minorHAnsi"/>
          <w:b w:val="0"/>
          <w:sz w:val="24"/>
          <w:szCs w:val="24"/>
        </w:rPr>
        <w:t>What is reapportionment, and when does it occur? On what data is reapportionment</w:t>
      </w:r>
      <w:r w:rsidRPr="00FD7BF1" w:rsidDel="00444891">
        <w:rPr>
          <w:rFonts w:asciiTheme="minorHAnsi" w:hAnsiTheme="minorHAnsi"/>
          <w:b w:val="0"/>
          <w:sz w:val="24"/>
          <w:szCs w:val="24"/>
        </w:rPr>
        <w:t xml:space="preserve"> </w:t>
      </w:r>
      <w:r w:rsidRPr="00FD7BF1">
        <w:rPr>
          <w:rFonts w:asciiTheme="minorHAnsi" w:hAnsiTheme="minorHAnsi"/>
          <w:b w:val="0"/>
          <w:sz w:val="24"/>
          <w:szCs w:val="24"/>
        </w:rPr>
        <w:t xml:space="preserve">based, and why is it important? </w:t>
      </w:r>
    </w:p>
    <w:p w:rsidR="001F53C6" w:rsidRPr="00FD7BF1" w:rsidRDefault="001F53C6" w:rsidP="00744869">
      <w:pPr>
        <w:pStyle w:val="Style2"/>
        <w:numPr>
          <w:ilvl w:val="1"/>
          <w:numId w:val="89"/>
        </w:numPr>
        <w:spacing w:before="0" w:after="0"/>
        <w:ind w:left="1800"/>
        <w:rPr>
          <w:rFonts w:asciiTheme="minorHAnsi" w:hAnsiTheme="minorHAnsi"/>
          <w:b w:val="0"/>
          <w:sz w:val="24"/>
          <w:szCs w:val="24"/>
        </w:rPr>
      </w:pPr>
      <w:r w:rsidRPr="00FD7BF1">
        <w:rPr>
          <w:rFonts w:asciiTheme="minorHAnsi" w:hAnsiTheme="minorHAnsi"/>
          <w:b w:val="0"/>
          <w:sz w:val="24"/>
          <w:szCs w:val="24"/>
        </w:rPr>
        <w:t>What is the VRA, and how does it affect the redistricting process?</w:t>
      </w:r>
    </w:p>
    <w:p w:rsidR="001F53C6" w:rsidRDefault="001F53C6" w:rsidP="00744869">
      <w:pPr>
        <w:pStyle w:val="Style2"/>
        <w:numPr>
          <w:ilvl w:val="1"/>
          <w:numId w:val="89"/>
        </w:numPr>
        <w:spacing w:before="0" w:after="0"/>
        <w:ind w:left="1800"/>
        <w:rPr>
          <w:rFonts w:asciiTheme="minorHAnsi" w:hAnsiTheme="minorHAnsi"/>
          <w:b w:val="0"/>
          <w:sz w:val="24"/>
          <w:szCs w:val="24"/>
        </w:rPr>
      </w:pPr>
      <w:r w:rsidRPr="00FD7BF1">
        <w:rPr>
          <w:rFonts w:asciiTheme="minorHAnsi" w:hAnsiTheme="minorHAnsi"/>
          <w:b w:val="0"/>
          <w:sz w:val="24"/>
          <w:szCs w:val="24"/>
        </w:rPr>
        <w:t>Is the VRA</w:t>
      </w:r>
      <w:r w:rsidRPr="00FD7BF1" w:rsidDel="00B8579E">
        <w:rPr>
          <w:rFonts w:asciiTheme="minorHAnsi" w:hAnsiTheme="minorHAnsi"/>
          <w:b w:val="0"/>
          <w:sz w:val="24"/>
          <w:szCs w:val="24"/>
        </w:rPr>
        <w:t xml:space="preserve"> </w:t>
      </w:r>
      <w:r w:rsidRPr="00FD7BF1">
        <w:rPr>
          <w:rFonts w:asciiTheme="minorHAnsi" w:hAnsiTheme="minorHAnsi"/>
          <w:b w:val="0"/>
          <w:sz w:val="24"/>
          <w:szCs w:val="24"/>
        </w:rPr>
        <w:t>still needed? Why or why not?</w:t>
      </w: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Pr="00FD7BF1" w:rsidRDefault="00FE3267" w:rsidP="00FE3267">
      <w:pPr>
        <w:pStyle w:val="Style2"/>
        <w:spacing w:before="0" w:after="0"/>
        <w:rPr>
          <w:rFonts w:asciiTheme="minorHAnsi" w:hAnsiTheme="minorHAnsi"/>
          <w:b w:val="0"/>
          <w:sz w:val="24"/>
          <w:szCs w:val="24"/>
        </w:rPr>
      </w:pPr>
    </w:p>
    <w:p w:rsidR="001F53C6" w:rsidRPr="00FD7BF1" w:rsidRDefault="001F53C6" w:rsidP="00334722">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9: the Executive-Legislature Relationship</w:t>
      </w:r>
    </w:p>
    <w:p w:rsidR="001F53C6" w:rsidRPr="00FD7BF1" w:rsidRDefault="001F53C6" w:rsidP="00A52501">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FD7BF1">
        <w:rPr>
          <w:rFonts w:asciiTheme="minorHAnsi" w:eastAsiaTheme="minorEastAsia" w:hAnsiTheme="minorHAnsi" w:cstheme="minorBidi"/>
          <w:b/>
          <w:sz w:val="26"/>
          <w:szCs w:val="26"/>
          <w:lang w:bidi="en-US"/>
        </w:rPr>
        <w:t>Objectives</w:t>
      </w:r>
    </w:p>
    <w:p w:rsidR="001F53C6" w:rsidRPr="00FD7BF1" w:rsidRDefault="001F53C6" w:rsidP="00C86F0F">
      <w:pPr>
        <w:pStyle w:val="ListParagraph"/>
        <w:numPr>
          <w:ilvl w:val="0"/>
          <w:numId w:val="36"/>
        </w:numPr>
        <w:spacing w:before="120" w:after="0" w:line="360" w:lineRule="auto"/>
        <w:rPr>
          <w:rFonts w:asciiTheme="minorHAnsi" w:hAnsiTheme="minorHAnsi" w:cs="Arial"/>
          <w:sz w:val="24"/>
          <w:szCs w:val="24"/>
        </w:rPr>
      </w:pPr>
      <w:r w:rsidRPr="00FD7BF1">
        <w:rPr>
          <w:rFonts w:asciiTheme="minorHAnsi" w:hAnsiTheme="minorHAnsi" w:cs="Arial"/>
          <w:sz w:val="24"/>
          <w:szCs w:val="24"/>
        </w:rPr>
        <w:t>Summarize the articles, sections, and amendments of the U.S. Constitution.</w:t>
      </w:r>
    </w:p>
    <w:p w:rsidR="001F53C6" w:rsidRPr="00FD7BF1" w:rsidRDefault="001F53C6" w:rsidP="00C86F0F">
      <w:pPr>
        <w:pStyle w:val="ListParagraph"/>
        <w:numPr>
          <w:ilvl w:val="0"/>
          <w:numId w:val="36"/>
        </w:numPr>
        <w:spacing w:before="0" w:after="0" w:line="360" w:lineRule="auto"/>
        <w:rPr>
          <w:rFonts w:asciiTheme="minorHAnsi" w:hAnsiTheme="minorHAnsi" w:cs="Arial"/>
          <w:sz w:val="24"/>
          <w:szCs w:val="24"/>
        </w:rPr>
      </w:pPr>
      <w:r w:rsidRPr="00FD7BF1">
        <w:rPr>
          <w:rFonts w:asciiTheme="minorHAnsi" w:hAnsiTheme="minorHAnsi" w:cs="Arial"/>
          <w:sz w:val="24"/>
          <w:szCs w:val="24"/>
        </w:rPr>
        <w:t>Assess the impact of the component parts of the U.S. Constitution on American political processes.</w:t>
      </w:r>
    </w:p>
    <w:p w:rsidR="001F53C6" w:rsidRPr="00FD7BF1" w:rsidRDefault="001F53C6" w:rsidP="00C86F0F">
      <w:pPr>
        <w:pStyle w:val="ListParagraph"/>
        <w:numPr>
          <w:ilvl w:val="0"/>
          <w:numId w:val="37"/>
        </w:numPr>
        <w:spacing w:before="0" w:after="0" w:line="360" w:lineRule="auto"/>
        <w:rPr>
          <w:rFonts w:asciiTheme="minorHAnsi" w:hAnsiTheme="minorHAnsi" w:cs="Arial"/>
          <w:sz w:val="24"/>
          <w:szCs w:val="24"/>
        </w:rPr>
      </w:pPr>
      <w:r w:rsidRPr="00FD7BF1">
        <w:rPr>
          <w:rFonts w:asciiTheme="minorHAnsi" w:hAnsiTheme="minorHAnsi" w:cs="Arial"/>
          <w:sz w:val="24"/>
          <w:szCs w:val="24"/>
        </w:rPr>
        <w:t>Analyze the role and impact of political parties, media, and interest groups on policy and the U.S. political process.</w:t>
      </w:r>
    </w:p>
    <w:p w:rsidR="00FE3267" w:rsidRPr="00FE3267" w:rsidRDefault="001F53C6" w:rsidP="00FE3267">
      <w:pPr>
        <w:pStyle w:val="ListParagraph"/>
        <w:numPr>
          <w:ilvl w:val="0"/>
          <w:numId w:val="37"/>
        </w:numPr>
        <w:spacing w:before="0" w:after="0" w:line="360" w:lineRule="auto"/>
        <w:rPr>
          <w:rFonts w:asciiTheme="minorHAnsi" w:hAnsiTheme="minorHAnsi"/>
        </w:rPr>
      </w:pPr>
      <w:r w:rsidRPr="00FD7BF1">
        <w:rPr>
          <w:rFonts w:asciiTheme="minorHAnsi" w:hAnsiTheme="minorHAnsi" w:cs="Arial"/>
          <w:sz w:val="24"/>
          <w:szCs w:val="24"/>
        </w:rPr>
        <w:t>Evaluate the federal and state nomination and election processes to determine if they are an effective and efficient way to choose government leaders.</w:t>
      </w:r>
    </w:p>
    <w:p w:rsidR="001F53C6" w:rsidRPr="00AF35B1" w:rsidRDefault="00FE3267" w:rsidP="00FE3267">
      <w:pPr>
        <w:pStyle w:val="ListParagraph"/>
        <w:numPr>
          <w:ilvl w:val="0"/>
          <w:numId w:val="37"/>
        </w:numPr>
        <w:spacing w:before="0" w:after="0" w:line="360" w:lineRule="auto"/>
        <w:rPr>
          <w:rFonts w:asciiTheme="minorHAnsi" w:hAnsiTheme="minorHAnsi"/>
        </w:rPr>
      </w:pPr>
      <w:r w:rsidRPr="00AF35B1">
        <w:rPr>
          <w:rFonts w:asciiTheme="minorHAnsi" w:eastAsiaTheme="minorEastAsia" w:hAnsiTheme="minorHAnsi" w:cstheme="minorBidi"/>
          <w:b/>
          <w:sz w:val="26"/>
          <w:szCs w:val="26"/>
          <w:lang w:bidi="en-US"/>
        </w:rPr>
        <w:t xml:space="preserve"> </w:t>
      </w:r>
      <w:r w:rsidR="001F53C6" w:rsidRPr="00AF35B1">
        <w:rPr>
          <w:rFonts w:asciiTheme="minorHAnsi" w:eastAsiaTheme="minorEastAsia" w:hAnsiTheme="minorHAnsi" w:cstheme="minorBidi"/>
          <w:b/>
          <w:sz w:val="26"/>
          <w:szCs w:val="26"/>
          <w:lang w:bidi="en-US"/>
        </w:rPr>
        <w:t>Forum 9.1 (2</w:t>
      </w:r>
      <w:r w:rsidR="00464AB5" w:rsidRPr="00AF35B1">
        <w:rPr>
          <w:rFonts w:asciiTheme="minorHAnsi" w:eastAsiaTheme="minorEastAsia" w:hAnsiTheme="minorHAnsi" w:cstheme="minorBidi"/>
          <w:b/>
          <w:sz w:val="26"/>
          <w:szCs w:val="26"/>
          <w:lang w:bidi="en-US"/>
        </w:rPr>
        <w:t>.0</w:t>
      </w:r>
      <w:r w:rsidR="001F53C6" w:rsidRPr="00AF35B1">
        <w:rPr>
          <w:rFonts w:asciiTheme="minorHAnsi" w:eastAsiaTheme="minorEastAsia" w:hAnsiTheme="minorHAnsi" w:cstheme="minorBidi"/>
          <w:b/>
          <w:sz w:val="26"/>
          <w:szCs w:val="26"/>
          <w:lang w:bidi="en-US"/>
        </w:rPr>
        <w:t xml:space="preserve"> HOURS)</w:t>
      </w:r>
    </w:p>
    <w:p w:rsidR="001F53C6" w:rsidRPr="00FD7BF1" w:rsidRDefault="001F53C6" w:rsidP="007B0F7D">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Executive-Legislative Relations</w:t>
      </w:r>
    </w:p>
    <w:p w:rsidR="001F53C6" w:rsidRPr="00FD7BF1" w:rsidRDefault="001F53C6" w:rsidP="00DE317B">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Although Congress has the majority of legislative responsibility, the President, too, has some powers in this area. These include State of the Union addresses, veto powers, and presidential signing statements. The President can also issue executive orders. Keeping this in mind, respond to the following questions:</w:t>
      </w:r>
    </w:p>
    <w:p w:rsidR="001F53C6" w:rsidRPr="00FD7BF1" w:rsidRDefault="001F53C6" w:rsidP="00060505">
      <w:pPr>
        <w:pStyle w:val="Style2"/>
        <w:numPr>
          <w:ilvl w:val="1"/>
          <w:numId w:val="39"/>
        </w:numPr>
        <w:spacing w:before="0" w:after="0"/>
        <w:rPr>
          <w:rFonts w:asciiTheme="minorHAnsi" w:hAnsiTheme="minorHAnsi"/>
          <w:b w:val="0"/>
          <w:sz w:val="24"/>
          <w:szCs w:val="24"/>
        </w:rPr>
      </w:pPr>
      <w:r w:rsidRPr="00FD7BF1">
        <w:rPr>
          <w:rFonts w:asciiTheme="minorHAnsi" w:hAnsiTheme="minorHAnsi"/>
          <w:b w:val="0"/>
          <w:sz w:val="24"/>
          <w:szCs w:val="24"/>
        </w:rPr>
        <w:t xml:space="preserve">Which of the listed powers do you </w:t>
      </w:r>
      <w:r w:rsidR="00AC6A22" w:rsidRPr="00FD7BF1">
        <w:rPr>
          <w:rFonts w:asciiTheme="minorHAnsi" w:hAnsiTheme="minorHAnsi"/>
          <w:b w:val="0"/>
          <w:sz w:val="24"/>
          <w:szCs w:val="24"/>
        </w:rPr>
        <w:t xml:space="preserve">believe </w:t>
      </w:r>
      <w:r w:rsidRPr="00FD7BF1">
        <w:rPr>
          <w:rFonts w:asciiTheme="minorHAnsi" w:hAnsiTheme="minorHAnsi"/>
          <w:b w:val="0"/>
          <w:sz w:val="24"/>
          <w:szCs w:val="24"/>
        </w:rPr>
        <w:t xml:space="preserve">is the most important for the presidency? Give reasons for your answer. </w:t>
      </w:r>
    </w:p>
    <w:p w:rsidR="001F53C6" w:rsidRPr="00FD7BF1" w:rsidRDefault="001F53C6" w:rsidP="00060505">
      <w:pPr>
        <w:pStyle w:val="Style2"/>
        <w:numPr>
          <w:ilvl w:val="1"/>
          <w:numId w:val="39"/>
        </w:numPr>
        <w:spacing w:before="0" w:after="0"/>
        <w:rPr>
          <w:rFonts w:asciiTheme="minorHAnsi" w:hAnsiTheme="minorHAnsi"/>
          <w:b w:val="0"/>
          <w:sz w:val="24"/>
          <w:szCs w:val="24"/>
        </w:rPr>
      </w:pPr>
      <w:r w:rsidRPr="00FD7BF1">
        <w:rPr>
          <w:rFonts w:asciiTheme="minorHAnsi" w:hAnsiTheme="minorHAnsi"/>
          <w:b w:val="0"/>
          <w:sz w:val="24"/>
          <w:szCs w:val="24"/>
        </w:rPr>
        <w:t>Is the use of signing statements an unconstitutional subversion of separation of powers? Explain.</w:t>
      </w:r>
    </w:p>
    <w:p w:rsidR="001F53C6" w:rsidRPr="00FD7BF1" w:rsidRDefault="001F53C6" w:rsidP="00060505">
      <w:pPr>
        <w:pStyle w:val="Style2"/>
        <w:numPr>
          <w:ilvl w:val="1"/>
          <w:numId w:val="39"/>
        </w:numPr>
        <w:spacing w:before="0" w:after="0"/>
        <w:rPr>
          <w:rFonts w:asciiTheme="minorHAnsi" w:hAnsiTheme="minorHAnsi"/>
          <w:b w:val="0"/>
          <w:sz w:val="24"/>
          <w:szCs w:val="24"/>
        </w:rPr>
      </w:pPr>
      <w:r w:rsidRPr="00FD7BF1">
        <w:rPr>
          <w:rFonts w:asciiTheme="minorHAnsi" w:hAnsiTheme="minorHAnsi"/>
          <w:b w:val="0"/>
          <w:sz w:val="24"/>
          <w:szCs w:val="24"/>
        </w:rPr>
        <w:t>Should any of these powers be eliminated, or do you feel the presidency or executive office should have more influence over the legislative process?</w:t>
      </w:r>
    </w:p>
    <w:p w:rsidR="001F53C6" w:rsidRDefault="001F53C6" w:rsidP="0060568B">
      <w:pPr>
        <w:pStyle w:val="Style2"/>
        <w:spacing w:before="0" w:after="0"/>
        <w:ind w:left="360"/>
        <w:rPr>
          <w:rFonts w:asciiTheme="minorHAnsi" w:eastAsiaTheme="minorEastAsia" w:hAnsiTheme="minorHAnsi" w:cstheme="minorBidi"/>
          <w:sz w:val="24"/>
          <w:szCs w:val="24"/>
          <w:lang w:bidi="en-US"/>
        </w:rPr>
      </w:pPr>
    </w:p>
    <w:p w:rsidR="00FE3267" w:rsidRPr="00FD7BF1" w:rsidRDefault="00FE3267" w:rsidP="0060568B">
      <w:pPr>
        <w:pStyle w:val="Style2"/>
        <w:spacing w:before="0" w:after="0"/>
        <w:ind w:left="360"/>
        <w:rPr>
          <w:rFonts w:asciiTheme="minorHAnsi" w:eastAsiaTheme="minorEastAsia" w:hAnsiTheme="minorHAnsi" w:cstheme="minorBidi"/>
          <w:sz w:val="24"/>
          <w:szCs w:val="24"/>
          <w:lang w:bidi="en-US"/>
        </w:rPr>
      </w:pPr>
    </w:p>
    <w:p w:rsidR="001F53C6" w:rsidRPr="00AF35B1" w:rsidRDefault="001F53C6" w:rsidP="0060568B">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AF35B1">
        <w:rPr>
          <w:rFonts w:asciiTheme="minorHAnsi" w:eastAsiaTheme="minorEastAsia" w:hAnsiTheme="minorHAnsi" w:cstheme="minorBidi"/>
          <w:b/>
          <w:sz w:val="26"/>
          <w:szCs w:val="26"/>
          <w:lang w:bidi="en-US"/>
        </w:rPr>
        <w:lastRenderedPageBreak/>
        <w:t>Analysis 9.1 (2</w:t>
      </w:r>
      <w:r w:rsidR="00B4412E" w:rsidRPr="00AF35B1">
        <w:rPr>
          <w:rFonts w:asciiTheme="minorHAnsi" w:eastAsiaTheme="minorEastAsia" w:hAnsiTheme="minorHAnsi" w:cstheme="minorBidi"/>
          <w:b/>
          <w:sz w:val="26"/>
          <w:szCs w:val="26"/>
          <w:lang w:bidi="en-US"/>
        </w:rPr>
        <w:t>.0</w:t>
      </w:r>
      <w:r w:rsidRPr="00AF35B1">
        <w:rPr>
          <w:rFonts w:asciiTheme="minorHAnsi" w:eastAsiaTheme="minorEastAsia" w:hAnsiTheme="minorHAnsi" w:cstheme="minorBidi"/>
          <w:b/>
          <w:sz w:val="26"/>
          <w:szCs w:val="26"/>
          <w:lang w:bidi="en-US"/>
        </w:rPr>
        <w:t xml:space="preserve"> hours)</w:t>
      </w:r>
    </w:p>
    <w:p w:rsidR="001F53C6" w:rsidRPr="00FD7BF1" w:rsidRDefault="001F53C6" w:rsidP="007B0F7D">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Contacting Your Representative</w:t>
      </w:r>
    </w:p>
    <w:p w:rsidR="001F53C6" w:rsidRPr="00FD7BF1" w:rsidRDefault="001F53C6" w:rsidP="004F2339">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 xml:space="preserve">Members of the House of Representatives recognize that they must represent the wishes of their constituents if they want to win reelections, especially because they must run for reelection every two years. Write a letter to your congressional representative about a current policy issue; follow the given instructions: </w:t>
      </w:r>
    </w:p>
    <w:p w:rsidR="001F53C6" w:rsidRPr="00FD7BF1" w:rsidRDefault="001F53C6" w:rsidP="00FD7851">
      <w:pPr>
        <w:pStyle w:val="Style2"/>
        <w:numPr>
          <w:ilvl w:val="0"/>
          <w:numId w:val="40"/>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Find the name and address of your U.S. representative. </w:t>
      </w:r>
    </w:p>
    <w:p w:rsidR="001F53C6" w:rsidRPr="00FD7BF1" w:rsidRDefault="001F53C6" w:rsidP="00FD7851">
      <w:pPr>
        <w:pStyle w:val="Style2"/>
        <w:numPr>
          <w:ilvl w:val="0"/>
          <w:numId w:val="40"/>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Choose a federal policy issue discussed in the textbook or in the news. Research it sufficiently so that you can explain your position on it and the reason you feel that way. </w:t>
      </w:r>
    </w:p>
    <w:p w:rsidR="001F53C6" w:rsidRPr="00FD7BF1" w:rsidRDefault="001F53C6" w:rsidP="00FD7851">
      <w:pPr>
        <w:pStyle w:val="Style2"/>
        <w:numPr>
          <w:ilvl w:val="0"/>
          <w:numId w:val="40"/>
        </w:numPr>
        <w:spacing w:before="0" w:after="0"/>
        <w:ind w:left="1800"/>
        <w:rPr>
          <w:rFonts w:asciiTheme="minorHAnsi" w:hAnsiTheme="minorHAnsi"/>
          <w:b w:val="0"/>
          <w:sz w:val="24"/>
          <w:szCs w:val="24"/>
        </w:rPr>
      </w:pPr>
      <w:r w:rsidRPr="00FD7BF1">
        <w:rPr>
          <w:rFonts w:asciiTheme="minorHAnsi" w:hAnsiTheme="minorHAnsi"/>
          <w:b w:val="0"/>
          <w:sz w:val="24"/>
          <w:szCs w:val="24"/>
        </w:rPr>
        <w:t>Explain what you would like your legislator to do about the situation and why.</w:t>
      </w:r>
    </w:p>
    <w:p w:rsidR="00F51B5A" w:rsidRPr="00FD7BF1" w:rsidRDefault="00F51B5A" w:rsidP="00F51B5A">
      <w:pPr>
        <w:spacing w:before="0" w:after="0" w:line="360" w:lineRule="auto"/>
        <w:rPr>
          <w:rFonts w:asciiTheme="minorHAnsi" w:hAnsiTheme="minorHAnsi"/>
          <w:i/>
          <w:color w:val="000000"/>
          <w:sz w:val="24"/>
          <w:szCs w:val="24"/>
        </w:rPr>
      </w:pPr>
    </w:p>
    <w:p w:rsidR="001F53C6" w:rsidRPr="00FD7BF1" w:rsidRDefault="001F53C6" w:rsidP="00D71EEF">
      <w:pPr>
        <w:spacing w:before="0" w:after="0"/>
        <w:rPr>
          <w:rFonts w:asciiTheme="minorHAnsi" w:hAnsiTheme="minorHAnsi"/>
          <w:i/>
          <w:color w:val="000000"/>
          <w:sz w:val="24"/>
          <w:szCs w:val="24"/>
        </w:rPr>
      </w:pPr>
      <w:r w:rsidRPr="00FD7BF1">
        <w:rPr>
          <w:rFonts w:asciiTheme="minorHAnsi" w:hAnsiTheme="minorHAnsi"/>
          <w:i/>
          <w:color w:val="000000"/>
          <w:sz w:val="24"/>
          <w:szCs w:val="24"/>
        </w:rPr>
        <w:t>(End of Week 9)</w:t>
      </w:r>
    </w:p>
    <w:p w:rsidR="00063852" w:rsidRPr="00FD7BF1" w:rsidRDefault="00063852">
      <w:pPr>
        <w:spacing w:before="0" w:after="0" w:line="240" w:lineRule="auto"/>
        <w:rPr>
          <w:rFonts w:asciiTheme="minorHAnsi" w:hAnsiTheme="minorHAnsi"/>
          <w:b/>
          <w:bCs/>
          <w:caps/>
          <w:color w:val="FFFFFF"/>
          <w:spacing w:val="15"/>
          <w:sz w:val="22"/>
          <w:szCs w:val="22"/>
        </w:rPr>
      </w:pPr>
      <w:r w:rsidRPr="00FD7BF1">
        <w:rPr>
          <w:rFonts w:asciiTheme="minorHAnsi" w:hAnsiTheme="minorHAnsi"/>
        </w:rPr>
        <w:br w:type="page"/>
      </w:r>
    </w:p>
    <w:p w:rsidR="001F53C6" w:rsidRPr="00FD7BF1" w:rsidRDefault="001F53C6" w:rsidP="0030047D">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10: The judiciary; and Finance in Public Policy</w:t>
      </w:r>
    </w:p>
    <w:p w:rsidR="001F53C6" w:rsidRPr="00FD7BF1" w:rsidRDefault="001F53C6" w:rsidP="0030047D">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C86F0F">
      <w:pPr>
        <w:pStyle w:val="ListParagraph"/>
        <w:numPr>
          <w:ilvl w:val="0"/>
          <w:numId w:val="41"/>
        </w:numPr>
        <w:spacing w:before="120" w:after="0" w:line="360" w:lineRule="auto"/>
        <w:rPr>
          <w:rFonts w:asciiTheme="minorHAnsi" w:hAnsiTheme="minorHAnsi" w:cs="Arial"/>
          <w:sz w:val="24"/>
          <w:szCs w:val="24"/>
        </w:rPr>
      </w:pPr>
      <w:r w:rsidRPr="00FD7BF1">
        <w:rPr>
          <w:rFonts w:asciiTheme="minorHAnsi" w:hAnsiTheme="minorHAnsi" w:cs="Arial"/>
          <w:sz w:val="24"/>
          <w:szCs w:val="24"/>
        </w:rPr>
        <w:t>Evaluate the federal and state nomination and election processes to determine if they are an effective and efficient way to choose government leaders.</w:t>
      </w:r>
    </w:p>
    <w:p w:rsidR="00FE3267" w:rsidRPr="00FE3267" w:rsidRDefault="001F53C6" w:rsidP="00FE3267">
      <w:pPr>
        <w:pStyle w:val="ListParagraph"/>
        <w:numPr>
          <w:ilvl w:val="0"/>
          <w:numId w:val="41"/>
        </w:numPr>
        <w:spacing w:before="0" w:after="0" w:line="360" w:lineRule="auto"/>
        <w:rPr>
          <w:rFonts w:asciiTheme="minorHAnsi" w:hAnsiTheme="minorHAnsi"/>
        </w:rPr>
      </w:pPr>
      <w:r w:rsidRPr="00FD7BF1">
        <w:rPr>
          <w:rFonts w:asciiTheme="minorHAnsi" w:hAnsiTheme="minorHAnsi" w:cs="Arial"/>
          <w:sz w:val="24"/>
          <w:szCs w:val="24"/>
        </w:rPr>
        <w:t>Evaluate the impact of budgeting, taxation, and basic problems of finance on national, state, and local governments.</w:t>
      </w:r>
    </w:p>
    <w:p w:rsidR="001F53C6" w:rsidRPr="00AF35B1" w:rsidRDefault="00FE3267" w:rsidP="00FE3267">
      <w:pPr>
        <w:pStyle w:val="ListParagraph"/>
        <w:spacing w:before="0" w:after="0" w:line="360" w:lineRule="auto"/>
        <w:rPr>
          <w:rFonts w:asciiTheme="minorHAnsi" w:hAnsiTheme="minorHAnsi"/>
        </w:rPr>
      </w:pPr>
      <w:r w:rsidRPr="00AF35B1">
        <w:rPr>
          <w:rFonts w:asciiTheme="minorHAnsi" w:eastAsiaTheme="minorEastAsia" w:hAnsiTheme="minorHAnsi" w:cstheme="minorBidi"/>
          <w:b/>
          <w:sz w:val="26"/>
          <w:szCs w:val="26"/>
          <w:lang w:bidi="en-US"/>
        </w:rPr>
        <w:t xml:space="preserve"> </w:t>
      </w:r>
      <w:r w:rsidR="001F53C6" w:rsidRPr="00AF35B1">
        <w:rPr>
          <w:rFonts w:asciiTheme="minorHAnsi" w:eastAsiaTheme="minorEastAsia" w:hAnsiTheme="minorHAnsi" w:cstheme="minorBidi"/>
          <w:b/>
          <w:sz w:val="26"/>
          <w:szCs w:val="26"/>
          <w:lang w:bidi="en-US"/>
        </w:rPr>
        <w:t>Forum 10.1 (2.5 hours)</w:t>
      </w:r>
    </w:p>
    <w:p w:rsidR="001F53C6" w:rsidRPr="00FD7BF1" w:rsidRDefault="001F53C6" w:rsidP="0011631B">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Balancing the Budget</w:t>
      </w:r>
    </w:p>
    <w:p w:rsidR="001F53C6" w:rsidRPr="00FD7BF1" w:rsidRDefault="001F53C6" w:rsidP="0011631B">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As of May 20, 2010, the outstanding public debt of the United States was $13 trillion. The federal deficit has grown in recent years because of a combination of the costs of fighting wars, an increased need for public services, and the desire of citizens to have tax cuts. Keeping these important facts in mind, respond to the following questions:</w:t>
      </w:r>
    </w:p>
    <w:p w:rsidR="001F53C6" w:rsidRPr="00FD7BF1" w:rsidRDefault="001F53C6" w:rsidP="00060505">
      <w:pPr>
        <w:pStyle w:val="Style2"/>
        <w:numPr>
          <w:ilvl w:val="1"/>
          <w:numId w:val="43"/>
        </w:numPr>
        <w:spacing w:before="0" w:after="0"/>
        <w:rPr>
          <w:rFonts w:asciiTheme="minorHAnsi" w:hAnsiTheme="minorHAnsi"/>
          <w:b w:val="0"/>
          <w:sz w:val="24"/>
          <w:szCs w:val="24"/>
        </w:rPr>
      </w:pPr>
      <w:r w:rsidRPr="00FD7BF1">
        <w:rPr>
          <w:rFonts w:asciiTheme="minorHAnsi" w:hAnsiTheme="minorHAnsi"/>
          <w:b w:val="0"/>
          <w:sz w:val="24"/>
          <w:szCs w:val="24"/>
        </w:rPr>
        <w:t xml:space="preserve">Should Congress be required to balance the budget every year? What would be the possible consequences of this? </w:t>
      </w:r>
    </w:p>
    <w:p w:rsidR="001F53C6" w:rsidRDefault="001F53C6" w:rsidP="00060505">
      <w:pPr>
        <w:pStyle w:val="Style2"/>
        <w:numPr>
          <w:ilvl w:val="1"/>
          <w:numId w:val="43"/>
        </w:numPr>
        <w:spacing w:before="0" w:after="0"/>
        <w:rPr>
          <w:rFonts w:asciiTheme="minorHAnsi" w:hAnsiTheme="minorHAnsi"/>
          <w:b w:val="0"/>
          <w:sz w:val="24"/>
          <w:szCs w:val="24"/>
        </w:rPr>
      </w:pPr>
      <w:r w:rsidRPr="00FD7BF1">
        <w:rPr>
          <w:rFonts w:asciiTheme="minorHAnsi" w:hAnsiTheme="minorHAnsi"/>
          <w:b w:val="0"/>
          <w:sz w:val="24"/>
          <w:szCs w:val="24"/>
        </w:rPr>
        <w:t>Would a constitutional amendment be the best way to solve the debt problem? Why or why not?</w:t>
      </w:r>
      <w:r w:rsidR="003E2552" w:rsidRPr="00FD7BF1">
        <w:rPr>
          <w:rFonts w:asciiTheme="minorHAnsi" w:hAnsiTheme="minorHAnsi"/>
          <w:b w:val="0"/>
          <w:sz w:val="24"/>
          <w:szCs w:val="24"/>
        </w:rPr>
        <w:t xml:space="preserve"> Consider the consequences of accumulating too much debt and the possible issues that might be raised if Congress and the president were not able to come to a consensus over balancing the budget.</w:t>
      </w:r>
    </w:p>
    <w:p w:rsidR="00FE3267" w:rsidRDefault="00FE3267" w:rsidP="00FE3267">
      <w:pPr>
        <w:pStyle w:val="Style2"/>
        <w:spacing w:before="0" w:after="0"/>
        <w:rPr>
          <w:rFonts w:asciiTheme="minorHAnsi" w:hAnsiTheme="minorHAnsi"/>
          <w:b w:val="0"/>
          <w:sz w:val="24"/>
          <w:szCs w:val="24"/>
        </w:rPr>
      </w:pPr>
    </w:p>
    <w:p w:rsidR="00FE3267" w:rsidRDefault="00FE3267" w:rsidP="00FE3267">
      <w:pPr>
        <w:pStyle w:val="Style2"/>
        <w:spacing w:before="0" w:after="0"/>
        <w:rPr>
          <w:rFonts w:asciiTheme="minorHAnsi" w:hAnsiTheme="minorHAnsi"/>
          <w:b w:val="0"/>
          <w:sz w:val="24"/>
          <w:szCs w:val="24"/>
        </w:rPr>
      </w:pPr>
    </w:p>
    <w:p w:rsidR="00FE3267" w:rsidRPr="00FD7BF1" w:rsidRDefault="00FE3267" w:rsidP="00FE3267">
      <w:pPr>
        <w:pStyle w:val="Style2"/>
        <w:spacing w:before="0" w:after="0"/>
        <w:rPr>
          <w:rFonts w:asciiTheme="minorHAnsi" w:hAnsiTheme="minorHAnsi"/>
          <w:b w:val="0"/>
          <w:sz w:val="24"/>
          <w:szCs w:val="24"/>
        </w:rPr>
      </w:pPr>
    </w:p>
    <w:p w:rsidR="00FE3267" w:rsidRDefault="00FE3267" w:rsidP="00C412C2">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p>
    <w:p w:rsidR="001F53C6" w:rsidRPr="00AF35B1" w:rsidRDefault="00C412C2" w:rsidP="00C412C2">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eastAsiaTheme="minorEastAsia" w:hAnsiTheme="minorHAnsi" w:cstheme="minorBidi"/>
          <w:b/>
          <w:sz w:val="26"/>
          <w:szCs w:val="26"/>
          <w:lang w:bidi="en-US"/>
        </w:rPr>
      </w:pPr>
      <w:r w:rsidRPr="00AF35B1">
        <w:rPr>
          <w:rFonts w:asciiTheme="minorHAnsi" w:eastAsiaTheme="minorEastAsia" w:hAnsiTheme="minorHAnsi" w:cstheme="minorBidi"/>
          <w:b/>
          <w:sz w:val="26"/>
          <w:szCs w:val="26"/>
          <w:lang w:bidi="en-US"/>
        </w:rPr>
        <w:lastRenderedPageBreak/>
        <w:t>Short Answer</w:t>
      </w:r>
      <w:r w:rsidR="001F53C6" w:rsidRPr="00AF35B1">
        <w:rPr>
          <w:rFonts w:asciiTheme="minorHAnsi" w:eastAsiaTheme="minorEastAsia" w:hAnsiTheme="minorHAnsi" w:cstheme="minorBidi"/>
          <w:b/>
          <w:sz w:val="26"/>
          <w:szCs w:val="26"/>
          <w:lang w:bidi="en-US"/>
        </w:rPr>
        <w:t xml:space="preserve"> 10.1 (2</w:t>
      </w:r>
      <w:r w:rsidR="00B92F57" w:rsidRPr="00AF35B1">
        <w:rPr>
          <w:rFonts w:asciiTheme="minorHAnsi" w:eastAsiaTheme="minorEastAsia" w:hAnsiTheme="minorHAnsi" w:cstheme="minorBidi"/>
          <w:b/>
          <w:sz w:val="26"/>
          <w:szCs w:val="26"/>
          <w:lang w:bidi="en-US"/>
        </w:rPr>
        <w:t>.0</w:t>
      </w:r>
      <w:r w:rsidR="001F53C6" w:rsidRPr="00AF35B1">
        <w:rPr>
          <w:rFonts w:asciiTheme="minorHAnsi" w:eastAsiaTheme="minorEastAsia" w:hAnsiTheme="minorHAnsi" w:cstheme="minorBidi"/>
          <w:b/>
          <w:sz w:val="26"/>
          <w:szCs w:val="26"/>
          <w:lang w:bidi="en-US"/>
        </w:rPr>
        <w:t xml:space="preserve"> hours)</w:t>
      </w:r>
    </w:p>
    <w:p w:rsidR="001F53C6" w:rsidRPr="00FD7BF1" w:rsidRDefault="001F53C6" w:rsidP="00A86946">
      <w:pPr>
        <w:pStyle w:val="Style2"/>
        <w:spacing w:before="120" w:after="0"/>
        <w:ind w:left="360"/>
        <w:rPr>
          <w:rFonts w:asciiTheme="minorHAnsi" w:hAnsiTheme="minorHAnsi" w:cs="Arial"/>
          <w:sz w:val="24"/>
          <w:szCs w:val="24"/>
        </w:rPr>
      </w:pPr>
      <w:r w:rsidRPr="00FD7BF1">
        <w:rPr>
          <w:rFonts w:asciiTheme="minorHAnsi" w:hAnsiTheme="minorHAnsi"/>
          <w:sz w:val="24"/>
          <w:szCs w:val="24"/>
        </w:rPr>
        <w:t xml:space="preserve">Title: </w:t>
      </w:r>
      <w:r w:rsidRPr="00FD7BF1">
        <w:rPr>
          <w:rFonts w:asciiTheme="minorHAnsi" w:hAnsiTheme="minorHAnsi" w:cs="Arial"/>
          <w:sz w:val="24"/>
          <w:szCs w:val="24"/>
        </w:rPr>
        <w:t>The Supreme Court</w:t>
      </w:r>
    </w:p>
    <w:p w:rsidR="001F53C6" w:rsidRPr="00FD7BF1" w:rsidRDefault="001F53C6" w:rsidP="002D4230">
      <w:pPr>
        <w:pStyle w:val="Style2"/>
        <w:spacing w:before="0" w:after="0"/>
        <w:ind w:left="720"/>
        <w:rPr>
          <w:rFonts w:asciiTheme="minorHAnsi" w:hAnsiTheme="minorHAnsi"/>
          <w:b w:val="0"/>
          <w:sz w:val="24"/>
          <w:szCs w:val="24"/>
        </w:rPr>
      </w:pPr>
      <w:r w:rsidRPr="00FD7BF1">
        <w:rPr>
          <w:rFonts w:asciiTheme="minorHAnsi" w:hAnsiTheme="minorHAnsi"/>
          <w:b w:val="0"/>
          <w:sz w:val="24"/>
          <w:szCs w:val="24"/>
        </w:rPr>
        <w:t>Throughout most of its history, the Supreme Court has been active in shaping public policy and uses its power of judicial review to decide on the constitutionality of legislative and executive actions. The Supreme</w:t>
      </w:r>
      <w:r w:rsidRPr="00FD7BF1">
        <w:rPr>
          <w:rFonts w:asciiTheme="minorHAnsi" w:hAnsiTheme="minorHAnsi"/>
          <w:sz w:val="24"/>
          <w:szCs w:val="24"/>
        </w:rPr>
        <w:t xml:space="preserve"> </w:t>
      </w:r>
      <w:r w:rsidRPr="00FD7BF1">
        <w:rPr>
          <w:rFonts w:asciiTheme="minorHAnsi" w:hAnsiTheme="minorHAnsi"/>
          <w:b w:val="0"/>
          <w:sz w:val="24"/>
          <w:szCs w:val="24"/>
        </w:rPr>
        <w:t>Court is made up of nine justices, and its current makeup is philosophically closely divided. Respond to the following questions:</w:t>
      </w:r>
    </w:p>
    <w:p w:rsidR="001F53C6" w:rsidRPr="00FD7BF1" w:rsidRDefault="001F53C6" w:rsidP="008E17F5">
      <w:pPr>
        <w:pStyle w:val="Style2"/>
        <w:numPr>
          <w:ilvl w:val="1"/>
          <w:numId w:val="195"/>
        </w:numPr>
        <w:spacing w:before="0" w:after="0"/>
        <w:ind w:left="1800"/>
        <w:rPr>
          <w:rFonts w:asciiTheme="minorHAnsi" w:hAnsiTheme="minorHAnsi"/>
          <w:b w:val="0"/>
          <w:sz w:val="24"/>
          <w:szCs w:val="24"/>
        </w:rPr>
      </w:pPr>
      <w:r w:rsidRPr="00FD7BF1">
        <w:rPr>
          <w:rFonts w:asciiTheme="minorHAnsi" w:hAnsiTheme="minorHAnsi"/>
          <w:b w:val="0"/>
          <w:sz w:val="24"/>
          <w:szCs w:val="24"/>
        </w:rPr>
        <w:t xml:space="preserve">On what basis does the President select justices for the Supreme Court? What factors influence the likelihood that the Senate will confirm a Supreme Court nominee? </w:t>
      </w:r>
    </w:p>
    <w:p w:rsidR="001F53C6" w:rsidRPr="00FD7BF1" w:rsidRDefault="001F53C6" w:rsidP="008E17F5">
      <w:pPr>
        <w:pStyle w:val="Style2"/>
        <w:numPr>
          <w:ilvl w:val="1"/>
          <w:numId w:val="195"/>
        </w:numPr>
        <w:spacing w:before="0" w:after="0"/>
        <w:ind w:left="1800"/>
        <w:rPr>
          <w:rFonts w:asciiTheme="minorHAnsi" w:hAnsiTheme="minorHAnsi"/>
          <w:b w:val="0"/>
          <w:sz w:val="24"/>
          <w:szCs w:val="24"/>
        </w:rPr>
      </w:pPr>
      <w:r w:rsidRPr="00FD7BF1">
        <w:rPr>
          <w:rFonts w:asciiTheme="minorHAnsi" w:hAnsiTheme="minorHAnsi"/>
          <w:b w:val="0"/>
          <w:sz w:val="24"/>
          <w:szCs w:val="24"/>
        </w:rPr>
        <w:t>Do the backgrounds</w:t>
      </w:r>
      <w:r w:rsidRPr="00FD7BF1">
        <w:rPr>
          <w:rFonts w:asciiTheme="minorHAnsi" w:hAnsiTheme="minorHAnsi" w:cs="Calibri"/>
          <w:b w:val="0"/>
          <w:sz w:val="24"/>
          <w:szCs w:val="24"/>
        </w:rPr>
        <w:t>—</w:t>
      </w:r>
      <w:proofErr w:type="gramStart"/>
      <w:r w:rsidRPr="00FD7BF1">
        <w:rPr>
          <w:rFonts w:asciiTheme="minorHAnsi" w:hAnsiTheme="minorHAnsi"/>
          <w:b w:val="0"/>
          <w:sz w:val="24"/>
          <w:szCs w:val="24"/>
        </w:rPr>
        <w:t>education,</w:t>
      </w:r>
      <w:proofErr w:type="gramEnd"/>
      <w:r w:rsidRPr="00FD7BF1">
        <w:rPr>
          <w:rFonts w:asciiTheme="minorHAnsi" w:hAnsiTheme="minorHAnsi"/>
          <w:b w:val="0"/>
          <w:sz w:val="24"/>
          <w:szCs w:val="24"/>
        </w:rPr>
        <w:t xml:space="preserve"> political affiliation, and judicial history</w:t>
      </w:r>
      <w:r w:rsidRPr="00FD7BF1">
        <w:rPr>
          <w:rFonts w:asciiTheme="minorHAnsi" w:hAnsiTheme="minorHAnsi" w:cs="Calibri"/>
          <w:b w:val="0"/>
          <w:sz w:val="24"/>
          <w:szCs w:val="24"/>
        </w:rPr>
        <w:t>—</w:t>
      </w:r>
      <w:r w:rsidRPr="00FD7BF1">
        <w:rPr>
          <w:rFonts w:asciiTheme="minorHAnsi" w:hAnsiTheme="minorHAnsi"/>
          <w:b w:val="0"/>
          <w:sz w:val="24"/>
          <w:szCs w:val="24"/>
        </w:rPr>
        <w:t>of justices affect their behavior on the bench? What is the difference between strict and loose construction of the Constitution? Which do you think is the most appropriate way of interpreting the Constitution and why?</w:t>
      </w:r>
    </w:p>
    <w:p w:rsidR="001F53C6" w:rsidRPr="00FD7BF1" w:rsidRDefault="001F53C6" w:rsidP="002D4230">
      <w:pPr>
        <w:pStyle w:val="Style2"/>
        <w:spacing w:before="0" w:after="0"/>
        <w:rPr>
          <w:rFonts w:asciiTheme="minorHAnsi" w:hAnsiTheme="minorHAnsi"/>
          <w:sz w:val="24"/>
          <w:szCs w:val="24"/>
        </w:rPr>
      </w:pPr>
    </w:p>
    <w:p w:rsidR="001F53C6" w:rsidRPr="00FD7BF1" w:rsidRDefault="001F53C6" w:rsidP="00D71EEF">
      <w:pPr>
        <w:spacing w:before="0" w:after="0"/>
        <w:rPr>
          <w:rFonts w:asciiTheme="minorHAnsi" w:hAnsiTheme="minorHAnsi"/>
          <w:i/>
          <w:color w:val="000000"/>
          <w:sz w:val="24"/>
          <w:szCs w:val="24"/>
        </w:rPr>
      </w:pPr>
      <w:r w:rsidRPr="00FD7BF1">
        <w:rPr>
          <w:rFonts w:asciiTheme="minorHAnsi" w:hAnsiTheme="minorHAnsi"/>
          <w:i/>
          <w:color w:val="000000"/>
          <w:sz w:val="24"/>
          <w:szCs w:val="24"/>
        </w:rPr>
        <w:t>(End of Week 10)</w:t>
      </w:r>
    </w:p>
    <w:p w:rsidR="001F53C6" w:rsidRPr="00FD7BF1" w:rsidRDefault="001F53C6">
      <w:pPr>
        <w:spacing w:before="0" w:after="0" w:line="240" w:lineRule="auto"/>
        <w:rPr>
          <w:rFonts w:asciiTheme="minorHAnsi" w:hAnsiTheme="minorHAnsi"/>
          <w:b/>
          <w:bCs/>
        </w:rPr>
      </w:pPr>
      <w:r w:rsidRPr="00FD7BF1">
        <w:rPr>
          <w:rFonts w:asciiTheme="minorHAnsi" w:hAnsiTheme="minorHAnsi"/>
          <w:b/>
          <w:bCs/>
        </w:rPr>
        <w:br w:type="page"/>
      </w:r>
    </w:p>
    <w:p w:rsidR="001F53C6" w:rsidRPr="00FD7BF1" w:rsidRDefault="001F53C6" w:rsidP="006966D0">
      <w:pPr>
        <w:pStyle w:val="Heading1"/>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rPr>
          <w:rFonts w:asciiTheme="minorHAnsi" w:eastAsiaTheme="minorEastAsia" w:hAnsiTheme="minorHAnsi" w:cstheme="minorBidi"/>
          <w:color w:val="FFFFFF" w:themeColor="background1"/>
          <w:sz w:val="28"/>
          <w:szCs w:val="28"/>
          <w:lang w:bidi="en-US"/>
        </w:rPr>
      </w:pPr>
      <w:r w:rsidRPr="00FD7BF1">
        <w:rPr>
          <w:rFonts w:asciiTheme="minorHAnsi" w:eastAsiaTheme="minorEastAsia" w:hAnsiTheme="minorHAnsi" w:cstheme="minorBidi"/>
          <w:color w:val="FFFFFF" w:themeColor="background1"/>
          <w:sz w:val="28"/>
          <w:szCs w:val="28"/>
          <w:lang w:bidi="en-US"/>
        </w:rPr>
        <w:lastRenderedPageBreak/>
        <w:t>Week 11: final exam</w:t>
      </w:r>
    </w:p>
    <w:p w:rsidR="001F53C6" w:rsidRPr="00FD7BF1" w:rsidRDefault="001F53C6" w:rsidP="006966D0">
      <w:pPr>
        <w:pStyle w:val="Heading2"/>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rPr>
          <w:rFonts w:asciiTheme="minorHAnsi" w:hAnsiTheme="minorHAnsi"/>
        </w:rPr>
      </w:pPr>
      <w:r w:rsidRPr="00FD7BF1">
        <w:rPr>
          <w:rFonts w:asciiTheme="minorHAnsi" w:eastAsiaTheme="minorEastAsia" w:hAnsiTheme="minorHAnsi" w:cstheme="minorBidi"/>
          <w:b/>
          <w:sz w:val="26"/>
          <w:szCs w:val="26"/>
          <w:lang w:bidi="en-US"/>
        </w:rPr>
        <w:t>Objectives</w:t>
      </w:r>
    </w:p>
    <w:p w:rsidR="001F53C6" w:rsidRPr="00FD7BF1" w:rsidRDefault="001F53C6" w:rsidP="00C86F0F">
      <w:pPr>
        <w:pStyle w:val="body"/>
        <w:numPr>
          <w:ilvl w:val="0"/>
          <w:numId w:val="45"/>
        </w:numPr>
        <w:spacing w:before="120"/>
        <w:rPr>
          <w:rFonts w:asciiTheme="minorHAnsi" w:hAnsiTheme="minorHAnsi"/>
          <w:sz w:val="24"/>
          <w:szCs w:val="24"/>
        </w:rPr>
      </w:pPr>
      <w:r w:rsidRPr="00FD7BF1">
        <w:rPr>
          <w:rFonts w:asciiTheme="minorHAnsi" w:hAnsiTheme="minorHAnsi"/>
          <w:sz w:val="24"/>
          <w:szCs w:val="24"/>
        </w:rPr>
        <w:t>Analyze the nature and purpose of government</w:t>
      </w:r>
      <w:r w:rsidR="00C50E3A">
        <w:rPr>
          <w:rFonts w:asciiTheme="minorHAnsi" w:hAnsiTheme="minorHAnsi"/>
          <w:sz w:val="24"/>
          <w:szCs w:val="24"/>
        </w:rPr>
        <w:t>.</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Analyze the organization, function, and relationships of U.S. federal and state governments.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Explain the origins of democratic ideas and philosophies.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Analyze the political beliefs of the country's founders and the influence of these ideas on the development of the United States.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Summarize the articles, sections, and amendments of the U.S. Constitution.</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Assess the impact of the component parts of the U.S. Constitution on American political processes.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Compare and contrast the U.S. and state constitutions.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Analyze various case studies using U.S. Constitutional principles.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Debate civil liberties guaranteed by the Bill of Rights of the U.S. Constitution and by the 14th Amendment.</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Analyze the role and impact of political parties, media, and interest groups on policy and the U.S. political process.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Evaluate the federal and state nomination and election processes to determine if they are an effective and efficient way to choose government leaders.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Evaluate the impact of budgeting, taxation, and basic problems of finance on national, state, and local governments.</w:t>
      </w:r>
    </w:p>
    <w:p w:rsidR="001F53C6" w:rsidRPr="00FD7BF1" w:rsidRDefault="001F53C6" w:rsidP="00C86F0F">
      <w:pPr>
        <w:pStyle w:val="body"/>
        <w:numPr>
          <w:ilvl w:val="0"/>
          <w:numId w:val="45"/>
        </w:numPr>
        <w:rPr>
          <w:rFonts w:asciiTheme="minorHAnsi" w:hAnsiTheme="minorHAnsi"/>
          <w:sz w:val="24"/>
          <w:szCs w:val="24"/>
        </w:rPr>
      </w:pPr>
      <w:r w:rsidRPr="00FD7BF1">
        <w:rPr>
          <w:rFonts w:asciiTheme="minorHAnsi" w:hAnsiTheme="minorHAnsi"/>
          <w:sz w:val="24"/>
          <w:szCs w:val="24"/>
        </w:rPr>
        <w:t>Analyze the impact of courts and the judiciary on public policy.</w:t>
      </w:r>
    </w:p>
    <w:p w:rsidR="00573CA3" w:rsidRDefault="00573CA3">
      <w:pPr>
        <w:spacing w:before="0" w:after="0" w:line="240" w:lineRule="auto"/>
        <w:rPr>
          <w:rFonts w:asciiTheme="minorHAnsi" w:eastAsiaTheme="minorEastAsia" w:hAnsiTheme="minorHAnsi" w:cstheme="minorBidi"/>
          <w:b/>
          <w:caps/>
          <w:spacing w:val="15"/>
          <w:sz w:val="26"/>
          <w:szCs w:val="26"/>
          <w:lang w:bidi="en-US"/>
        </w:rPr>
      </w:pPr>
      <w:r>
        <w:rPr>
          <w:rFonts w:asciiTheme="minorHAnsi" w:eastAsiaTheme="minorEastAsia" w:hAnsiTheme="minorHAnsi" w:cstheme="minorBidi"/>
          <w:b/>
          <w:sz w:val="26"/>
          <w:szCs w:val="26"/>
          <w:lang w:bidi="en-US"/>
        </w:rPr>
        <w:br w:type="page"/>
      </w:r>
    </w:p>
    <w:p w:rsidR="00063852" w:rsidRPr="00FD7BF1" w:rsidRDefault="00FE3267" w:rsidP="00063852">
      <w:pPr>
        <w:rPr>
          <w:rFonts w:asciiTheme="minorHAnsi" w:hAnsiTheme="minorHAnsi"/>
          <w:i/>
          <w:color w:val="000000"/>
          <w:sz w:val="24"/>
          <w:szCs w:val="24"/>
        </w:rPr>
      </w:pPr>
      <w:r w:rsidRPr="00FD7BF1">
        <w:rPr>
          <w:rFonts w:asciiTheme="minorHAnsi" w:hAnsiTheme="minorHAnsi"/>
          <w:i/>
          <w:color w:val="000000"/>
          <w:sz w:val="24"/>
          <w:szCs w:val="24"/>
        </w:rPr>
        <w:lastRenderedPageBreak/>
        <w:t xml:space="preserve"> </w:t>
      </w:r>
      <w:r w:rsidR="00063852" w:rsidRPr="00FD7BF1">
        <w:rPr>
          <w:rFonts w:asciiTheme="minorHAnsi" w:hAnsiTheme="minorHAnsi"/>
          <w:i/>
          <w:color w:val="000000"/>
          <w:sz w:val="24"/>
          <w:szCs w:val="24"/>
        </w:rPr>
        <w:t>(End of Week 11)</w:t>
      </w:r>
    </w:p>
    <w:p w:rsidR="000D20DE" w:rsidRPr="00FD7BF1" w:rsidRDefault="000D20DE">
      <w:pPr>
        <w:spacing w:before="0" w:after="0" w:line="240" w:lineRule="auto"/>
        <w:rPr>
          <w:rFonts w:asciiTheme="minorHAnsi" w:hAnsiTheme="minorHAnsi"/>
          <w:szCs w:val="24"/>
        </w:rPr>
      </w:pPr>
      <w:r w:rsidRPr="00FD7BF1">
        <w:rPr>
          <w:rFonts w:asciiTheme="minorHAnsi" w:hAnsiTheme="minorHAnsi"/>
          <w:szCs w:val="24"/>
        </w:rPr>
        <w:br w:type="page"/>
      </w:r>
    </w:p>
    <w:p w:rsidR="00217822" w:rsidRDefault="00AD1332" w:rsidP="00217822">
      <w:pPr>
        <w:pStyle w:val="Heading1"/>
        <w:rPr>
          <w:rFonts w:asciiTheme="minorHAnsi" w:hAnsiTheme="minorHAnsi"/>
          <w:sz w:val="28"/>
          <w:szCs w:val="28"/>
        </w:rPr>
      </w:pPr>
      <w:r>
        <w:rPr>
          <w:rFonts w:asciiTheme="minorHAnsi" w:hAnsiTheme="minorHAnsi"/>
          <w:sz w:val="28"/>
          <w:szCs w:val="28"/>
        </w:rPr>
        <w:lastRenderedPageBreak/>
        <w:t xml:space="preserve">Appendix </w:t>
      </w:r>
      <w:proofErr w:type="gramStart"/>
      <w:r>
        <w:rPr>
          <w:rFonts w:asciiTheme="minorHAnsi" w:hAnsiTheme="minorHAnsi"/>
          <w:sz w:val="28"/>
          <w:szCs w:val="28"/>
        </w:rPr>
        <w:t>A</w:t>
      </w:r>
      <w:r w:rsidR="00217822" w:rsidRPr="00FD7BF1">
        <w:rPr>
          <w:rFonts w:asciiTheme="minorHAnsi" w:hAnsiTheme="minorHAnsi"/>
          <w:sz w:val="28"/>
          <w:szCs w:val="28"/>
        </w:rPr>
        <w:t>—</w:t>
      </w:r>
      <w:proofErr w:type="gramEnd"/>
      <w:r>
        <w:rPr>
          <w:rFonts w:asciiTheme="minorHAnsi" w:hAnsiTheme="minorHAnsi"/>
          <w:sz w:val="28"/>
          <w:szCs w:val="28"/>
        </w:rPr>
        <w:t>Quiz 2</w:t>
      </w:r>
      <w:r w:rsidR="002478A4">
        <w:rPr>
          <w:rFonts w:asciiTheme="minorHAnsi" w:hAnsiTheme="minorHAnsi"/>
          <w:sz w:val="28"/>
          <w:szCs w:val="28"/>
        </w:rPr>
        <w:t>.1</w:t>
      </w:r>
    </w:p>
    <w:p w:rsidR="00BA6ECB" w:rsidRPr="00417F69" w:rsidRDefault="00BA6ECB" w:rsidP="00BA6ECB">
      <w:pPr>
        <w:rPr>
          <w:rFonts w:asciiTheme="minorHAnsi" w:hAnsiTheme="minorHAnsi" w:cstheme="minorHAnsi"/>
          <w:b/>
          <w:sz w:val="24"/>
          <w:szCs w:val="24"/>
        </w:rPr>
      </w:pPr>
      <w:r w:rsidRPr="00417F69">
        <w:rPr>
          <w:rFonts w:asciiTheme="minorHAnsi" w:hAnsiTheme="minorHAnsi" w:cstheme="minorHAnsi"/>
          <w:b/>
          <w:sz w:val="24"/>
          <w:szCs w:val="24"/>
        </w:rPr>
        <w:t>QUIZ 2.1: QUESTIONS</w:t>
      </w:r>
    </w:p>
    <w:p w:rsidR="002856D4" w:rsidRPr="00FD7BF1" w:rsidRDefault="002856D4" w:rsidP="00C86F0F">
      <w:pPr>
        <w:numPr>
          <w:ilvl w:val="0"/>
          <w:numId w:val="93"/>
        </w:numPr>
        <w:spacing w:before="120" w:after="0" w:line="360" w:lineRule="auto"/>
        <w:ind w:left="547"/>
        <w:rPr>
          <w:rFonts w:asciiTheme="minorHAnsi" w:hAnsiTheme="minorHAnsi" w:cs="Arial"/>
          <w:sz w:val="24"/>
          <w:szCs w:val="24"/>
        </w:rPr>
      </w:pPr>
      <w:bookmarkStart w:id="2" w:name="_Week_2_Quiz"/>
      <w:bookmarkEnd w:id="2"/>
      <w:r w:rsidRPr="00FD7BF1">
        <w:rPr>
          <w:rFonts w:asciiTheme="minorHAnsi" w:hAnsiTheme="minorHAnsi" w:cs="Arial"/>
        </w:rPr>
        <w:t>“</w:t>
      </w:r>
      <w:r w:rsidRPr="00FD7BF1">
        <w:rPr>
          <w:rFonts w:asciiTheme="minorHAnsi" w:hAnsiTheme="minorHAnsi" w:cs="Arial"/>
          <w:sz w:val="24"/>
          <w:szCs w:val="24"/>
        </w:rPr>
        <w:t xml:space="preserve">The institution with authority to set policy for society” is a definition of: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Interest groups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Political parties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President’s advisory team</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media</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best describes </w:t>
      </w:r>
      <w:r w:rsidRPr="00FD7BF1">
        <w:rPr>
          <w:rFonts w:asciiTheme="minorHAnsi" w:hAnsiTheme="minorHAnsi" w:cs="Arial"/>
          <w:i/>
          <w:sz w:val="24"/>
          <w:szCs w:val="24"/>
        </w:rPr>
        <w:t>politics</w:t>
      </w:r>
      <w:r w:rsidRPr="00FD7BF1">
        <w:rPr>
          <w:rFonts w:asciiTheme="minorHAnsi" w:hAnsiTheme="minorHAnsi" w:cs="Arial"/>
          <w:sz w:val="24"/>
          <w:szCs w:val="24"/>
        </w:rPr>
        <w:t xml:space="preserve">?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It is synonymous with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workings of the major political parties.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collection of agencies and departments that make up the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attempt to control the machinery of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process that determines who shall occupy the roles of leadership in government and how the power of government shall be exercised. </w:t>
      </w:r>
    </w:p>
    <w:p w:rsidR="002856D4" w:rsidRPr="00FD7BF1" w:rsidRDefault="002856D4" w:rsidP="002856D4">
      <w:pPr>
        <w:spacing w:before="0" w:after="0" w:line="360" w:lineRule="auto"/>
        <w:rPr>
          <w:rFonts w:asciiTheme="minorHAnsi" w:hAnsiTheme="minorHAnsi" w:cs="Arial"/>
          <w:sz w:val="24"/>
          <w:szCs w:val="24"/>
        </w:rPr>
      </w:pPr>
    </w:p>
    <w:p w:rsidR="006C0B5E" w:rsidRPr="00FD7BF1" w:rsidRDefault="006C0B5E">
      <w:pPr>
        <w:spacing w:before="0" w:after="0" w:line="240" w:lineRule="auto"/>
        <w:rPr>
          <w:rFonts w:asciiTheme="minorHAnsi" w:hAnsiTheme="minorHAnsi" w:cs="Arial"/>
          <w:sz w:val="24"/>
          <w:szCs w:val="24"/>
        </w:rPr>
      </w:pPr>
      <w:r w:rsidRPr="00FD7BF1">
        <w:rPr>
          <w:rFonts w:asciiTheme="minorHAnsi" w:hAnsiTheme="minorHAnsi" w:cs="Arial"/>
          <w:sz w:val="24"/>
          <w:szCs w:val="24"/>
        </w:rPr>
        <w:br w:type="page"/>
      </w:r>
    </w:p>
    <w:p w:rsidR="002856D4" w:rsidRPr="00FD7BF1" w:rsidRDefault="002856D4" w:rsidP="00C86F0F">
      <w:pPr>
        <w:pStyle w:val="ListParagraph"/>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 xml:space="preserve">The Americans who wrote the Constitution generally believed which of the following?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Nations are best governed by kings because the common people are incapable of self-government.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Political leaders receive their power directly from God and are answerable only to God.</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Politics is a never-ending struggle between the people and their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majority should rule, even if that means that the minority suffers.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preferable government is one where citizens vote directly on matters of public concern. </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pStyle w:val="ListParagraph"/>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“A system of government in which ultimate political authority is vested in the people” is a definition of: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Capitalism</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Socialism</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Mixed economy</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Democracy</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Communism</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Why did the American colonists oppose the taxes imposed by the British after 1763?</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Americans wanted to print their own stamps.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money raised by the taxes went to support government operations in places other than North America.</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American colonists were unhappy because no Americans participated in the legislative body (the British Parliament).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taxes were placing a heavy burden on the northern states.</w:t>
      </w:r>
    </w:p>
    <w:p w:rsidR="00EC703D" w:rsidRPr="00FD7BF1" w:rsidRDefault="002856D4" w:rsidP="00EC703D">
      <w:pPr>
        <w:numPr>
          <w:ilvl w:val="1"/>
          <w:numId w:val="93"/>
        </w:numPr>
        <w:spacing w:before="0" w:after="0" w:line="240" w:lineRule="auto"/>
        <w:rPr>
          <w:rFonts w:asciiTheme="minorHAnsi" w:hAnsiTheme="minorHAnsi" w:cs="Arial"/>
          <w:sz w:val="24"/>
          <w:szCs w:val="24"/>
        </w:rPr>
      </w:pPr>
      <w:r w:rsidRPr="00FD7BF1">
        <w:rPr>
          <w:rFonts w:asciiTheme="minorHAnsi" w:hAnsiTheme="minorHAnsi" w:cs="Arial"/>
          <w:sz w:val="24"/>
          <w:szCs w:val="24"/>
        </w:rPr>
        <w:t>The taxes were encouraging slaves to escape from the South to the North.</w:t>
      </w:r>
      <w:r w:rsidR="00EC703D" w:rsidRPr="00FD7BF1">
        <w:rPr>
          <w:rFonts w:asciiTheme="minorHAnsi" w:hAnsiTheme="minorHAnsi" w:cs="Arial"/>
          <w:sz w:val="24"/>
          <w:szCs w:val="24"/>
        </w:rPr>
        <w:br w:type="page"/>
      </w:r>
    </w:p>
    <w:p w:rsidR="002856D4" w:rsidRPr="00FD7BF1" w:rsidRDefault="002856D4" w:rsidP="00C86F0F">
      <w:pPr>
        <w:pStyle w:val="ListParagraph"/>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 xml:space="preserve">Which of the following describes the U.S. federal system?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Sovereignty is held only by the central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states have exclusive sovereignty and the right to redraft the Constitution.</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Both the states and the central government have a common sovereignty.</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Two spheres exist, within which, states and the central government exercise sovereignty exclusively.</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The central government is granted sovereignty, which it shares with the states.</w:t>
      </w:r>
    </w:p>
    <w:p w:rsidR="002856D4" w:rsidRPr="00FD7BF1" w:rsidRDefault="002856D4" w:rsidP="002856D4">
      <w:pPr>
        <w:spacing w:before="0" w:after="0" w:line="360" w:lineRule="auto"/>
        <w:ind w:left="1440"/>
        <w:rPr>
          <w:rFonts w:asciiTheme="minorHAnsi" w:hAnsiTheme="minorHAnsi" w:cs="Arial"/>
          <w:sz w:val="24"/>
          <w:szCs w:val="24"/>
        </w:rPr>
      </w:pPr>
      <w:r w:rsidRPr="00FD7BF1">
        <w:rPr>
          <w:rFonts w:asciiTheme="minorHAnsi" w:hAnsiTheme="minorHAnsi" w:cs="Arial"/>
          <w:i/>
          <w:sz w:val="24"/>
          <w:szCs w:val="24"/>
        </w:rPr>
        <w:tab/>
      </w: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branch of national government did the authors of the American Constitution anticipate would be the strongest?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Executive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Legislative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Judicial</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All branches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Bureaucracy</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pStyle w:val="ListParagraph"/>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Article I, Section 8 of the Constitution specifically gives Congress authority to “regulate commerce with foreign nations.” If Congress adopts legislation prohibiting the import of ivory or other products made from elephants, which of the following powers would it </w:t>
      </w:r>
      <w:proofErr w:type="gramStart"/>
      <w:r w:rsidRPr="00FD7BF1">
        <w:rPr>
          <w:rFonts w:asciiTheme="minorHAnsi" w:hAnsiTheme="minorHAnsi" w:cs="Arial"/>
          <w:sz w:val="24"/>
          <w:szCs w:val="24"/>
        </w:rPr>
        <w:t>be</w:t>
      </w:r>
      <w:proofErr w:type="gramEnd"/>
      <w:r w:rsidRPr="00FD7BF1">
        <w:rPr>
          <w:rFonts w:asciiTheme="minorHAnsi" w:hAnsiTheme="minorHAnsi" w:cs="Arial"/>
          <w:sz w:val="24"/>
          <w:szCs w:val="24"/>
        </w:rPr>
        <w:t xml:space="preserve"> exercising?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Delegated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Reserved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Implied powers</w:t>
      </w:r>
    </w:p>
    <w:p w:rsidR="00CE58FC" w:rsidRDefault="00CE58FC">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Concurrent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Denied powers</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pStyle w:val="ListParagraph"/>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federal system apportions sovereign spheres for the states and the federal government, but this equality is limited by the: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Necessary and Proper Clause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Full Faith and Credit Clause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Privileges and Immunities Clause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National Supremacy Clause</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Judicial Power Clause</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Congress’ power to regulate interstate commerce has, over the years, served to: </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Expand states’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Expand the Supreme Court’s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Expand the national government’s powers</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Balance the power between the states and the national government</w:t>
      </w:r>
    </w:p>
    <w:p w:rsidR="002856D4" w:rsidRPr="00FD7BF1" w:rsidRDefault="002856D4" w:rsidP="00C86F0F">
      <w:pPr>
        <w:numPr>
          <w:ilvl w:val="1"/>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Expand the power of individual cities</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phrase </w:t>
      </w:r>
      <w:r w:rsidRPr="00FD7BF1">
        <w:rPr>
          <w:rFonts w:asciiTheme="minorHAnsi" w:hAnsiTheme="minorHAnsi" w:cs="Arial"/>
          <w:i/>
          <w:sz w:val="24"/>
          <w:szCs w:val="24"/>
        </w:rPr>
        <w:t>power of the purse</w:t>
      </w:r>
      <w:r w:rsidRPr="00FD7BF1">
        <w:rPr>
          <w:rFonts w:asciiTheme="minorHAnsi" w:hAnsiTheme="minorHAnsi" w:cs="Arial"/>
          <w:sz w:val="24"/>
          <w:szCs w:val="24"/>
        </w:rPr>
        <w:t xml:space="preserve"> refers to which of the following? </w:t>
      </w:r>
    </w:p>
    <w:p w:rsidR="002856D4" w:rsidRPr="00FD7BF1" w:rsidRDefault="002856D4" w:rsidP="00C86F0F">
      <w:pPr>
        <w:numPr>
          <w:ilvl w:val="1"/>
          <w:numId w:val="94"/>
        </w:numPr>
        <w:spacing w:before="0" w:after="0" w:line="360" w:lineRule="auto"/>
        <w:rPr>
          <w:rFonts w:asciiTheme="minorHAnsi" w:hAnsiTheme="minorHAnsi" w:cs="Arial"/>
          <w:sz w:val="24"/>
          <w:szCs w:val="24"/>
        </w:rPr>
      </w:pPr>
      <w:r w:rsidRPr="00FD7BF1">
        <w:rPr>
          <w:rFonts w:asciiTheme="minorHAnsi" w:hAnsiTheme="minorHAnsi" w:cs="Arial"/>
          <w:sz w:val="24"/>
          <w:szCs w:val="24"/>
        </w:rPr>
        <w:t>The influence of women in the political process</w:t>
      </w:r>
    </w:p>
    <w:p w:rsidR="002856D4" w:rsidRPr="00FD7BF1" w:rsidRDefault="002856D4" w:rsidP="00C86F0F">
      <w:pPr>
        <w:numPr>
          <w:ilvl w:val="1"/>
          <w:numId w:val="94"/>
        </w:numPr>
        <w:spacing w:before="0" w:after="0" w:line="360" w:lineRule="auto"/>
        <w:rPr>
          <w:rFonts w:asciiTheme="minorHAnsi" w:hAnsiTheme="minorHAnsi" w:cs="Arial"/>
          <w:sz w:val="24"/>
          <w:szCs w:val="24"/>
        </w:rPr>
      </w:pPr>
      <w:r w:rsidRPr="00FD7BF1">
        <w:rPr>
          <w:rFonts w:asciiTheme="minorHAnsi" w:hAnsiTheme="minorHAnsi" w:cs="Arial"/>
          <w:sz w:val="24"/>
          <w:szCs w:val="24"/>
        </w:rPr>
        <w:t>The main issue facing government, which is always a shortage of tax money</w:t>
      </w:r>
    </w:p>
    <w:p w:rsidR="002856D4" w:rsidRPr="00FD7BF1" w:rsidRDefault="002856D4" w:rsidP="00C86F0F">
      <w:pPr>
        <w:numPr>
          <w:ilvl w:val="1"/>
          <w:numId w:val="94"/>
        </w:numPr>
        <w:spacing w:before="0" w:after="0" w:line="360" w:lineRule="auto"/>
        <w:rPr>
          <w:rFonts w:asciiTheme="minorHAnsi" w:hAnsiTheme="minorHAnsi" w:cs="Arial"/>
          <w:sz w:val="24"/>
          <w:szCs w:val="24"/>
        </w:rPr>
      </w:pPr>
      <w:r w:rsidRPr="00FD7BF1">
        <w:rPr>
          <w:rFonts w:asciiTheme="minorHAnsi" w:hAnsiTheme="minorHAnsi" w:cs="Arial"/>
          <w:sz w:val="24"/>
          <w:szCs w:val="24"/>
        </w:rPr>
        <w:t>The president’s control of the finances of government</w:t>
      </w:r>
    </w:p>
    <w:p w:rsidR="002856D4" w:rsidRPr="00FD7BF1" w:rsidRDefault="002856D4" w:rsidP="00C86F0F">
      <w:pPr>
        <w:numPr>
          <w:ilvl w:val="1"/>
          <w:numId w:val="94"/>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The constitutional authority for Congress to raise and spend money</w:t>
      </w:r>
    </w:p>
    <w:p w:rsidR="002856D4" w:rsidRPr="00FD7BF1" w:rsidRDefault="002856D4" w:rsidP="00C86F0F">
      <w:pPr>
        <w:numPr>
          <w:ilvl w:val="1"/>
          <w:numId w:val="94"/>
        </w:numPr>
        <w:spacing w:before="0" w:after="0" w:line="360" w:lineRule="auto"/>
        <w:rPr>
          <w:rFonts w:asciiTheme="minorHAnsi" w:hAnsiTheme="minorHAnsi" w:cs="Arial"/>
          <w:sz w:val="24"/>
          <w:szCs w:val="24"/>
        </w:rPr>
      </w:pPr>
      <w:r w:rsidRPr="00FD7BF1">
        <w:rPr>
          <w:rFonts w:asciiTheme="minorHAnsi" w:hAnsiTheme="minorHAnsi" w:cs="Arial"/>
          <w:sz w:val="24"/>
          <w:szCs w:val="24"/>
        </w:rPr>
        <w:t>The power of the Senate to unilaterally cut spending in the area of defense</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According to the political philosophy of John Locke, who among the following create(s) government? </w:t>
      </w:r>
    </w:p>
    <w:p w:rsidR="002856D4" w:rsidRPr="00FD7BF1" w:rsidRDefault="002856D4" w:rsidP="00C86F0F">
      <w:pPr>
        <w:numPr>
          <w:ilvl w:val="0"/>
          <w:numId w:val="95"/>
        </w:numPr>
        <w:spacing w:before="0" w:after="0" w:line="360" w:lineRule="auto"/>
        <w:rPr>
          <w:rFonts w:asciiTheme="minorHAnsi" w:hAnsiTheme="minorHAnsi" w:cs="Arial"/>
          <w:sz w:val="24"/>
          <w:szCs w:val="24"/>
        </w:rPr>
      </w:pPr>
      <w:r w:rsidRPr="00FD7BF1">
        <w:rPr>
          <w:rFonts w:asciiTheme="minorHAnsi" w:hAnsiTheme="minorHAnsi" w:cs="Arial"/>
          <w:sz w:val="24"/>
          <w:szCs w:val="24"/>
        </w:rPr>
        <w:t>God</w:t>
      </w:r>
    </w:p>
    <w:p w:rsidR="002856D4" w:rsidRPr="00FD7BF1" w:rsidRDefault="002856D4" w:rsidP="00C86F0F">
      <w:pPr>
        <w:numPr>
          <w:ilvl w:val="0"/>
          <w:numId w:val="95"/>
        </w:numPr>
        <w:spacing w:before="0" w:after="0" w:line="360" w:lineRule="auto"/>
        <w:rPr>
          <w:rFonts w:asciiTheme="minorHAnsi" w:hAnsiTheme="minorHAnsi" w:cs="Arial"/>
          <w:sz w:val="24"/>
          <w:szCs w:val="24"/>
        </w:rPr>
      </w:pPr>
      <w:r w:rsidRPr="00FD7BF1">
        <w:rPr>
          <w:rFonts w:asciiTheme="minorHAnsi" w:hAnsiTheme="minorHAnsi" w:cs="Arial"/>
          <w:sz w:val="24"/>
          <w:szCs w:val="24"/>
        </w:rPr>
        <w:t>The king</w:t>
      </w:r>
    </w:p>
    <w:p w:rsidR="002856D4" w:rsidRPr="00FD7BF1" w:rsidRDefault="002856D4" w:rsidP="00C86F0F">
      <w:pPr>
        <w:numPr>
          <w:ilvl w:val="0"/>
          <w:numId w:val="95"/>
        </w:numPr>
        <w:spacing w:before="0" w:after="0" w:line="360" w:lineRule="auto"/>
        <w:rPr>
          <w:rFonts w:asciiTheme="minorHAnsi" w:hAnsiTheme="minorHAnsi" w:cs="Arial"/>
          <w:sz w:val="24"/>
          <w:szCs w:val="24"/>
        </w:rPr>
      </w:pPr>
      <w:r w:rsidRPr="00FD7BF1">
        <w:rPr>
          <w:rFonts w:asciiTheme="minorHAnsi" w:hAnsiTheme="minorHAnsi" w:cs="Arial"/>
          <w:sz w:val="24"/>
          <w:szCs w:val="24"/>
        </w:rPr>
        <w:t>The wealthy</w:t>
      </w:r>
    </w:p>
    <w:p w:rsidR="002856D4" w:rsidRPr="00FD7BF1" w:rsidRDefault="002856D4" w:rsidP="00C86F0F">
      <w:pPr>
        <w:numPr>
          <w:ilvl w:val="0"/>
          <w:numId w:val="95"/>
        </w:numPr>
        <w:spacing w:before="0" w:after="0" w:line="360" w:lineRule="auto"/>
        <w:rPr>
          <w:rFonts w:asciiTheme="minorHAnsi" w:hAnsiTheme="minorHAnsi" w:cs="Arial"/>
          <w:sz w:val="24"/>
          <w:szCs w:val="24"/>
        </w:rPr>
      </w:pPr>
      <w:r w:rsidRPr="00FD7BF1">
        <w:rPr>
          <w:rFonts w:asciiTheme="minorHAnsi" w:hAnsiTheme="minorHAnsi" w:cs="Arial"/>
          <w:sz w:val="24"/>
          <w:szCs w:val="24"/>
        </w:rPr>
        <w:t>Landowners</w:t>
      </w:r>
    </w:p>
    <w:p w:rsidR="002856D4" w:rsidRPr="00FD7BF1" w:rsidRDefault="002856D4" w:rsidP="00C86F0F">
      <w:pPr>
        <w:numPr>
          <w:ilvl w:val="0"/>
          <w:numId w:val="95"/>
        </w:numPr>
        <w:spacing w:before="0" w:after="0" w:line="360" w:lineRule="auto"/>
        <w:rPr>
          <w:rFonts w:asciiTheme="minorHAnsi" w:hAnsiTheme="minorHAnsi" w:cs="Arial"/>
          <w:sz w:val="24"/>
          <w:szCs w:val="24"/>
        </w:rPr>
      </w:pPr>
      <w:r w:rsidRPr="00FD7BF1">
        <w:rPr>
          <w:rFonts w:asciiTheme="minorHAnsi" w:hAnsiTheme="minorHAnsi" w:cs="Arial"/>
          <w:sz w:val="24"/>
          <w:szCs w:val="24"/>
        </w:rPr>
        <w:t>The people</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is NOT part of the formal process for amending the U.S. Constitution? </w:t>
      </w:r>
    </w:p>
    <w:p w:rsidR="002856D4" w:rsidRPr="00FD7BF1" w:rsidRDefault="002856D4" w:rsidP="00C86F0F">
      <w:pPr>
        <w:numPr>
          <w:ilvl w:val="1"/>
          <w:numId w:val="96"/>
        </w:numPr>
        <w:spacing w:before="0" w:after="0" w:line="360" w:lineRule="auto"/>
        <w:rPr>
          <w:rFonts w:asciiTheme="minorHAnsi" w:hAnsiTheme="minorHAnsi" w:cs="Arial"/>
          <w:sz w:val="24"/>
          <w:szCs w:val="24"/>
        </w:rPr>
      </w:pPr>
      <w:r w:rsidRPr="00FD7BF1">
        <w:rPr>
          <w:rFonts w:asciiTheme="minorHAnsi" w:hAnsiTheme="minorHAnsi" w:cs="Arial"/>
          <w:sz w:val="24"/>
          <w:szCs w:val="24"/>
        </w:rPr>
        <w:t>The House votes to propose an amendment by a two-thirds margin.</w:t>
      </w:r>
    </w:p>
    <w:p w:rsidR="002856D4" w:rsidRPr="00FD7BF1" w:rsidRDefault="002856D4" w:rsidP="00C86F0F">
      <w:pPr>
        <w:numPr>
          <w:ilvl w:val="1"/>
          <w:numId w:val="96"/>
        </w:numPr>
        <w:spacing w:before="0" w:after="0" w:line="360" w:lineRule="auto"/>
        <w:rPr>
          <w:rFonts w:asciiTheme="minorHAnsi" w:hAnsiTheme="minorHAnsi" w:cs="Arial"/>
          <w:sz w:val="24"/>
          <w:szCs w:val="24"/>
        </w:rPr>
      </w:pPr>
      <w:r w:rsidRPr="00FD7BF1">
        <w:rPr>
          <w:rFonts w:asciiTheme="minorHAnsi" w:hAnsiTheme="minorHAnsi" w:cs="Arial"/>
          <w:sz w:val="24"/>
          <w:szCs w:val="24"/>
        </w:rPr>
        <w:t>The Senate votes to propose an amendment by a two-thirds margin.</w:t>
      </w:r>
    </w:p>
    <w:p w:rsidR="002856D4" w:rsidRPr="00FD7BF1" w:rsidRDefault="002856D4" w:rsidP="00C86F0F">
      <w:pPr>
        <w:numPr>
          <w:ilvl w:val="1"/>
          <w:numId w:val="96"/>
        </w:numPr>
        <w:spacing w:before="0" w:after="0" w:line="360" w:lineRule="auto"/>
        <w:rPr>
          <w:rFonts w:asciiTheme="minorHAnsi" w:hAnsiTheme="minorHAnsi" w:cs="Arial"/>
          <w:sz w:val="24"/>
          <w:szCs w:val="24"/>
        </w:rPr>
      </w:pPr>
      <w:r w:rsidRPr="00FD7BF1">
        <w:rPr>
          <w:rFonts w:asciiTheme="minorHAnsi" w:hAnsiTheme="minorHAnsi" w:cs="Arial"/>
          <w:sz w:val="24"/>
          <w:szCs w:val="24"/>
        </w:rPr>
        <w:t>The President signs a proposal to amend the Constitution.</w:t>
      </w:r>
    </w:p>
    <w:p w:rsidR="002856D4" w:rsidRPr="00FD7BF1" w:rsidRDefault="002856D4" w:rsidP="00C86F0F">
      <w:pPr>
        <w:numPr>
          <w:ilvl w:val="1"/>
          <w:numId w:val="96"/>
        </w:numPr>
        <w:spacing w:before="0" w:after="0" w:line="360" w:lineRule="auto"/>
        <w:rPr>
          <w:rFonts w:asciiTheme="minorHAnsi" w:hAnsiTheme="minorHAnsi" w:cs="Arial"/>
          <w:sz w:val="24"/>
          <w:szCs w:val="24"/>
        </w:rPr>
      </w:pPr>
      <w:r w:rsidRPr="00FD7BF1">
        <w:rPr>
          <w:rFonts w:asciiTheme="minorHAnsi" w:hAnsiTheme="minorHAnsi" w:cs="Arial"/>
          <w:sz w:val="24"/>
          <w:szCs w:val="24"/>
        </w:rPr>
        <w:t>Three-fourths of the states ratify the proposed amendment.</w:t>
      </w:r>
    </w:p>
    <w:p w:rsidR="002856D4" w:rsidRPr="00FD7BF1" w:rsidRDefault="002856D4" w:rsidP="00C86F0F">
      <w:pPr>
        <w:numPr>
          <w:ilvl w:val="1"/>
          <w:numId w:val="96"/>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A constitutional convention is convened if two-thirds of the </w:t>
      </w:r>
      <w:proofErr w:type="spellStart"/>
      <w:r w:rsidRPr="00FD7BF1">
        <w:rPr>
          <w:rFonts w:asciiTheme="minorHAnsi" w:hAnsiTheme="minorHAnsi" w:cs="Arial"/>
          <w:sz w:val="24"/>
          <w:szCs w:val="24"/>
        </w:rPr>
        <w:t>states</w:t>
      </w:r>
      <w:proofErr w:type="spellEnd"/>
      <w:r w:rsidRPr="00FD7BF1">
        <w:rPr>
          <w:rFonts w:asciiTheme="minorHAnsi" w:hAnsiTheme="minorHAnsi" w:cs="Arial"/>
          <w:sz w:val="24"/>
          <w:szCs w:val="24"/>
        </w:rPr>
        <w:t xml:space="preserve"> petition Congress for one.</w:t>
      </w:r>
    </w:p>
    <w:p w:rsidR="002856D4" w:rsidRPr="00FD7BF1" w:rsidRDefault="002856D4" w:rsidP="002856D4">
      <w:pPr>
        <w:spacing w:before="0" w:after="0" w:line="360" w:lineRule="auto"/>
        <w:ind w:left="1440"/>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lists the seven stages of the policymaking process in the correct order? </w:t>
      </w:r>
    </w:p>
    <w:p w:rsidR="002856D4" w:rsidRPr="00FD7BF1" w:rsidRDefault="002856D4" w:rsidP="00C86F0F">
      <w:pPr>
        <w:numPr>
          <w:ilvl w:val="0"/>
          <w:numId w:val="108"/>
        </w:numPr>
        <w:spacing w:before="0" w:after="0" w:line="360" w:lineRule="auto"/>
        <w:rPr>
          <w:rFonts w:asciiTheme="minorHAnsi" w:hAnsiTheme="minorHAnsi" w:cs="Arial"/>
          <w:sz w:val="24"/>
          <w:szCs w:val="24"/>
        </w:rPr>
      </w:pPr>
      <w:r w:rsidRPr="00FD7BF1">
        <w:rPr>
          <w:rFonts w:asciiTheme="minorHAnsi" w:hAnsiTheme="minorHAnsi" w:cs="Arial"/>
          <w:sz w:val="24"/>
          <w:szCs w:val="24"/>
        </w:rPr>
        <w:t>Policy evaluation, agenda setting, policy adoption, policy formulation, and policy implementation</w:t>
      </w:r>
    </w:p>
    <w:p w:rsidR="002856D4" w:rsidRPr="00FD7BF1" w:rsidRDefault="002856D4" w:rsidP="00C86F0F">
      <w:pPr>
        <w:numPr>
          <w:ilvl w:val="0"/>
          <w:numId w:val="108"/>
        </w:numPr>
        <w:spacing w:before="0" w:after="0" w:line="360" w:lineRule="auto"/>
        <w:rPr>
          <w:rFonts w:asciiTheme="minorHAnsi" w:hAnsiTheme="minorHAnsi" w:cs="Arial"/>
          <w:sz w:val="24"/>
          <w:szCs w:val="24"/>
        </w:rPr>
      </w:pPr>
      <w:r w:rsidRPr="00FD7BF1">
        <w:rPr>
          <w:rFonts w:asciiTheme="minorHAnsi" w:hAnsiTheme="minorHAnsi" w:cs="Arial"/>
          <w:sz w:val="24"/>
          <w:szCs w:val="24"/>
        </w:rPr>
        <w:t>Agenda building, policy adoption, policy legitimation, policy implementation, and policy evaluation</w:t>
      </w:r>
    </w:p>
    <w:p w:rsidR="002856D4" w:rsidRPr="00FD7BF1" w:rsidRDefault="002856D4" w:rsidP="00C86F0F">
      <w:pPr>
        <w:numPr>
          <w:ilvl w:val="0"/>
          <w:numId w:val="108"/>
        </w:numPr>
        <w:spacing w:before="0" w:after="0" w:line="360" w:lineRule="auto"/>
        <w:rPr>
          <w:rFonts w:asciiTheme="minorHAnsi" w:hAnsiTheme="minorHAnsi" w:cs="Arial"/>
          <w:sz w:val="24"/>
          <w:szCs w:val="24"/>
        </w:rPr>
      </w:pPr>
      <w:r w:rsidRPr="00FD7BF1">
        <w:rPr>
          <w:rFonts w:asciiTheme="minorHAnsi" w:hAnsiTheme="minorHAnsi" w:cs="Arial"/>
          <w:sz w:val="24"/>
          <w:szCs w:val="24"/>
        </w:rPr>
        <w:t>Policy formulation, policy evaluation, agenda setting, policy adoption, and policy implementation</w:t>
      </w:r>
    </w:p>
    <w:p w:rsidR="002856D4" w:rsidRPr="00FD7BF1" w:rsidRDefault="002856D4" w:rsidP="00C86F0F">
      <w:pPr>
        <w:numPr>
          <w:ilvl w:val="0"/>
          <w:numId w:val="108"/>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Agenda setting, policy formulation, policy adoption, policy legitimation, policy implementation, policy evaluation, and policy change.</w:t>
      </w:r>
    </w:p>
    <w:p w:rsidR="002856D4" w:rsidRPr="00FD7BF1" w:rsidRDefault="002856D4" w:rsidP="00C86F0F">
      <w:pPr>
        <w:numPr>
          <w:ilvl w:val="0"/>
          <w:numId w:val="108"/>
        </w:numPr>
        <w:spacing w:before="0" w:after="0" w:line="360" w:lineRule="auto"/>
        <w:rPr>
          <w:rFonts w:asciiTheme="minorHAnsi" w:hAnsiTheme="minorHAnsi" w:cs="Arial"/>
          <w:sz w:val="24"/>
          <w:szCs w:val="24"/>
        </w:rPr>
      </w:pPr>
      <w:r w:rsidRPr="00FD7BF1">
        <w:rPr>
          <w:rFonts w:asciiTheme="minorHAnsi" w:hAnsiTheme="minorHAnsi" w:cs="Arial"/>
          <w:sz w:val="24"/>
          <w:szCs w:val="24"/>
        </w:rPr>
        <w:t>Policy manipulation, policy adulation, agenda building, agenda implementation, and policy adoption</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was NOT a major weakness of the government created by the Articles of Confederation? </w:t>
      </w:r>
    </w:p>
    <w:p w:rsidR="002856D4" w:rsidRPr="00FD7BF1" w:rsidRDefault="002856D4" w:rsidP="00C86F0F">
      <w:pPr>
        <w:numPr>
          <w:ilvl w:val="0"/>
          <w:numId w:val="97"/>
        </w:numPr>
        <w:spacing w:before="0" w:after="0" w:line="360" w:lineRule="auto"/>
        <w:rPr>
          <w:rFonts w:asciiTheme="minorHAnsi" w:hAnsiTheme="minorHAnsi" w:cs="Arial"/>
          <w:sz w:val="24"/>
          <w:szCs w:val="24"/>
        </w:rPr>
      </w:pPr>
      <w:r w:rsidRPr="00FD7BF1">
        <w:rPr>
          <w:rFonts w:asciiTheme="minorHAnsi" w:hAnsiTheme="minorHAnsi" w:cs="Arial"/>
          <w:sz w:val="24"/>
          <w:szCs w:val="24"/>
        </w:rPr>
        <w:t>It limited freedom of the press—frequently arresting newspaper editors who printed stories critical of the government.</w:t>
      </w:r>
    </w:p>
    <w:p w:rsidR="002856D4" w:rsidRPr="00FD7BF1" w:rsidRDefault="002856D4" w:rsidP="00C86F0F">
      <w:pPr>
        <w:numPr>
          <w:ilvl w:val="0"/>
          <w:numId w:val="97"/>
        </w:numPr>
        <w:spacing w:before="0" w:after="0" w:line="360" w:lineRule="auto"/>
        <w:rPr>
          <w:rFonts w:asciiTheme="minorHAnsi" w:hAnsiTheme="minorHAnsi" w:cs="Arial"/>
          <w:sz w:val="24"/>
          <w:szCs w:val="24"/>
        </w:rPr>
      </w:pPr>
      <w:r w:rsidRPr="00FD7BF1">
        <w:rPr>
          <w:rFonts w:asciiTheme="minorHAnsi" w:hAnsiTheme="minorHAnsi" w:cs="Arial"/>
          <w:sz w:val="24"/>
          <w:szCs w:val="24"/>
        </w:rPr>
        <w:t>It lacked the power to regulate commerce among the states.</w:t>
      </w:r>
    </w:p>
    <w:p w:rsidR="002856D4" w:rsidRPr="00FD7BF1" w:rsidRDefault="002856D4" w:rsidP="00C86F0F">
      <w:pPr>
        <w:numPr>
          <w:ilvl w:val="0"/>
          <w:numId w:val="97"/>
        </w:numPr>
        <w:spacing w:before="0" w:after="0" w:line="360" w:lineRule="auto"/>
        <w:rPr>
          <w:rFonts w:asciiTheme="minorHAnsi" w:hAnsiTheme="minorHAnsi" w:cs="Arial"/>
          <w:sz w:val="24"/>
          <w:szCs w:val="24"/>
        </w:rPr>
      </w:pPr>
      <w:r w:rsidRPr="00FD7BF1">
        <w:rPr>
          <w:rFonts w:asciiTheme="minorHAnsi" w:hAnsiTheme="minorHAnsi" w:cs="Arial"/>
          <w:sz w:val="24"/>
          <w:szCs w:val="24"/>
        </w:rPr>
        <w:t>It lacked the power to collect taxes from individuals, having to rely instead on contributions from the states.</w:t>
      </w:r>
    </w:p>
    <w:p w:rsidR="002856D4" w:rsidRPr="00FD7BF1" w:rsidRDefault="002856D4" w:rsidP="00C86F0F">
      <w:pPr>
        <w:numPr>
          <w:ilvl w:val="0"/>
          <w:numId w:val="97"/>
        </w:numPr>
        <w:spacing w:before="0" w:after="0" w:line="360" w:lineRule="auto"/>
        <w:rPr>
          <w:rFonts w:asciiTheme="minorHAnsi" w:hAnsiTheme="minorHAnsi" w:cs="Arial"/>
          <w:sz w:val="24"/>
          <w:szCs w:val="24"/>
        </w:rPr>
      </w:pPr>
      <w:r w:rsidRPr="00FD7BF1">
        <w:rPr>
          <w:rFonts w:asciiTheme="minorHAnsi" w:hAnsiTheme="minorHAnsi" w:cs="Arial"/>
          <w:sz w:val="24"/>
          <w:szCs w:val="24"/>
        </w:rPr>
        <w:t>It lacked the power to prevent states from printing worthless currency.</w:t>
      </w:r>
    </w:p>
    <w:p w:rsidR="002856D4" w:rsidRPr="00FD7BF1" w:rsidRDefault="002856D4" w:rsidP="00C86F0F">
      <w:pPr>
        <w:numPr>
          <w:ilvl w:val="0"/>
          <w:numId w:val="97"/>
        </w:numPr>
        <w:spacing w:before="0" w:after="0" w:line="360" w:lineRule="auto"/>
        <w:rPr>
          <w:rFonts w:asciiTheme="minorHAnsi" w:hAnsiTheme="minorHAnsi" w:cs="Arial"/>
          <w:sz w:val="24"/>
          <w:szCs w:val="24"/>
        </w:rPr>
      </w:pPr>
      <w:r w:rsidRPr="00FD7BF1">
        <w:rPr>
          <w:rFonts w:asciiTheme="minorHAnsi" w:hAnsiTheme="minorHAnsi" w:cs="Arial"/>
          <w:sz w:val="24"/>
          <w:szCs w:val="24"/>
        </w:rPr>
        <w:t>It lacked the power to create a standing army.</w:t>
      </w:r>
    </w:p>
    <w:p w:rsidR="002856D4" w:rsidRPr="00FD7BF1" w:rsidRDefault="002856D4" w:rsidP="002856D4">
      <w:pPr>
        <w:spacing w:before="0" w:after="0" w:line="360" w:lineRule="auto"/>
        <w:rPr>
          <w:rFonts w:asciiTheme="minorHAnsi" w:hAnsiTheme="minorHAnsi" w:cs="Arial"/>
          <w:sz w:val="24"/>
          <w:szCs w:val="24"/>
        </w:rPr>
      </w:pP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best describes the Antifederalist point of view?  </w:t>
      </w:r>
    </w:p>
    <w:p w:rsidR="002856D4" w:rsidRPr="00FD7BF1" w:rsidRDefault="002856D4" w:rsidP="00C86F0F">
      <w:pPr>
        <w:numPr>
          <w:ilvl w:val="0"/>
          <w:numId w:val="98"/>
        </w:numPr>
        <w:spacing w:before="0" w:after="0" w:line="360" w:lineRule="auto"/>
        <w:rPr>
          <w:rFonts w:asciiTheme="minorHAnsi" w:hAnsiTheme="minorHAnsi" w:cs="Arial"/>
          <w:sz w:val="24"/>
          <w:szCs w:val="24"/>
        </w:rPr>
      </w:pPr>
      <w:r w:rsidRPr="00FD7BF1">
        <w:rPr>
          <w:rFonts w:asciiTheme="minorHAnsi" w:hAnsiTheme="minorHAnsi" w:cs="Arial"/>
          <w:sz w:val="24"/>
          <w:szCs w:val="24"/>
        </w:rPr>
        <w:t>The best government was a unitary one.</w:t>
      </w:r>
    </w:p>
    <w:p w:rsidR="002856D4" w:rsidRPr="00FD7BF1" w:rsidRDefault="002856D4" w:rsidP="00C86F0F">
      <w:pPr>
        <w:numPr>
          <w:ilvl w:val="0"/>
          <w:numId w:val="98"/>
        </w:numPr>
        <w:spacing w:before="0" w:after="0" w:line="360" w:lineRule="auto"/>
        <w:rPr>
          <w:rFonts w:asciiTheme="minorHAnsi" w:hAnsiTheme="minorHAnsi" w:cs="Arial"/>
          <w:sz w:val="24"/>
          <w:szCs w:val="24"/>
        </w:rPr>
      </w:pPr>
      <w:r w:rsidRPr="00FD7BF1">
        <w:rPr>
          <w:rFonts w:asciiTheme="minorHAnsi" w:hAnsiTheme="minorHAnsi" w:cs="Arial"/>
          <w:sz w:val="24"/>
          <w:szCs w:val="24"/>
        </w:rPr>
        <w:t>State sovereignty was preferable to any other option.</w:t>
      </w:r>
    </w:p>
    <w:p w:rsidR="002856D4" w:rsidRPr="00FD7BF1" w:rsidRDefault="002856D4" w:rsidP="00C86F0F">
      <w:pPr>
        <w:numPr>
          <w:ilvl w:val="0"/>
          <w:numId w:val="98"/>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Constitution should be ratified.</w:t>
      </w:r>
    </w:p>
    <w:p w:rsidR="002856D4" w:rsidRPr="00FD7BF1" w:rsidRDefault="002856D4" w:rsidP="00C86F0F">
      <w:pPr>
        <w:numPr>
          <w:ilvl w:val="0"/>
          <w:numId w:val="98"/>
        </w:numPr>
        <w:spacing w:before="0" w:after="0" w:line="360" w:lineRule="auto"/>
        <w:rPr>
          <w:rFonts w:asciiTheme="minorHAnsi" w:hAnsiTheme="minorHAnsi" w:cs="Arial"/>
          <w:sz w:val="24"/>
          <w:szCs w:val="24"/>
        </w:rPr>
      </w:pPr>
      <w:r w:rsidRPr="00FD7BF1">
        <w:rPr>
          <w:rFonts w:asciiTheme="minorHAnsi" w:hAnsiTheme="minorHAnsi" w:cs="Arial"/>
          <w:sz w:val="24"/>
          <w:szCs w:val="24"/>
        </w:rPr>
        <w:t>The Bill of Rights was necessary to increase states’ rights.</w:t>
      </w:r>
    </w:p>
    <w:p w:rsidR="002856D4" w:rsidRPr="00FD7BF1" w:rsidRDefault="002856D4" w:rsidP="00C86F0F">
      <w:pPr>
        <w:numPr>
          <w:ilvl w:val="0"/>
          <w:numId w:val="98"/>
        </w:numPr>
        <w:spacing w:before="0" w:after="0" w:line="360" w:lineRule="auto"/>
        <w:rPr>
          <w:rFonts w:asciiTheme="minorHAnsi" w:hAnsiTheme="minorHAnsi" w:cs="Arial"/>
          <w:sz w:val="24"/>
          <w:szCs w:val="24"/>
        </w:rPr>
      </w:pPr>
      <w:r w:rsidRPr="00FD7BF1">
        <w:rPr>
          <w:rFonts w:asciiTheme="minorHAnsi" w:hAnsiTheme="minorHAnsi" w:cs="Arial"/>
          <w:sz w:val="24"/>
          <w:szCs w:val="24"/>
        </w:rPr>
        <w:t>The Constitution gave too much power to the central government.</w:t>
      </w:r>
    </w:p>
    <w:p w:rsidR="002856D4" w:rsidRPr="00FD7BF1" w:rsidRDefault="002856D4" w:rsidP="002856D4">
      <w:pPr>
        <w:tabs>
          <w:tab w:val="left" w:pos="1080"/>
        </w:tabs>
        <w:spacing w:before="0" w:after="0" w:line="360" w:lineRule="auto"/>
        <w:ind w:left="360"/>
        <w:rPr>
          <w:rFonts w:asciiTheme="minorHAnsi" w:hAnsiTheme="minorHAnsi" w:cs="Arial"/>
          <w:color w:val="FF0000"/>
          <w:sz w:val="24"/>
          <w:szCs w:val="24"/>
        </w:rPr>
      </w:pPr>
    </w:p>
    <w:p w:rsidR="00AE2A5C" w:rsidRPr="00FD7BF1" w:rsidRDefault="00AE2A5C">
      <w:pPr>
        <w:spacing w:before="0" w:after="0" w:line="240" w:lineRule="auto"/>
        <w:rPr>
          <w:rFonts w:asciiTheme="minorHAnsi" w:hAnsiTheme="minorHAnsi" w:cs="Arial"/>
          <w:sz w:val="24"/>
          <w:szCs w:val="24"/>
        </w:rPr>
      </w:pPr>
      <w:r w:rsidRPr="00FD7BF1">
        <w:rPr>
          <w:rFonts w:asciiTheme="minorHAnsi" w:hAnsiTheme="minorHAnsi" w:cs="Arial"/>
          <w:sz w:val="24"/>
          <w:szCs w:val="24"/>
        </w:rPr>
        <w:br w:type="page"/>
      </w:r>
    </w:p>
    <w:p w:rsidR="002856D4" w:rsidRPr="00FD7BF1" w:rsidRDefault="002856D4" w:rsidP="00C86F0F">
      <w:pPr>
        <w:numPr>
          <w:ilvl w:val="0"/>
          <w:numId w:val="93"/>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Suppose a state legislature passes a law making it a crime for anyone to have possessed an assault weapon at any time during the five years prior to the law’s passage. Would this law be constitutional?</w:t>
      </w:r>
      <w:r w:rsidRPr="00FD7BF1">
        <w:rPr>
          <w:rFonts w:asciiTheme="minorHAnsi" w:hAnsiTheme="minorHAnsi" w:cs="Arial"/>
          <w:b/>
          <w:sz w:val="24"/>
          <w:szCs w:val="24"/>
        </w:rPr>
        <w:t xml:space="preserve"> </w:t>
      </w:r>
    </w:p>
    <w:p w:rsidR="002856D4" w:rsidRPr="00FD7BF1" w:rsidRDefault="002856D4" w:rsidP="00C86F0F">
      <w:pPr>
        <w:numPr>
          <w:ilvl w:val="0"/>
          <w:numId w:val="99"/>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No, because it is an </w:t>
      </w:r>
      <w:r w:rsidRPr="00FD7BF1">
        <w:rPr>
          <w:rFonts w:asciiTheme="minorHAnsi" w:hAnsiTheme="minorHAnsi" w:cs="Arial"/>
          <w:i/>
          <w:sz w:val="24"/>
          <w:szCs w:val="24"/>
        </w:rPr>
        <w:t>ex post facto</w:t>
      </w:r>
      <w:r w:rsidRPr="00FD7BF1">
        <w:rPr>
          <w:rFonts w:asciiTheme="minorHAnsi" w:hAnsiTheme="minorHAnsi" w:cs="Arial"/>
          <w:sz w:val="24"/>
          <w:szCs w:val="24"/>
        </w:rPr>
        <w:t xml:space="preserve"> law.</w:t>
      </w:r>
    </w:p>
    <w:p w:rsidR="002856D4" w:rsidRPr="00FD7BF1" w:rsidRDefault="002856D4" w:rsidP="00C86F0F">
      <w:pPr>
        <w:numPr>
          <w:ilvl w:val="0"/>
          <w:numId w:val="99"/>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it is a bill of attainder.</w:t>
      </w:r>
    </w:p>
    <w:p w:rsidR="002856D4" w:rsidRPr="00FD7BF1" w:rsidRDefault="002856D4" w:rsidP="00C86F0F">
      <w:pPr>
        <w:numPr>
          <w:ilvl w:val="0"/>
          <w:numId w:val="99"/>
        </w:numPr>
        <w:spacing w:before="0" w:after="0" w:line="360" w:lineRule="auto"/>
        <w:rPr>
          <w:rFonts w:asciiTheme="minorHAnsi" w:hAnsiTheme="minorHAnsi" w:cs="Arial"/>
          <w:sz w:val="24"/>
          <w:szCs w:val="24"/>
        </w:rPr>
      </w:pPr>
      <w:r w:rsidRPr="00FD7BF1">
        <w:rPr>
          <w:rFonts w:asciiTheme="minorHAnsi" w:hAnsiTheme="minorHAnsi" w:cs="Arial"/>
          <w:sz w:val="24"/>
          <w:szCs w:val="24"/>
        </w:rPr>
        <w:t>Yes, because the Full Faith and Credit Clause allows states to do so.</w:t>
      </w:r>
    </w:p>
    <w:p w:rsidR="002856D4" w:rsidRPr="00FD7BF1" w:rsidRDefault="002856D4" w:rsidP="00C86F0F">
      <w:pPr>
        <w:numPr>
          <w:ilvl w:val="0"/>
          <w:numId w:val="99"/>
        </w:numPr>
        <w:spacing w:before="0" w:after="0" w:line="360" w:lineRule="auto"/>
        <w:rPr>
          <w:rFonts w:asciiTheme="minorHAnsi" w:hAnsiTheme="minorHAnsi" w:cs="Arial"/>
          <w:sz w:val="24"/>
          <w:szCs w:val="24"/>
        </w:rPr>
      </w:pPr>
      <w:r w:rsidRPr="00FD7BF1">
        <w:rPr>
          <w:rFonts w:asciiTheme="minorHAnsi" w:hAnsiTheme="minorHAnsi" w:cs="Arial"/>
          <w:sz w:val="24"/>
          <w:szCs w:val="24"/>
        </w:rPr>
        <w:t>Yes, because the Bill of Rights does not apply to states.</w:t>
      </w:r>
    </w:p>
    <w:p w:rsidR="002856D4" w:rsidRPr="00FD7BF1" w:rsidRDefault="002856D4" w:rsidP="00C86F0F">
      <w:pPr>
        <w:numPr>
          <w:ilvl w:val="0"/>
          <w:numId w:val="99"/>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the First Amendment protects private gun ownership.</w:t>
      </w:r>
    </w:p>
    <w:p w:rsidR="002856D4" w:rsidRPr="00FD7BF1" w:rsidRDefault="002856D4">
      <w:pPr>
        <w:spacing w:before="0" w:after="0" w:line="240" w:lineRule="auto"/>
        <w:rPr>
          <w:rFonts w:asciiTheme="minorHAnsi" w:hAnsiTheme="minorHAnsi"/>
          <w:b/>
          <w:sz w:val="26"/>
          <w:szCs w:val="26"/>
        </w:rPr>
      </w:pPr>
    </w:p>
    <w:p w:rsidR="002856D4" w:rsidRPr="00FD7BF1" w:rsidRDefault="002856D4">
      <w:pPr>
        <w:spacing w:before="0" w:after="0" w:line="240" w:lineRule="auto"/>
        <w:rPr>
          <w:rFonts w:asciiTheme="minorHAnsi" w:hAnsiTheme="minorHAnsi"/>
          <w:b/>
          <w:caps/>
          <w:spacing w:val="15"/>
          <w:sz w:val="26"/>
          <w:szCs w:val="26"/>
        </w:rPr>
      </w:pPr>
      <w:r w:rsidRPr="00FD7BF1">
        <w:rPr>
          <w:rFonts w:asciiTheme="minorHAnsi" w:hAnsiTheme="minorHAnsi"/>
          <w:b/>
          <w:sz w:val="26"/>
          <w:szCs w:val="26"/>
        </w:rPr>
        <w:br w:type="page"/>
      </w:r>
    </w:p>
    <w:p w:rsidR="00182E5E" w:rsidRDefault="00182E5E" w:rsidP="00182E5E">
      <w:pPr>
        <w:pStyle w:val="Heading1"/>
        <w:rPr>
          <w:rFonts w:asciiTheme="minorHAnsi" w:hAnsiTheme="minorHAnsi"/>
          <w:sz w:val="28"/>
          <w:szCs w:val="28"/>
        </w:rPr>
      </w:pPr>
      <w:bookmarkStart w:id="3" w:name="_Week_4_Quiz"/>
      <w:bookmarkEnd w:id="3"/>
      <w:r>
        <w:rPr>
          <w:rFonts w:asciiTheme="minorHAnsi" w:hAnsiTheme="minorHAnsi"/>
          <w:sz w:val="28"/>
          <w:szCs w:val="28"/>
        </w:rPr>
        <w:lastRenderedPageBreak/>
        <w:t>Appendix B</w:t>
      </w:r>
      <w:r w:rsidRPr="00FD7BF1">
        <w:rPr>
          <w:rFonts w:asciiTheme="minorHAnsi" w:hAnsiTheme="minorHAnsi"/>
          <w:sz w:val="28"/>
          <w:szCs w:val="28"/>
        </w:rPr>
        <w:t>—</w:t>
      </w:r>
      <w:r>
        <w:rPr>
          <w:rFonts w:asciiTheme="minorHAnsi" w:hAnsiTheme="minorHAnsi"/>
          <w:sz w:val="28"/>
          <w:szCs w:val="28"/>
        </w:rPr>
        <w:t>Quiz 4</w:t>
      </w:r>
      <w:r w:rsidR="002478A4">
        <w:rPr>
          <w:rFonts w:asciiTheme="minorHAnsi" w:hAnsiTheme="minorHAnsi"/>
          <w:sz w:val="28"/>
          <w:szCs w:val="28"/>
        </w:rPr>
        <w:t>.1</w:t>
      </w:r>
    </w:p>
    <w:p w:rsidR="00BA6ECB" w:rsidRPr="00417F69" w:rsidRDefault="00BA6ECB" w:rsidP="00BA6ECB">
      <w:pPr>
        <w:rPr>
          <w:rFonts w:asciiTheme="minorHAnsi" w:hAnsiTheme="minorHAnsi" w:cstheme="minorHAnsi"/>
          <w:b/>
          <w:sz w:val="24"/>
          <w:szCs w:val="24"/>
        </w:rPr>
      </w:pPr>
      <w:r>
        <w:rPr>
          <w:rFonts w:asciiTheme="minorHAnsi" w:hAnsiTheme="minorHAnsi" w:cstheme="minorHAnsi"/>
          <w:b/>
          <w:sz w:val="24"/>
          <w:szCs w:val="24"/>
        </w:rPr>
        <w:t>QUIZ 4</w:t>
      </w:r>
      <w:r w:rsidRPr="00417F69">
        <w:rPr>
          <w:rFonts w:asciiTheme="minorHAnsi" w:hAnsiTheme="minorHAnsi" w:cstheme="minorHAnsi"/>
          <w:b/>
          <w:sz w:val="24"/>
          <w:szCs w:val="24"/>
        </w:rPr>
        <w:t>.1: QUESTIONS</w:t>
      </w: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When the Bill of Rights was initially added to the Constitution, it applied to which of the following levels of government?</w:t>
      </w:r>
      <w:r w:rsidRPr="00FD7BF1">
        <w:rPr>
          <w:rFonts w:asciiTheme="minorHAnsi" w:hAnsiTheme="minorHAnsi" w:cs="Arial"/>
          <w:bCs/>
          <w:sz w:val="24"/>
          <w:szCs w:val="24"/>
        </w:rPr>
        <w:t xml:space="preserve"> </w:t>
      </w:r>
    </w:p>
    <w:p w:rsidR="00F642C7" w:rsidRPr="00FD7BF1" w:rsidRDefault="00F642C7" w:rsidP="00C86F0F">
      <w:pPr>
        <w:numPr>
          <w:ilvl w:val="1"/>
          <w:numId w:val="100"/>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National government only</w:t>
      </w:r>
    </w:p>
    <w:p w:rsidR="00F642C7" w:rsidRPr="00FD7BF1" w:rsidRDefault="00F642C7" w:rsidP="00C86F0F">
      <w:pPr>
        <w:numPr>
          <w:ilvl w:val="1"/>
          <w:numId w:val="10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State governments only</w:t>
      </w:r>
    </w:p>
    <w:p w:rsidR="00F642C7" w:rsidRPr="00FD7BF1" w:rsidRDefault="00F642C7" w:rsidP="00C86F0F">
      <w:pPr>
        <w:numPr>
          <w:ilvl w:val="1"/>
          <w:numId w:val="10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State and local governments only</w:t>
      </w:r>
    </w:p>
    <w:p w:rsidR="00F642C7" w:rsidRPr="00FD7BF1" w:rsidRDefault="00F642C7" w:rsidP="00C86F0F">
      <w:pPr>
        <w:numPr>
          <w:ilvl w:val="1"/>
          <w:numId w:val="10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All levels of government</w:t>
      </w:r>
    </w:p>
    <w:p w:rsidR="00F642C7" w:rsidRPr="00FD7BF1" w:rsidRDefault="00F642C7" w:rsidP="00C86F0F">
      <w:pPr>
        <w:numPr>
          <w:ilvl w:val="1"/>
          <w:numId w:val="10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Local government only</w:t>
      </w:r>
    </w:p>
    <w:p w:rsidR="00F642C7" w:rsidRPr="00FD7BF1" w:rsidRDefault="00F642C7" w:rsidP="00F642C7">
      <w:pPr>
        <w:spacing w:before="0" w:after="0" w:line="360" w:lineRule="auto"/>
        <w:ind w:left="1440"/>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Which of the following has the Supreme Court ruled as a suspect classification?</w:t>
      </w:r>
    </w:p>
    <w:p w:rsidR="00F642C7" w:rsidRPr="00FD7BF1" w:rsidRDefault="00F642C7" w:rsidP="00C86F0F">
      <w:pPr>
        <w:numPr>
          <w:ilvl w:val="0"/>
          <w:numId w:val="12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Distinctions based on age</w:t>
      </w:r>
    </w:p>
    <w:p w:rsidR="00F642C7" w:rsidRPr="00FD7BF1" w:rsidRDefault="00F642C7" w:rsidP="00C86F0F">
      <w:pPr>
        <w:numPr>
          <w:ilvl w:val="0"/>
          <w:numId w:val="12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Distinctions based on gender</w:t>
      </w:r>
    </w:p>
    <w:p w:rsidR="00F642C7" w:rsidRPr="00FD7BF1" w:rsidRDefault="00F642C7" w:rsidP="00C86F0F">
      <w:pPr>
        <w:numPr>
          <w:ilvl w:val="0"/>
          <w:numId w:val="126"/>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Distinctions based on race</w:t>
      </w:r>
    </w:p>
    <w:p w:rsidR="00F642C7" w:rsidRPr="00FD7BF1" w:rsidRDefault="00F642C7" w:rsidP="00C86F0F">
      <w:pPr>
        <w:numPr>
          <w:ilvl w:val="0"/>
          <w:numId w:val="12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Distinctions based on physical disability</w:t>
      </w:r>
    </w:p>
    <w:p w:rsidR="00F642C7" w:rsidRPr="00FD7BF1" w:rsidRDefault="00F642C7" w:rsidP="00C86F0F">
      <w:pPr>
        <w:numPr>
          <w:ilvl w:val="0"/>
          <w:numId w:val="12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Distinctions based on weight</w:t>
      </w:r>
    </w:p>
    <w:p w:rsidR="00F642C7" w:rsidRPr="00FD7BF1" w:rsidRDefault="00F642C7" w:rsidP="00F642C7">
      <w:pPr>
        <w:spacing w:before="0" w:after="0" w:line="360" w:lineRule="auto"/>
        <w:ind w:left="1440"/>
        <w:rPr>
          <w:rFonts w:asciiTheme="minorHAnsi" w:hAnsiTheme="minorHAnsi" w:cs="Arial"/>
          <w:sz w:val="24"/>
          <w:szCs w:val="24"/>
        </w:rPr>
      </w:pPr>
    </w:p>
    <w:p w:rsidR="006045C4" w:rsidRDefault="006045C4">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The California Supreme Court has ruled that the state constitution requires the state to provide free abortion services for women receiving Medicaid benefits. What is the legal status of the California state court’s ruling?</w:t>
      </w:r>
      <w:r w:rsidRPr="00FD7BF1">
        <w:rPr>
          <w:rFonts w:asciiTheme="minorHAnsi" w:hAnsiTheme="minorHAnsi" w:cs="Arial"/>
          <w:bCs/>
          <w:sz w:val="24"/>
          <w:szCs w:val="24"/>
        </w:rPr>
        <w:t xml:space="preserve"> </w:t>
      </w:r>
    </w:p>
    <w:p w:rsidR="00F642C7" w:rsidRPr="00FD7BF1" w:rsidRDefault="00F642C7" w:rsidP="00C86F0F">
      <w:pPr>
        <w:numPr>
          <w:ilvl w:val="0"/>
          <w:numId w:val="12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unconstitutional because the U.S. Supreme Court has never held that government must provide free abortion services to Medicaid recipients.</w:t>
      </w:r>
    </w:p>
    <w:p w:rsidR="00F642C7" w:rsidRPr="00FD7BF1" w:rsidRDefault="00F642C7" w:rsidP="00C86F0F">
      <w:pPr>
        <w:numPr>
          <w:ilvl w:val="0"/>
          <w:numId w:val="12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unconstitutional because states may not provide their residents broader rights than those provided by the U.S. Constitution.</w:t>
      </w:r>
    </w:p>
    <w:p w:rsidR="00F642C7" w:rsidRPr="00FD7BF1" w:rsidRDefault="00F642C7" w:rsidP="00C86F0F">
      <w:pPr>
        <w:numPr>
          <w:ilvl w:val="0"/>
          <w:numId w:val="12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unconstitutional because the Bill of Rights does not mention abortion.</w:t>
      </w:r>
    </w:p>
    <w:p w:rsidR="00F642C7" w:rsidRPr="00FD7BF1" w:rsidRDefault="00F642C7" w:rsidP="00C86F0F">
      <w:pPr>
        <w:numPr>
          <w:ilvl w:val="0"/>
          <w:numId w:val="127"/>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It is constitutional because states may grant their residents broader rights than guaranteed by the national Constitution.</w:t>
      </w:r>
    </w:p>
    <w:p w:rsidR="00F642C7" w:rsidRPr="00FD7BF1" w:rsidRDefault="00F642C7" w:rsidP="00C86F0F">
      <w:pPr>
        <w:numPr>
          <w:ilvl w:val="0"/>
          <w:numId w:val="12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unconstitutional because the Bill of Rights was never approved by the states.</w:t>
      </w:r>
    </w:p>
    <w:p w:rsidR="00F642C7" w:rsidRPr="00FD7BF1" w:rsidRDefault="00F642C7" w:rsidP="00C02696">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According to the Supreme Court, which of the following forms of expression is protected by the Constitution?</w:t>
      </w:r>
      <w:r w:rsidRPr="00FD7BF1">
        <w:rPr>
          <w:rFonts w:asciiTheme="minorHAnsi" w:hAnsiTheme="minorHAnsi" w:cs="Arial"/>
          <w:bCs/>
          <w:sz w:val="24"/>
          <w:szCs w:val="24"/>
        </w:rPr>
        <w:t xml:space="preserve"> </w:t>
      </w:r>
    </w:p>
    <w:p w:rsidR="00F642C7" w:rsidRPr="00FD7BF1" w:rsidRDefault="00F642C7" w:rsidP="00C86F0F">
      <w:pPr>
        <w:numPr>
          <w:ilvl w:val="0"/>
          <w:numId w:val="12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Libel</w:t>
      </w:r>
    </w:p>
    <w:p w:rsidR="00F642C7" w:rsidRPr="00FD7BF1" w:rsidRDefault="00F642C7" w:rsidP="00C86F0F">
      <w:pPr>
        <w:numPr>
          <w:ilvl w:val="0"/>
          <w:numId w:val="12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Slander</w:t>
      </w:r>
    </w:p>
    <w:p w:rsidR="00F642C7" w:rsidRPr="00FD7BF1" w:rsidRDefault="00F642C7" w:rsidP="00C86F0F">
      <w:pPr>
        <w:numPr>
          <w:ilvl w:val="0"/>
          <w:numId w:val="12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Obscenity</w:t>
      </w:r>
    </w:p>
    <w:p w:rsidR="00F642C7" w:rsidRPr="00FD7BF1" w:rsidRDefault="00F642C7" w:rsidP="00C86F0F">
      <w:pPr>
        <w:numPr>
          <w:ilvl w:val="0"/>
          <w:numId w:val="128"/>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Burning the flag of the United States</w:t>
      </w:r>
    </w:p>
    <w:p w:rsidR="00F642C7" w:rsidRPr="00FD7BF1" w:rsidRDefault="00F642C7" w:rsidP="00C86F0F">
      <w:pPr>
        <w:numPr>
          <w:ilvl w:val="0"/>
          <w:numId w:val="12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Pornography</w:t>
      </w:r>
    </w:p>
    <w:p w:rsidR="00F642C7" w:rsidRPr="00FD7BF1" w:rsidRDefault="00F642C7" w:rsidP="00F642C7">
      <w:pPr>
        <w:spacing w:before="0" w:after="0" w:line="360" w:lineRule="auto"/>
        <w:ind w:left="1440"/>
        <w:rPr>
          <w:rFonts w:asciiTheme="minorHAnsi" w:hAnsiTheme="minorHAnsi" w:cs="Arial"/>
          <w:sz w:val="24"/>
          <w:szCs w:val="24"/>
        </w:rPr>
      </w:pPr>
    </w:p>
    <w:p w:rsidR="006045C4" w:rsidRDefault="006045C4">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Which of the following would most likely be unconstitutional on the basis of the “suspect classification” doctrine?</w:t>
      </w:r>
      <w:r w:rsidRPr="00FD7BF1">
        <w:rPr>
          <w:rFonts w:asciiTheme="minorHAnsi" w:hAnsiTheme="minorHAnsi" w:cs="Arial"/>
          <w:bCs/>
          <w:sz w:val="24"/>
          <w:szCs w:val="24"/>
        </w:rPr>
        <w:t xml:space="preserve"> </w:t>
      </w:r>
    </w:p>
    <w:p w:rsidR="00F642C7" w:rsidRPr="00FD7BF1" w:rsidRDefault="00F642C7" w:rsidP="00C86F0F">
      <w:pPr>
        <w:numPr>
          <w:ilvl w:val="0"/>
          <w:numId w:val="12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 state law prohibiting persons who have been convicted of felonies from working as public school teachers</w:t>
      </w:r>
    </w:p>
    <w:p w:rsidR="00F642C7" w:rsidRPr="00FD7BF1" w:rsidRDefault="00F642C7" w:rsidP="00C86F0F">
      <w:pPr>
        <w:numPr>
          <w:ilvl w:val="0"/>
          <w:numId w:val="12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 state law prohibiting unmarried couples and single persons from becoming adoptive parents</w:t>
      </w:r>
    </w:p>
    <w:p w:rsidR="00F642C7" w:rsidRPr="00FD7BF1" w:rsidRDefault="00F642C7" w:rsidP="00C86F0F">
      <w:pPr>
        <w:numPr>
          <w:ilvl w:val="0"/>
          <w:numId w:val="12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 state law allowing landlords to refuse to rent to families with children under the age of six</w:t>
      </w:r>
    </w:p>
    <w:p w:rsidR="00F642C7" w:rsidRPr="00FD7BF1" w:rsidRDefault="00F642C7" w:rsidP="00C86F0F">
      <w:pPr>
        <w:numPr>
          <w:ilvl w:val="0"/>
          <w:numId w:val="12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 state law prohibiting noncitizens from working in the healthcare field</w:t>
      </w:r>
    </w:p>
    <w:p w:rsidR="00F642C7" w:rsidRPr="00FD7BF1" w:rsidRDefault="00F642C7" w:rsidP="00C86F0F">
      <w:pPr>
        <w:numPr>
          <w:ilvl w:val="0"/>
          <w:numId w:val="129"/>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A state law prohibiting Latinos from voting</w:t>
      </w:r>
    </w:p>
    <w:p w:rsidR="00F642C7" w:rsidRPr="00FD7BF1" w:rsidRDefault="00F642C7" w:rsidP="00F642C7">
      <w:pPr>
        <w:spacing w:before="0" w:after="0" w:line="360" w:lineRule="auto"/>
        <w:ind w:left="1440"/>
        <w:rPr>
          <w:rFonts w:asciiTheme="minorHAnsi" w:hAnsiTheme="minorHAnsi" w:cs="Arial"/>
          <w:bCs/>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The process whereby individuals acquire political knowledge, attitudes, and beliefs is known as: </w:t>
      </w:r>
    </w:p>
    <w:p w:rsidR="00F642C7" w:rsidRPr="00FD7BF1" w:rsidRDefault="00F642C7" w:rsidP="00C86F0F">
      <w:pPr>
        <w:numPr>
          <w:ilvl w:val="0"/>
          <w:numId w:val="13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Public opinion</w:t>
      </w:r>
    </w:p>
    <w:p w:rsidR="00F642C7" w:rsidRPr="00FD7BF1" w:rsidRDefault="00F642C7" w:rsidP="00C86F0F">
      <w:pPr>
        <w:numPr>
          <w:ilvl w:val="0"/>
          <w:numId w:val="13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efficacy</w:t>
      </w:r>
    </w:p>
    <w:p w:rsidR="00F642C7" w:rsidRPr="00FD7BF1" w:rsidRDefault="00F642C7" w:rsidP="00C86F0F">
      <w:pPr>
        <w:numPr>
          <w:ilvl w:val="0"/>
          <w:numId w:val="13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socialization</w:t>
      </w:r>
    </w:p>
    <w:p w:rsidR="00F642C7" w:rsidRPr="00FD7BF1" w:rsidRDefault="00F642C7" w:rsidP="00C86F0F">
      <w:pPr>
        <w:numPr>
          <w:ilvl w:val="0"/>
          <w:numId w:val="13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Survey research</w:t>
      </w:r>
    </w:p>
    <w:p w:rsidR="00F642C7" w:rsidRPr="00FD7BF1" w:rsidRDefault="00F642C7" w:rsidP="00C86F0F">
      <w:pPr>
        <w:numPr>
          <w:ilvl w:val="0"/>
          <w:numId w:val="13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Indoctrination</w:t>
      </w:r>
    </w:p>
    <w:p w:rsidR="00F642C7" w:rsidRPr="00FD7BF1" w:rsidRDefault="00F642C7" w:rsidP="00F642C7">
      <w:pPr>
        <w:spacing w:before="0" w:after="0" w:line="360" w:lineRule="auto"/>
        <w:ind w:left="1080"/>
        <w:rPr>
          <w:rFonts w:asciiTheme="minorHAnsi" w:hAnsiTheme="minorHAnsi" w:cs="Arial"/>
          <w:bCs/>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Which of the following statements is an expression of a low level of internal political efficacy? </w:t>
      </w:r>
    </w:p>
    <w:p w:rsidR="00F642C7" w:rsidRPr="00FD7BF1" w:rsidRDefault="00F642C7" w:rsidP="00C86F0F">
      <w:pPr>
        <w:numPr>
          <w:ilvl w:val="0"/>
          <w:numId w:val="13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 don’t have the time to vote.</w:t>
      </w:r>
    </w:p>
    <w:p w:rsidR="00F642C7" w:rsidRPr="00FD7BF1" w:rsidRDefault="00F642C7" w:rsidP="00C86F0F">
      <w:pPr>
        <w:numPr>
          <w:ilvl w:val="0"/>
          <w:numId w:val="13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Government is too complicated for me to understand.</w:t>
      </w:r>
    </w:p>
    <w:p w:rsidR="00F642C7" w:rsidRPr="00FD7BF1" w:rsidRDefault="00F642C7" w:rsidP="00C86F0F">
      <w:pPr>
        <w:numPr>
          <w:ilvl w:val="0"/>
          <w:numId w:val="13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Many of the people holding public office are dishonest.</w:t>
      </w:r>
    </w:p>
    <w:p w:rsidR="00F642C7" w:rsidRPr="00FD7BF1" w:rsidRDefault="00F642C7" w:rsidP="00C86F0F">
      <w:pPr>
        <w:numPr>
          <w:ilvl w:val="0"/>
          <w:numId w:val="13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 believe that government is on the wrong track.</w:t>
      </w:r>
    </w:p>
    <w:p w:rsidR="00F642C7" w:rsidRPr="00FD7BF1" w:rsidRDefault="00F642C7" w:rsidP="00C86F0F">
      <w:pPr>
        <w:numPr>
          <w:ilvl w:val="0"/>
          <w:numId w:val="13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 believe that people like me should not be allowed to vote.</w:t>
      </w:r>
    </w:p>
    <w:p w:rsidR="00F642C7" w:rsidRPr="00FD7BF1" w:rsidRDefault="00F642C7" w:rsidP="00F642C7">
      <w:pPr>
        <w:spacing w:before="0" w:after="0" w:line="360" w:lineRule="auto"/>
        <w:ind w:left="1440"/>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In which of the following forms of political participation are Americans most likely to take part? </w:t>
      </w:r>
    </w:p>
    <w:p w:rsidR="00F642C7" w:rsidRPr="00FD7BF1" w:rsidRDefault="00F642C7" w:rsidP="00C86F0F">
      <w:pPr>
        <w:numPr>
          <w:ilvl w:val="0"/>
          <w:numId w:val="13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Influence others to vote</w:t>
      </w:r>
    </w:p>
    <w:p w:rsidR="00F642C7" w:rsidRPr="00FD7BF1" w:rsidRDefault="00F642C7" w:rsidP="00C86F0F">
      <w:pPr>
        <w:numPr>
          <w:ilvl w:val="0"/>
          <w:numId w:val="13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Contribute money </w:t>
      </w:r>
    </w:p>
    <w:p w:rsidR="00F642C7" w:rsidRPr="00FD7BF1" w:rsidRDefault="00F642C7" w:rsidP="00C86F0F">
      <w:pPr>
        <w:numPr>
          <w:ilvl w:val="0"/>
          <w:numId w:val="13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Attend political meetings</w:t>
      </w:r>
    </w:p>
    <w:p w:rsidR="00F642C7" w:rsidRPr="00FD7BF1" w:rsidRDefault="00F642C7" w:rsidP="00C86F0F">
      <w:pPr>
        <w:numPr>
          <w:ilvl w:val="0"/>
          <w:numId w:val="13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Work for candidates</w:t>
      </w:r>
    </w:p>
    <w:p w:rsidR="00F642C7" w:rsidRPr="00FD7BF1" w:rsidRDefault="00F642C7" w:rsidP="00C86F0F">
      <w:pPr>
        <w:numPr>
          <w:ilvl w:val="0"/>
          <w:numId w:val="13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Vote</w:t>
      </w:r>
    </w:p>
    <w:p w:rsidR="00F642C7" w:rsidRPr="00FD7BF1" w:rsidRDefault="00F642C7" w:rsidP="00F642C7">
      <w:pPr>
        <w:spacing w:before="0" w:after="0" w:line="360" w:lineRule="auto"/>
        <w:ind w:left="1440"/>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How has Australia remedied low voter turnout? </w:t>
      </w:r>
    </w:p>
    <w:p w:rsidR="00F642C7" w:rsidRPr="00FD7BF1" w:rsidRDefault="00F642C7" w:rsidP="00C86F0F">
      <w:pPr>
        <w:numPr>
          <w:ilvl w:val="0"/>
          <w:numId w:val="13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By lowering the voting age</w:t>
      </w:r>
    </w:p>
    <w:p w:rsidR="00F642C7" w:rsidRPr="00FD7BF1" w:rsidRDefault="00F642C7" w:rsidP="00C86F0F">
      <w:pPr>
        <w:numPr>
          <w:ilvl w:val="0"/>
          <w:numId w:val="13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By paying citizens to vote</w:t>
      </w:r>
    </w:p>
    <w:p w:rsidR="00F642C7" w:rsidRPr="00FD7BF1" w:rsidRDefault="00F642C7" w:rsidP="00C86F0F">
      <w:pPr>
        <w:numPr>
          <w:ilvl w:val="0"/>
          <w:numId w:val="13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Compulsory voting</w:t>
      </w:r>
    </w:p>
    <w:p w:rsidR="00F642C7" w:rsidRPr="00FD7BF1" w:rsidRDefault="00F642C7" w:rsidP="00C86F0F">
      <w:pPr>
        <w:numPr>
          <w:ilvl w:val="0"/>
          <w:numId w:val="13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Optional voting</w:t>
      </w:r>
    </w:p>
    <w:p w:rsidR="00F642C7" w:rsidRPr="00FD7BF1" w:rsidRDefault="00F642C7" w:rsidP="00C86F0F">
      <w:pPr>
        <w:numPr>
          <w:ilvl w:val="0"/>
          <w:numId w:val="13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Giving tax breaks to those who vote</w:t>
      </w:r>
    </w:p>
    <w:p w:rsidR="00F642C7" w:rsidRPr="00FD7BF1" w:rsidRDefault="00F642C7" w:rsidP="00F642C7">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According to the textbook, compared with other industrialized democracies, voter turnout in the United States is probably lower for what reason? </w:t>
      </w:r>
    </w:p>
    <w:p w:rsidR="00F642C7" w:rsidRPr="00FD7BF1" w:rsidRDefault="00F642C7" w:rsidP="00C86F0F">
      <w:pPr>
        <w:numPr>
          <w:ilvl w:val="0"/>
          <w:numId w:val="101"/>
        </w:numPr>
        <w:spacing w:before="0" w:after="0" w:line="360" w:lineRule="auto"/>
        <w:rPr>
          <w:rFonts w:asciiTheme="minorHAnsi" w:hAnsiTheme="minorHAnsi" w:cs="Arial"/>
          <w:sz w:val="24"/>
          <w:szCs w:val="24"/>
        </w:rPr>
      </w:pPr>
      <w:r w:rsidRPr="00FD7BF1">
        <w:rPr>
          <w:rFonts w:asciiTheme="minorHAnsi" w:hAnsiTheme="minorHAnsi" w:cs="Arial"/>
          <w:sz w:val="24"/>
          <w:szCs w:val="24"/>
        </w:rPr>
        <w:t>Political parties are weaker.</w:t>
      </w:r>
    </w:p>
    <w:p w:rsidR="00F642C7" w:rsidRPr="00FD7BF1" w:rsidRDefault="00F642C7" w:rsidP="00C86F0F">
      <w:pPr>
        <w:numPr>
          <w:ilvl w:val="0"/>
          <w:numId w:val="101"/>
        </w:numPr>
        <w:spacing w:before="0" w:after="0" w:line="360" w:lineRule="auto"/>
        <w:rPr>
          <w:rFonts w:asciiTheme="minorHAnsi" w:hAnsiTheme="minorHAnsi" w:cs="Arial"/>
          <w:sz w:val="24"/>
          <w:szCs w:val="24"/>
        </w:rPr>
      </w:pPr>
      <w:r w:rsidRPr="00FD7BF1">
        <w:rPr>
          <w:rFonts w:asciiTheme="minorHAnsi" w:hAnsiTheme="minorHAnsi" w:cs="Arial"/>
          <w:sz w:val="24"/>
          <w:szCs w:val="24"/>
        </w:rPr>
        <w:t>The population is older.</w:t>
      </w:r>
    </w:p>
    <w:p w:rsidR="00F642C7" w:rsidRPr="00FD7BF1" w:rsidRDefault="00F642C7" w:rsidP="00C86F0F">
      <w:pPr>
        <w:numPr>
          <w:ilvl w:val="0"/>
          <w:numId w:val="101"/>
        </w:numPr>
        <w:spacing w:before="0" w:after="0" w:line="360" w:lineRule="auto"/>
        <w:rPr>
          <w:rFonts w:asciiTheme="minorHAnsi" w:hAnsiTheme="minorHAnsi" w:cs="Arial"/>
          <w:sz w:val="24"/>
          <w:szCs w:val="24"/>
        </w:rPr>
      </w:pPr>
      <w:r w:rsidRPr="00FD7BF1">
        <w:rPr>
          <w:rFonts w:asciiTheme="minorHAnsi" w:hAnsiTheme="minorHAnsi" w:cs="Arial"/>
          <w:sz w:val="24"/>
          <w:szCs w:val="24"/>
        </w:rPr>
        <w:t>Citizens are poorer.</w:t>
      </w:r>
    </w:p>
    <w:p w:rsidR="00F642C7" w:rsidRPr="00FD7BF1" w:rsidRDefault="00F642C7" w:rsidP="00C86F0F">
      <w:pPr>
        <w:numPr>
          <w:ilvl w:val="0"/>
          <w:numId w:val="101"/>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The population is more religious.</w:t>
      </w:r>
    </w:p>
    <w:p w:rsidR="00F642C7" w:rsidRPr="00FD7BF1" w:rsidRDefault="00F642C7" w:rsidP="00C86F0F">
      <w:pPr>
        <w:numPr>
          <w:ilvl w:val="0"/>
          <w:numId w:val="101"/>
        </w:numPr>
        <w:spacing w:before="0" w:after="0" w:line="360" w:lineRule="auto"/>
        <w:rPr>
          <w:rFonts w:asciiTheme="minorHAnsi" w:hAnsiTheme="minorHAnsi" w:cs="Arial"/>
          <w:sz w:val="24"/>
          <w:szCs w:val="24"/>
        </w:rPr>
      </w:pPr>
      <w:r w:rsidRPr="00FD7BF1">
        <w:rPr>
          <w:rFonts w:asciiTheme="minorHAnsi" w:hAnsiTheme="minorHAnsi" w:cs="Arial"/>
          <w:sz w:val="24"/>
          <w:szCs w:val="24"/>
        </w:rPr>
        <w:t>The population is younger.</w:t>
      </w:r>
    </w:p>
    <w:p w:rsidR="00F642C7" w:rsidRPr="00FD7BF1" w:rsidRDefault="00F642C7" w:rsidP="00F642C7">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The Supreme Court has ruled that freedom of expression is a fundamental right. May the government restrict freedom of expression?</w:t>
      </w:r>
      <w:r w:rsidRPr="00FD7BF1">
        <w:rPr>
          <w:rFonts w:asciiTheme="minorHAnsi" w:hAnsiTheme="minorHAnsi" w:cs="Arial"/>
          <w:b/>
          <w:bCs/>
          <w:sz w:val="24"/>
          <w:szCs w:val="24"/>
        </w:rPr>
        <w:t xml:space="preserve"> </w:t>
      </w:r>
    </w:p>
    <w:p w:rsidR="00F642C7" w:rsidRPr="00FD7BF1" w:rsidRDefault="00F642C7" w:rsidP="00C86F0F">
      <w:pPr>
        <w:numPr>
          <w:ilvl w:val="1"/>
          <w:numId w:val="102"/>
        </w:numPr>
        <w:spacing w:before="0" w:after="0" w:line="360" w:lineRule="auto"/>
        <w:rPr>
          <w:rFonts w:asciiTheme="minorHAnsi" w:hAnsiTheme="minorHAnsi" w:cs="Arial"/>
          <w:sz w:val="24"/>
          <w:szCs w:val="24"/>
        </w:rPr>
      </w:pPr>
      <w:r w:rsidRPr="00FD7BF1">
        <w:rPr>
          <w:rFonts w:asciiTheme="minorHAnsi" w:hAnsiTheme="minorHAnsi" w:cs="Arial"/>
          <w:sz w:val="24"/>
          <w:szCs w:val="24"/>
        </w:rPr>
        <w:t>No. The Constitution prohibits all government infringements of freedom of speech.</w:t>
      </w:r>
    </w:p>
    <w:p w:rsidR="00F642C7" w:rsidRPr="00FD7BF1" w:rsidRDefault="00F642C7" w:rsidP="00C86F0F">
      <w:pPr>
        <w:numPr>
          <w:ilvl w:val="1"/>
          <w:numId w:val="102"/>
        </w:numPr>
        <w:spacing w:before="0" w:after="0" w:line="360" w:lineRule="auto"/>
        <w:rPr>
          <w:rFonts w:asciiTheme="minorHAnsi" w:hAnsiTheme="minorHAnsi" w:cs="Arial"/>
          <w:sz w:val="24"/>
          <w:szCs w:val="24"/>
        </w:rPr>
      </w:pPr>
      <w:r w:rsidRPr="00FD7BF1">
        <w:rPr>
          <w:rFonts w:asciiTheme="minorHAnsi" w:hAnsiTheme="minorHAnsi" w:cs="Arial"/>
          <w:sz w:val="24"/>
          <w:szCs w:val="24"/>
        </w:rPr>
        <w:t>Yes, if the government can show that a restriction fulfills a legitimate public purpose.</w:t>
      </w:r>
    </w:p>
    <w:p w:rsidR="00F642C7" w:rsidRPr="00FD7BF1" w:rsidRDefault="00F642C7" w:rsidP="00C86F0F">
      <w:pPr>
        <w:numPr>
          <w:ilvl w:val="1"/>
          <w:numId w:val="102"/>
        </w:numPr>
        <w:spacing w:before="0" w:after="0" w:line="360" w:lineRule="auto"/>
        <w:rPr>
          <w:rFonts w:asciiTheme="minorHAnsi" w:hAnsiTheme="minorHAnsi" w:cs="Arial"/>
          <w:bCs/>
          <w:sz w:val="24"/>
          <w:szCs w:val="24"/>
        </w:rPr>
      </w:pPr>
      <w:r w:rsidRPr="00FD7BF1">
        <w:rPr>
          <w:rFonts w:asciiTheme="minorHAnsi" w:hAnsiTheme="minorHAnsi" w:cs="Arial"/>
          <w:bCs/>
          <w:sz w:val="24"/>
          <w:szCs w:val="24"/>
        </w:rPr>
        <w:t>Yes, but only if the government can demonstrate a compelling government interest in restricting freedom of expression.</w:t>
      </w:r>
    </w:p>
    <w:p w:rsidR="00F642C7" w:rsidRPr="00FD7BF1" w:rsidRDefault="00F642C7" w:rsidP="00C86F0F">
      <w:pPr>
        <w:numPr>
          <w:ilvl w:val="1"/>
          <w:numId w:val="102"/>
        </w:numPr>
        <w:spacing w:before="0" w:after="0" w:line="360" w:lineRule="auto"/>
        <w:rPr>
          <w:rFonts w:asciiTheme="minorHAnsi" w:hAnsiTheme="minorHAnsi" w:cs="Arial"/>
          <w:sz w:val="24"/>
          <w:szCs w:val="24"/>
        </w:rPr>
      </w:pPr>
      <w:r w:rsidRPr="00FD7BF1">
        <w:rPr>
          <w:rFonts w:asciiTheme="minorHAnsi" w:hAnsiTheme="minorHAnsi" w:cs="Arial"/>
          <w:sz w:val="24"/>
          <w:szCs w:val="24"/>
        </w:rPr>
        <w:t>State government can restrict freedom of speech, but the national government cannot.</w:t>
      </w:r>
    </w:p>
    <w:p w:rsidR="00F642C7" w:rsidRPr="00FD7BF1" w:rsidRDefault="00F642C7" w:rsidP="00C86F0F">
      <w:pPr>
        <w:numPr>
          <w:ilvl w:val="1"/>
          <w:numId w:val="102"/>
        </w:numPr>
        <w:spacing w:before="0" w:after="0" w:line="360" w:lineRule="auto"/>
        <w:rPr>
          <w:rFonts w:asciiTheme="minorHAnsi" w:hAnsiTheme="minorHAnsi" w:cs="Arial"/>
          <w:sz w:val="24"/>
          <w:szCs w:val="24"/>
        </w:rPr>
      </w:pPr>
      <w:r w:rsidRPr="00FD7BF1">
        <w:rPr>
          <w:rFonts w:asciiTheme="minorHAnsi" w:hAnsiTheme="minorHAnsi" w:cs="Arial"/>
          <w:sz w:val="24"/>
          <w:szCs w:val="24"/>
        </w:rPr>
        <w:t>Yes, but only if the government applies the restrictions evenly throughout society.</w:t>
      </w:r>
    </w:p>
    <w:p w:rsidR="00F642C7" w:rsidRPr="00FD7BF1" w:rsidRDefault="00F642C7" w:rsidP="00F642C7">
      <w:pPr>
        <w:spacing w:before="0" w:after="0" w:line="360" w:lineRule="auto"/>
        <w:ind w:left="720"/>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Which of the following concepts is NOT found in the U.S. Constitution? </w:t>
      </w:r>
    </w:p>
    <w:p w:rsidR="00F642C7" w:rsidRPr="00FD7BF1" w:rsidRDefault="00F642C7" w:rsidP="00C86F0F">
      <w:pPr>
        <w:numPr>
          <w:ilvl w:val="0"/>
          <w:numId w:val="105"/>
        </w:numPr>
        <w:spacing w:before="0" w:after="0" w:line="360" w:lineRule="auto"/>
        <w:rPr>
          <w:rFonts w:asciiTheme="minorHAnsi" w:hAnsiTheme="minorHAnsi" w:cs="Arial"/>
          <w:sz w:val="24"/>
          <w:szCs w:val="24"/>
        </w:rPr>
      </w:pPr>
      <w:r w:rsidRPr="00FD7BF1">
        <w:rPr>
          <w:rFonts w:asciiTheme="minorHAnsi" w:hAnsiTheme="minorHAnsi" w:cs="Arial"/>
          <w:sz w:val="24"/>
          <w:szCs w:val="24"/>
        </w:rPr>
        <w:t>Executive powers</w:t>
      </w:r>
    </w:p>
    <w:p w:rsidR="00F642C7" w:rsidRPr="00FD7BF1" w:rsidRDefault="00F642C7" w:rsidP="00C86F0F">
      <w:pPr>
        <w:numPr>
          <w:ilvl w:val="0"/>
          <w:numId w:val="105"/>
        </w:numPr>
        <w:spacing w:before="0" w:after="0" w:line="360" w:lineRule="auto"/>
        <w:rPr>
          <w:rFonts w:asciiTheme="minorHAnsi" w:hAnsiTheme="minorHAnsi" w:cs="Arial"/>
          <w:sz w:val="24"/>
          <w:szCs w:val="24"/>
        </w:rPr>
      </w:pPr>
      <w:r w:rsidRPr="00FD7BF1">
        <w:rPr>
          <w:rFonts w:asciiTheme="minorHAnsi" w:hAnsiTheme="minorHAnsi" w:cs="Arial"/>
          <w:sz w:val="24"/>
          <w:szCs w:val="24"/>
        </w:rPr>
        <w:t>Legislative powers</w:t>
      </w:r>
    </w:p>
    <w:p w:rsidR="00F642C7" w:rsidRPr="00FD7BF1" w:rsidRDefault="00F642C7" w:rsidP="00C86F0F">
      <w:pPr>
        <w:numPr>
          <w:ilvl w:val="0"/>
          <w:numId w:val="105"/>
        </w:numPr>
        <w:spacing w:before="0" w:after="0" w:line="360" w:lineRule="auto"/>
        <w:rPr>
          <w:rFonts w:asciiTheme="minorHAnsi" w:hAnsiTheme="minorHAnsi" w:cs="Arial"/>
          <w:sz w:val="24"/>
          <w:szCs w:val="24"/>
        </w:rPr>
      </w:pPr>
      <w:r w:rsidRPr="00FD7BF1">
        <w:rPr>
          <w:rFonts w:asciiTheme="minorHAnsi" w:hAnsiTheme="minorHAnsi" w:cs="Arial"/>
          <w:sz w:val="24"/>
          <w:szCs w:val="24"/>
        </w:rPr>
        <w:t>Enumerated powers</w:t>
      </w:r>
    </w:p>
    <w:p w:rsidR="00F642C7" w:rsidRPr="00FD7BF1" w:rsidRDefault="00F642C7" w:rsidP="00C86F0F">
      <w:pPr>
        <w:numPr>
          <w:ilvl w:val="0"/>
          <w:numId w:val="105"/>
        </w:numPr>
        <w:spacing w:before="0" w:after="0" w:line="360" w:lineRule="auto"/>
        <w:rPr>
          <w:rFonts w:asciiTheme="minorHAnsi" w:hAnsiTheme="minorHAnsi" w:cs="Arial"/>
          <w:sz w:val="24"/>
          <w:szCs w:val="24"/>
        </w:rPr>
      </w:pPr>
      <w:r w:rsidRPr="00FD7BF1">
        <w:rPr>
          <w:rFonts w:asciiTheme="minorHAnsi" w:hAnsiTheme="minorHAnsi" w:cs="Arial"/>
          <w:sz w:val="24"/>
          <w:szCs w:val="24"/>
        </w:rPr>
        <w:t>Reserved rights</w:t>
      </w:r>
    </w:p>
    <w:p w:rsidR="00F642C7" w:rsidRPr="00FD7BF1" w:rsidRDefault="00F642C7" w:rsidP="00C86F0F">
      <w:pPr>
        <w:numPr>
          <w:ilvl w:val="0"/>
          <w:numId w:val="105"/>
        </w:numPr>
        <w:spacing w:before="0" w:after="0" w:line="360" w:lineRule="auto"/>
        <w:rPr>
          <w:rFonts w:asciiTheme="minorHAnsi" w:hAnsiTheme="minorHAnsi" w:cs="Arial"/>
          <w:sz w:val="24"/>
          <w:szCs w:val="24"/>
        </w:rPr>
      </w:pPr>
      <w:r w:rsidRPr="00FD7BF1">
        <w:rPr>
          <w:rFonts w:asciiTheme="minorHAnsi" w:hAnsiTheme="minorHAnsi" w:cs="Arial"/>
          <w:sz w:val="24"/>
          <w:szCs w:val="24"/>
        </w:rPr>
        <w:t>Implied powers</w:t>
      </w:r>
    </w:p>
    <w:p w:rsidR="00F642C7" w:rsidRPr="00FD7BF1" w:rsidRDefault="00F642C7" w:rsidP="00F642C7">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A city council passes an ordinance (local law) prohibiting employment discrimination against gay men and lesbians. Would this ordinance be constitutional?</w:t>
      </w:r>
    </w:p>
    <w:p w:rsidR="00F642C7" w:rsidRPr="00FD7BF1" w:rsidRDefault="00F642C7" w:rsidP="00C86F0F">
      <w:pPr>
        <w:numPr>
          <w:ilvl w:val="0"/>
          <w:numId w:val="106"/>
        </w:numPr>
        <w:spacing w:before="0" w:after="0" w:line="360" w:lineRule="auto"/>
        <w:rPr>
          <w:rFonts w:asciiTheme="minorHAnsi" w:hAnsiTheme="minorHAnsi" w:cs="Arial"/>
          <w:bCs/>
          <w:sz w:val="24"/>
          <w:szCs w:val="24"/>
        </w:rPr>
      </w:pPr>
      <w:r w:rsidRPr="00FD7BF1">
        <w:rPr>
          <w:rFonts w:asciiTheme="minorHAnsi" w:hAnsiTheme="minorHAnsi" w:cs="Arial"/>
          <w:bCs/>
          <w:sz w:val="24"/>
          <w:szCs w:val="24"/>
        </w:rPr>
        <w:t>Yes, because states and localities may grant their residents greater rights protection than provided in the national constitution.</w:t>
      </w:r>
    </w:p>
    <w:p w:rsidR="00F642C7" w:rsidRPr="00FD7BF1" w:rsidRDefault="00F642C7" w:rsidP="00C86F0F">
      <w:pPr>
        <w:numPr>
          <w:ilvl w:val="0"/>
          <w:numId w:val="106"/>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the Constitution says nothing about gay and lesbian rights.</w:t>
      </w:r>
    </w:p>
    <w:p w:rsidR="00F642C7" w:rsidRPr="00FD7BF1" w:rsidRDefault="00F642C7" w:rsidP="00C86F0F">
      <w:pPr>
        <w:numPr>
          <w:ilvl w:val="0"/>
          <w:numId w:val="106"/>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the Supreme Court has not interpreted the Constitution to grant protection against employment discrimination to gay men and lesbians.</w:t>
      </w:r>
    </w:p>
    <w:p w:rsidR="00F642C7" w:rsidRPr="00FD7BF1" w:rsidRDefault="00F642C7" w:rsidP="00C86F0F">
      <w:pPr>
        <w:numPr>
          <w:ilvl w:val="0"/>
          <w:numId w:val="106"/>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the Supreme Court would interpret this ordinance to be discriminatory against employers.</w:t>
      </w:r>
    </w:p>
    <w:p w:rsidR="00F642C7" w:rsidRPr="00FD7BF1" w:rsidRDefault="00F642C7" w:rsidP="00C86F0F">
      <w:pPr>
        <w:numPr>
          <w:ilvl w:val="0"/>
          <w:numId w:val="106"/>
        </w:numPr>
        <w:spacing w:before="0" w:after="0" w:line="360" w:lineRule="auto"/>
        <w:rPr>
          <w:rFonts w:asciiTheme="minorHAnsi" w:hAnsiTheme="minorHAnsi" w:cs="Arial"/>
          <w:sz w:val="24"/>
          <w:szCs w:val="24"/>
        </w:rPr>
      </w:pPr>
      <w:r w:rsidRPr="00FD7BF1">
        <w:rPr>
          <w:rFonts w:asciiTheme="minorHAnsi" w:hAnsiTheme="minorHAnsi" w:cs="Arial"/>
          <w:sz w:val="24"/>
          <w:szCs w:val="24"/>
        </w:rPr>
        <w:t>No, because the Supreme Court is not permitted to rule on this area of law.</w:t>
      </w:r>
    </w:p>
    <w:p w:rsidR="00F642C7" w:rsidRPr="00FD7BF1" w:rsidRDefault="00F642C7" w:rsidP="00F642C7">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Both the national government and state governments may levy income taxes. This is an example of:</w:t>
      </w:r>
    </w:p>
    <w:p w:rsidR="00F642C7" w:rsidRPr="00FD7BF1" w:rsidRDefault="00F642C7" w:rsidP="00C86F0F">
      <w:pPr>
        <w:numPr>
          <w:ilvl w:val="0"/>
          <w:numId w:val="107"/>
        </w:numPr>
        <w:spacing w:before="0" w:after="0" w:line="360" w:lineRule="auto"/>
        <w:rPr>
          <w:rFonts w:asciiTheme="minorHAnsi" w:hAnsiTheme="minorHAnsi" w:cs="Arial"/>
          <w:sz w:val="24"/>
          <w:szCs w:val="24"/>
        </w:rPr>
      </w:pPr>
      <w:r w:rsidRPr="00FD7BF1">
        <w:rPr>
          <w:rFonts w:asciiTheme="minorHAnsi" w:hAnsiTheme="minorHAnsi" w:cs="Arial"/>
          <w:sz w:val="24"/>
          <w:szCs w:val="24"/>
        </w:rPr>
        <w:t>Delegated powers</w:t>
      </w:r>
    </w:p>
    <w:p w:rsidR="00F642C7" w:rsidRPr="00FD7BF1" w:rsidRDefault="00F642C7" w:rsidP="00C86F0F">
      <w:pPr>
        <w:numPr>
          <w:ilvl w:val="0"/>
          <w:numId w:val="107"/>
        </w:numPr>
        <w:spacing w:before="0" w:after="0" w:line="360" w:lineRule="auto"/>
        <w:rPr>
          <w:rFonts w:asciiTheme="minorHAnsi" w:hAnsiTheme="minorHAnsi" w:cs="Arial"/>
          <w:sz w:val="24"/>
          <w:szCs w:val="24"/>
        </w:rPr>
      </w:pPr>
      <w:r w:rsidRPr="00FD7BF1">
        <w:rPr>
          <w:rFonts w:asciiTheme="minorHAnsi" w:hAnsiTheme="minorHAnsi" w:cs="Arial"/>
          <w:sz w:val="24"/>
          <w:szCs w:val="24"/>
        </w:rPr>
        <w:t>Reserved powers</w:t>
      </w:r>
    </w:p>
    <w:p w:rsidR="00F642C7" w:rsidRPr="00FD7BF1" w:rsidRDefault="00F642C7" w:rsidP="00C86F0F">
      <w:pPr>
        <w:numPr>
          <w:ilvl w:val="0"/>
          <w:numId w:val="107"/>
        </w:numPr>
        <w:spacing w:before="0" w:after="0" w:line="360" w:lineRule="auto"/>
        <w:rPr>
          <w:rFonts w:asciiTheme="minorHAnsi" w:hAnsiTheme="minorHAnsi" w:cs="Arial"/>
          <w:sz w:val="24"/>
          <w:szCs w:val="24"/>
        </w:rPr>
      </w:pPr>
      <w:r w:rsidRPr="00FD7BF1">
        <w:rPr>
          <w:rFonts w:asciiTheme="minorHAnsi" w:hAnsiTheme="minorHAnsi" w:cs="Arial"/>
          <w:sz w:val="24"/>
          <w:szCs w:val="24"/>
        </w:rPr>
        <w:t>Implied powers</w:t>
      </w:r>
    </w:p>
    <w:p w:rsidR="00F642C7" w:rsidRPr="00FD7BF1" w:rsidRDefault="00F642C7" w:rsidP="00C86F0F">
      <w:pPr>
        <w:numPr>
          <w:ilvl w:val="0"/>
          <w:numId w:val="107"/>
        </w:numPr>
        <w:spacing w:before="0" w:after="0" w:line="360" w:lineRule="auto"/>
        <w:rPr>
          <w:rFonts w:asciiTheme="minorHAnsi" w:hAnsiTheme="minorHAnsi" w:cs="Arial"/>
          <w:sz w:val="24"/>
          <w:szCs w:val="24"/>
        </w:rPr>
      </w:pPr>
      <w:r w:rsidRPr="00FD7BF1">
        <w:rPr>
          <w:rFonts w:asciiTheme="minorHAnsi" w:hAnsiTheme="minorHAnsi" w:cs="Arial"/>
          <w:sz w:val="24"/>
          <w:szCs w:val="24"/>
        </w:rPr>
        <w:t>Concurrent powers</w:t>
      </w:r>
    </w:p>
    <w:p w:rsidR="00F642C7" w:rsidRPr="00FD7BF1" w:rsidRDefault="00F642C7" w:rsidP="00C86F0F">
      <w:pPr>
        <w:numPr>
          <w:ilvl w:val="0"/>
          <w:numId w:val="107"/>
        </w:numPr>
        <w:spacing w:before="0" w:after="0" w:line="360" w:lineRule="auto"/>
        <w:rPr>
          <w:rFonts w:asciiTheme="minorHAnsi" w:hAnsiTheme="minorHAnsi" w:cs="Arial"/>
          <w:sz w:val="24"/>
          <w:szCs w:val="24"/>
        </w:rPr>
      </w:pPr>
      <w:r w:rsidRPr="00FD7BF1">
        <w:rPr>
          <w:rFonts w:asciiTheme="minorHAnsi" w:hAnsiTheme="minorHAnsi" w:cs="Arial"/>
          <w:sz w:val="24"/>
          <w:szCs w:val="24"/>
        </w:rPr>
        <w:t>Denied powers</w:t>
      </w:r>
    </w:p>
    <w:p w:rsidR="00F642C7" w:rsidRPr="00FD7BF1" w:rsidRDefault="00F642C7" w:rsidP="00F642C7">
      <w:pPr>
        <w:spacing w:before="0" w:after="0" w:line="360" w:lineRule="auto"/>
        <w:ind w:left="1440"/>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“No State shall . . . deny to any person within its jurisdiction the equal protection of the laws.” This phrase is found in which of the following sections of the U.S. Constitution?</w:t>
      </w:r>
      <w:r w:rsidRPr="00FD7BF1">
        <w:rPr>
          <w:rFonts w:asciiTheme="minorHAnsi" w:hAnsiTheme="minorHAnsi" w:cs="Arial"/>
          <w:bCs/>
          <w:sz w:val="24"/>
          <w:szCs w:val="24"/>
        </w:rPr>
        <w:t xml:space="preserve"> </w:t>
      </w:r>
    </w:p>
    <w:p w:rsidR="00F642C7" w:rsidRPr="00FD7BF1" w:rsidRDefault="00F642C7" w:rsidP="00C86F0F">
      <w:pPr>
        <w:numPr>
          <w:ilvl w:val="1"/>
          <w:numId w:val="10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First Amendment</w:t>
      </w:r>
    </w:p>
    <w:p w:rsidR="00F642C7" w:rsidRPr="00FD7BF1" w:rsidRDefault="00F642C7" w:rsidP="00C86F0F">
      <w:pPr>
        <w:numPr>
          <w:ilvl w:val="1"/>
          <w:numId w:val="10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Interstate Commerce Clause</w:t>
      </w:r>
    </w:p>
    <w:p w:rsidR="00F642C7" w:rsidRPr="00FD7BF1" w:rsidRDefault="00F642C7" w:rsidP="00C86F0F">
      <w:pPr>
        <w:numPr>
          <w:ilvl w:val="1"/>
          <w:numId w:val="103"/>
        </w:numPr>
        <w:spacing w:before="0" w:after="0" w:line="360" w:lineRule="auto"/>
        <w:ind w:left="1440"/>
        <w:rPr>
          <w:rFonts w:asciiTheme="minorHAnsi" w:hAnsiTheme="minorHAnsi" w:cs="Arial"/>
          <w:bCs/>
          <w:sz w:val="24"/>
          <w:szCs w:val="24"/>
        </w:rPr>
      </w:pPr>
      <w:r w:rsidRPr="00FD7BF1">
        <w:rPr>
          <w:rFonts w:asciiTheme="minorHAnsi" w:hAnsiTheme="minorHAnsi" w:cs="Arial"/>
          <w:bCs/>
          <w:sz w:val="24"/>
          <w:szCs w:val="24"/>
        </w:rPr>
        <w:t>Fourteenth Amendment</w:t>
      </w:r>
    </w:p>
    <w:p w:rsidR="00F642C7" w:rsidRPr="00FD7BF1" w:rsidRDefault="00F642C7" w:rsidP="00C86F0F">
      <w:pPr>
        <w:numPr>
          <w:ilvl w:val="1"/>
          <w:numId w:val="10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Fifteenth Amendment</w:t>
      </w:r>
    </w:p>
    <w:p w:rsidR="00F642C7" w:rsidRPr="00FD7BF1" w:rsidRDefault="00F642C7" w:rsidP="00C86F0F">
      <w:pPr>
        <w:numPr>
          <w:ilvl w:val="1"/>
          <w:numId w:val="10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Twenty-sixth Amendment</w:t>
      </w:r>
    </w:p>
    <w:p w:rsidR="00F642C7" w:rsidRPr="00FD7BF1" w:rsidRDefault="00F642C7" w:rsidP="00F642C7">
      <w:pPr>
        <w:spacing w:before="0" w:after="0" w:line="360" w:lineRule="auto"/>
        <w:rPr>
          <w:rFonts w:asciiTheme="minorHAnsi" w:hAnsiTheme="minorHAnsi" w:cs="Arial"/>
          <w:sz w:val="24"/>
          <w:szCs w:val="24"/>
        </w:rPr>
      </w:pPr>
    </w:p>
    <w:p w:rsidR="00F642C7" w:rsidRPr="00FD7BF1" w:rsidRDefault="00F642C7" w:rsidP="00C86F0F">
      <w:pPr>
        <w:numPr>
          <w:ilvl w:val="0"/>
          <w:numId w:val="124"/>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The legal requirement that companies and other organizations take positive steps to remedy the effects of past discrimination is known as:</w:t>
      </w:r>
      <w:r w:rsidRPr="00FD7BF1">
        <w:rPr>
          <w:rFonts w:asciiTheme="minorHAnsi" w:hAnsiTheme="minorHAnsi" w:cs="Arial"/>
          <w:bCs/>
          <w:sz w:val="24"/>
          <w:szCs w:val="24"/>
        </w:rPr>
        <w:t xml:space="preserve"> </w:t>
      </w:r>
    </w:p>
    <w:p w:rsidR="00F642C7" w:rsidRPr="00FD7BF1" w:rsidRDefault="00F642C7" w:rsidP="00C86F0F">
      <w:pPr>
        <w:numPr>
          <w:ilvl w:val="0"/>
          <w:numId w:val="104"/>
        </w:numPr>
        <w:spacing w:before="0" w:after="0" w:line="360" w:lineRule="auto"/>
        <w:rPr>
          <w:rFonts w:asciiTheme="minorHAnsi" w:hAnsiTheme="minorHAnsi" w:cs="Arial"/>
          <w:bCs/>
          <w:sz w:val="24"/>
          <w:szCs w:val="24"/>
        </w:rPr>
      </w:pPr>
      <w:r w:rsidRPr="00FD7BF1">
        <w:rPr>
          <w:rFonts w:asciiTheme="minorHAnsi" w:hAnsiTheme="minorHAnsi" w:cs="Arial"/>
          <w:bCs/>
          <w:sz w:val="24"/>
          <w:szCs w:val="24"/>
        </w:rPr>
        <w:t>Affirmative action.</w:t>
      </w:r>
    </w:p>
    <w:p w:rsidR="00F642C7" w:rsidRPr="00FD7BF1" w:rsidRDefault="00F642C7" w:rsidP="00C86F0F">
      <w:pPr>
        <w:numPr>
          <w:ilvl w:val="0"/>
          <w:numId w:val="104"/>
        </w:numPr>
        <w:spacing w:before="0" w:after="0" w:line="360" w:lineRule="auto"/>
        <w:rPr>
          <w:rFonts w:asciiTheme="minorHAnsi" w:hAnsiTheme="minorHAnsi" w:cs="Arial"/>
          <w:sz w:val="24"/>
          <w:szCs w:val="24"/>
        </w:rPr>
      </w:pPr>
      <w:r w:rsidRPr="00FD7BF1">
        <w:rPr>
          <w:rFonts w:asciiTheme="minorHAnsi" w:hAnsiTheme="minorHAnsi" w:cs="Arial"/>
          <w:sz w:val="24"/>
          <w:szCs w:val="24"/>
        </w:rPr>
        <w:t>Principle of comparable worth.</w:t>
      </w:r>
    </w:p>
    <w:p w:rsidR="00F642C7" w:rsidRPr="00FD7BF1" w:rsidRDefault="00F642C7" w:rsidP="00C86F0F">
      <w:pPr>
        <w:numPr>
          <w:ilvl w:val="0"/>
          <w:numId w:val="104"/>
        </w:numPr>
        <w:spacing w:before="0" w:after="0" w:line="360" w:lineRule="auto"/>
        <w:rPr>
          <w:rFonts w:asciiTheme="minorHAnsi" w:hAnsiTheme="minorHAnsi" w:cs="Arial"/>
          <w:sz w:val="24"/>
          <w:szCs w:val="24"/>
        </w:rPr>
      </w:pPr>
      <w:r w:rsidRPr="00FD7BF1">
        <w:rPr>
          <w:rFonts w:asciiTheme="minorHAnsi" w:hAnsiTheme="minorHAnsi" w:cs="Arial"/>
          <w:sz w:val="24"/>
          <w:szCs w:val="24"/>
        </w:rPr>
        <w:t>Strict judicial scrutiny.</w:t>
      </w:r>
    </w:p>
    <w:p w:rsidR="00F642C7" w:rsidRPr="00FD7BF1" w:rsidRDefault="00F642C7" w:rsidP="00C86F0F">
      <w:pPr>
        <w:numPr>
          <w:ilvl w:val="0"/>
          <w:numId w:val="104"/>
        </w:numPr>
        <w:spacing w:before="0" w:after="0" w:line="360" w:lineRule="auto"/>
        <w:rPr>
          <w:rFonts w:asciiTheme="minorHAnsi" w:hAnsiTheme="minorHAnsi" w:cs="Arial"/>
          <w:sz w:val="24"/>
          <w:szCs w:val="24"/>
        </w:rPr>
      </w:pPr>
      <w:r w:rsidRPr="00FD7BF1">
        <w:rPr>
          <w:rFonts w:asciiTheme="minorHAnsi" w:hAnsiTheme="minorHAnsi" w:cs="Arial"/>
          <w:sz w:val="24"/>
          <w:szCs w:val="24"/>
        </w:rPr>
        <w:t>Separate-but-equal.</w:t>
      </w:r>
    </w:p>
    <w:p w:rsidR="00F642C7" w:rsidRPr="00FD7BF1" w:rsidRDefault="00F642C7" w:rsidP="00C86F0F">
      <w:pPr>
        <w:numPr>
          <w:ilvl w:val="0"/>
          <w:numId w:val="104"/>
        </w:numPr>
        <w:spacing w:before="0" w:after="0" w:line="360" w:lineRule="auto"/>
        <w:rPr>
          <w:rFonts w:asciiTheme="minorHAnsi" w:hAnsiTheme="minorHAnsi" w:cs="Arial"/>
          <w:sz w:val="24"/>
          <w:szCs w:val="24"/>
        </w:rPr>
      </w:pPr>
      <w:r w:rsidRPr="00FD7BF1">
        <w:rPr>
          <w:rFonts w:asciiTheme="minorHAnsi" w:hAnsiTheme="minorHAnsi" w:cs="Arial"/>
          <w:sz w:val="24"/>
          <w:szCs w:val="24"/>
        </w:rPr>
        <w:t>Reverse discrimination.</w:t>
      </w:r>
    </w:p>
    <w:p w:rsidR="00F642C7" w:rsidRPr="00FD7BF1" w:rsidRDefault="00F642C7" w:rsidP="00F642C7">
      <w:pPr>
        <w:spacing w:after="0" w:line="240" w:lineRule="auto"/>
        <w:rPr>
          <w:rFonts w:asciiTheme="minorHAnsi" w:hAnsiTheme="minorHAnsi" w:cs="Arial"/>
        </w:rPr>
      </w:pPr>
    </w:p>
    <w:p w:rsidR="0000717C" w:rsidRPr="00FD7BF1" w:rsidRDefault="0000717C">
      <w:pPr>
        <w:spacing w:before="0" w:after="0" w:line="240" w:lineRule="auto"/>
        <w:rPr>
          <w:rFonts w:asciiTheme="minorHAnsi" w:hAnsiTheme="minorHAnsi"/>
          <w:b/>
          <w:sz w:val="26"/>
          <w:szCs w:val="26"/>
        </w:rPr>
      </w:pPr>
    </w:p>
    <w:p w:rsidR="000A6F82" w:rsidRPr="00FD7BF1" w:rsidRDefault="000A6F82">
      <w:pPr>
        <w:spacing w:before="0" w:after="0" w:line="240" w:lineRule="auto"/>
        <w:rPr>
          <w:rFonts w:asciiTheme="minorHAnsi" w:hAnsiTheme="minorHAnsi"/>
          <w:b/>
          <w:sz w:val="26"/>
          <w:szCs w:val="26"/>
        </w:rPr>
      </w:pPr>
      <w:r w:rsidRPr="00FD7BF1">
        <w:rPr>
          <w:rFonts w:asciiTheme="minorHAnsi" w:hAnsiTheme="minorHAnsi"/>
          <w:b/>
          <w:sz w:val="26"/>
          <w:szCs w:val="26"/>
        </w:rPr>
        <w:br w:type="page"/>
      </w:r>
    </w:p>
    <w:p w:rsidR="00182E5E" w:rsidRDefault="00182E5E" w:rsidP="00182E5E">
      <w:pPr>
        <w:pStyle w:val="Heading1"/>
        <w:rPr>
          <w:rFonts w:asciiTheme="minorHAnsi" w:hAnsiTheme="minorHAnsi"/>
          <w:sz w:val="28"/>
          <w:szCs w:val="28"/>
        </w:rPr>
      </w:pPr>
      <w:bookmarkStart w:id="4" w:name="_Week_6_Quiz"/>
      <w:bookmarkEnd w:id="4"/>
      <w:r>
        <w:rPr>
          <w:rFonts w:asciiTheme="minorHAnsi" w:hAnsiTheme="minorHAnsi"/>
          <w:sz w:val="28"/>
          <w:szCs w:val="28"/>
        </w:rPr>
        <w:lastRenderedPageBreak/>
        <w:t>Appendix C</w:t>
      </w:r>
      <w:r w:rsidRPr="00FD7BF1">
        <w:rPr>
          <w:rFonts w:asciiTheme="minorHAnsi" w:hAnsiTheme="minorHAnsi"/>
          <w:sz w:val="28"/>
          <w:szCs w:val="28"/>
        </w:rPr>
        <w:t>—</w:t>
      </w:r>
      <w:r>
        <w:rPr>
          <w:rFonts w:asciiTheme="minorHAnsi" w:hAnsiTheme="minorHAnsi"/>
          <w:sz w:val="28"/>
          <w:szCs w:val="28"/>
        </w:rPr>
        <w:t>Quiz 6</w:t>
      </w:r>
      <w:r w:rsidR="002478A4">
        <w:rPr>
          <w:rFonts w:asciiTheme="minorHAnsi" w:hAnsiTheme="minorHAnsi"/>
          <w:sz w:val="28"/>
          <w:szCs w:val="28"/>
        </w:rPr>
        <w:t>.1</w:t>
      </w:r>
    </w:p>
    <w:p w:rsidR="00BA6ECB" w:rsidRPr="00417F69" w:rsidRDefault="00BA6ECB" w:rsidP="00BA6ECB">
      <w:pPr>
        <w:rPr>
          <w:rFonts w:asciiTheme="minorHAnsi" w:hAnsiTheme="minorHAnsi" w:cstheme="minorHAnsi"/>
          <w:b/>
          <w:sz w:val="24"/>
          <w:szCs w:val="24"/>
        </w:rPr>
      </w:pPr>
      <w:r>
        <w:rPr>
          <w:rFonts w:asciiTheme="minorHAnsi" w:hAnsiTheme="minorHAnsi" w:cstheme="minorHAnsi"/>
          <w:b/>
          <w:sz w:val="24"/>
          <w:szCs w:val="24"/>
        </w:rPr>
        <w:t>QUIZ 6</w:t>
      </w:r>
      <w:r w:rsidRPr="00417F69">
        <w:rPr>
          <w:rFonts w:asciiTheme="minorHAnsi" w:hAnsiTheme="minorHAnsi" w:cstheme="minorHAnsi"/>
          <w:b/>
          <w:sz w:val="24"/>
          <w:szCs w:val="24"/>
        </w:rPr>
        <w:t>.1: QUESTIONS</w:t>
      </w:r>
    </w:p>
    <w:p w:rsidR="000A6F82" w:rsidRPr="00FD7BF1" w:rsidRDefault="000A6F82" w:rsidP="00C86F0F">
      <w:pPr>
        <w:numPr>
          <w:ilvl w:val="0"/>
          <w:numId w:val="125"/>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is true of government ownership of media outlets in the U.S? </w:t>
      </w:r>
    </w:p>
    <w:p w:rsidR="000A6F82" w:rsidRPr="00FD7BF1" w:rsidRDefault="000A6F82" w:rsidP="00C86F0F">
      <w:pPr>
        <w:numPr>
          <w:ilvl w:val="1"/>
          <w:numId w:val="109"/>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government owns PBS and NPR.</w:t>
      </w:r>
    </w:p>
    <w:p w:rsidR="000A6F82" w:rsidRPr="00FD7BF1" w:rsidRDefault="000A6F82" w:rsidP="00C86F0F">
      <w:pPr>
        <w:numPr>
          <w:ilvl w:val="1"/>
          <w:numId w:val="109"/>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government has direct ownership of no media outlets.</w:t>
      </w:r>
    </w:p>
    <w:p w:rsidR="000A6F82" w:rsidRPr="00FD7BF1" w:rsidRDefault="000A6F82" w:rsidP="00C86F0F">
      <w:pPr>
        <w:numPr>
          <w:ilvl w:val="1"/>
          <w:numId w:val="109"/>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government directly controls relatively few media outlets.</w:t>
      </w:r>
    </w:p>
    <w:p w:rsidR="000A6F82" w:rsidRPr="00FD7BF1" w:rsidRDefault="000A6F82" w:rsidP="00C86F0F">
      <w:pPr>
        <w:numPr>
          <w:ilvl w:val="1"/>
          <w:numId w:val="109"/>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government primarily owns print media.</w:t>
      </w:r>
    </w:p>
    <w:p w:rsidR="000A6F82" w:rsidRPr="00FD7BF1" w:rsidRDefault="000A6F82" w:rsidP="00C86F0F">
      <w:pPr>
        <w:numPr>
          <w:ilvl w:val="1"/>
          <w:numId w:val="109"/>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owns an unusually large number of media outlets.</w:t>
      </w:r>
    </w:p>
    <w:p w:rsidR="000A6F82" w:rsidRPr="00FD7BF1" w:rsidRDefault="000A6F82" w:rsidP="000536CD">
      <w:pPr>
        <w:spacing w:before="0" w:after="0" w:line="360" w:lineRule="auto"/>
        <w:ind w:left="1440"/>
        <w:rPr>
          <w:rFonts w:asciiTheme="minorHAnsi" w:hAnsiTheme="minorHAnsi" w:cs="Arial"/>
          <w:sz w:val="24"/>
          <w:szCs w:val="24"/>
        </w:rPr>
      </w:pPr>
      <w:r w:rsidRPr="00FD7BF1">
        <w:rPr>
          <w:rFonts w:asciiTheme="minorHAnsi" w:hAnsiTheme="minorHAnsi" w:cs="Arial"/>
          <w:i/>
          <w:sz w:val="24"/>
          <w:szCs w:val="24"/>
        </w:rPr>
        <w:tab/>
      </w:r>
      <w:r w:rsidRPr="00FD7BF1">
        <w:rPr>
          <w:rFonts w:asciiTheme="minorHAnsi" w:hAnsiTheme="minorHAnsi" w:cs="Arial"/>
          <w:i/>
          <w:sz w:val="24"/>
          <w:szCs w:val="24"/>
        </w:rPr>
        <w:tab/>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Media consolidation means: </w:t>
      </w:r>
    </w:p>
    <w:p w:rsidR="000A6F82" w:rsidRPr="00FD7BF1" w:rsidRDefault="000A6F82" w:rsidP="00C86F0F">
      <w:pPr>
        <w:numPr>
          <w:ilvl w:val="0"/>
          <w:numId w:val="116"/>
        </w:numPr>
        <w:spacing w:before="0" w:after="0" w:line="360" w:lineRule="auto"/>
        <w:rPr>
          <w:rFonts w:asciiTheme="minorHAnsi" w:hAnsiTheme="minorHAnsi" w:cs="Arial"/>
          <w:sz w:val="24"/>
          <w:szCs w:val="24"/>
        </w:rPr>
      </w:pPr>
      <w:r w:rsidRPr="00FD7BF1">
        <w:rPr>
          <w:rFonts w:asciiTheme="minorHAnsi" w:hAnsiTheme="minorHAnsi" w:cs="Arial"/>
          <w:sz w:val="24"/>
          <w:szCs w:val="24"/>
        </w:rPr>
        <w:t>The government owns the media.</w:t>
      </w:r>
    </w:p>
    <w:p w:rsidR="000A6F82" w:rsidRPr="00FD7BF1" w:rsidRDefault="000A6F82" w:rsidP="00C86F0F">
      <w:pPr>
        <w:numPr>
          <w:ilvl w:val="0"/>
          <w:numId w:val="116"/>
        </w:numPr>
        <w:spacing w:before="0" w:after="0" w:line="360" w:lineRule="auto"/>
        <w:rPr>
          <w:rFonts w:asciiTheme="minorHAnsi" w:hAnsiTheme="minorHAnsi" w:cs="Arial"/>
          <w:sz w:val="24"/>
          <w:szCs w:val="24"/>
        </w:rPr>
      </w:pPr>
      <w:r w:rsidRPr="00FD7BF1">
        <w:rPr>
          <w:rFonts w:asciiTheme="minorHAnsi" w:hAnsiTheme="minorHAnsi" w:cs="Arial"/>
          <w:sz w:val="24"/>
          <w:szCs w:val="24"/>
        </w:rPr>
        <w:t>The cable news organizations own the talk radio stations.</w:t>
      </w:r>
    </w:p>
    <w:p w:rsidR="000A6F82" w:rsidRPr="00FD7BF1" w:rsidRDefault="000A6F82" w:rsidP="00C86F0F">
      <w:pPr>
        <w:numPr>
          <w:ilvl w:val="0"/>
          <w:numId w:val="116"/>
        </w:numPr>
        <w:spacing w:before="0" w:after="0" w:line="360" w:lineRule="auto"/>
        <w:rPr>
          <w:rFonts w:asciiTheme="minorHAnsi" w:hAnsiTheme="minorHAnsi" w:cs="Arial"/>
          <w:sz w:val="24"/>
          <w:szCs w:val="24"/>
        </w:rPr>
      </w:pPr>
      <w:r w:rsidRPr="00FD7BF1">
        <w:rPr>
          <w:rFonts w:asciiTheme="minorHAnsi" w:hAnsiTheme="minorHAnsi" w:cs="Arial"/>
          <w:sz w:val="24"/>
          <w:szCs w:val="24"/>
        </w:rPr>
        <w:t>All newspapers must own at least one TV news station.</w:t>
      </w:r>
    </w:p>
    <w:p w:rsidR="000A6F82" w:rsidRPr="00FD7BF1" w:rsidRDefault="000A6F82" w:rsidP="00C86F0F">
      <w:pPr>
        <w:numPr>
          <w:ilvl w:val="0"/>
          <w:numId w:val="116"/>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One parent corporation owns various types of media outlets. </w:t>
      </w:r>
    </w:p>
    <w:p w:rsidR="000A6F82" w:rsidRPr="00FD7BF1" w:rsidRDefault="000A6F82" w:rsidP="00C86F0F">
      <w:pPr>
        <w:numPr>
          <w:ilvl w:val="0"/>
          <w:numId w:val="116"/>
        </w:numPr>
        <w:spacing w:before="0" w:after="0" w:line="360" w:lineRule="auto"/>
        <w:rPr>
          <w:rFonts w:asciiTheme="minorHAnsi" w:hAnsiTheme="minorHAnsi" w:cs="Arial"/>
          <w:sz w:val="24"/>
          <w:szCs w:val="24"/>
        </w:rPr>
      </w:pPr>
      <w:r w:rsidRPr="00FD7BF1">
        <w:rPr>
          <w:rFonts w:asciiTheme="minorHAnsi" w:hAnsiTheme="minorHAnsi" w:cs="Arial"/>
          <w:sz w:val="24"/>
          <w:szCs w:val="24"/>
        </w:rPr>
        <w:t>Newspapers and radio stations cannot be owned by the same corporation.</w:t>
      </w:r>
    </w:p>
    <w:p w:rsidR="000A6F82" w:rsidRPr="00FD7BF1" w:rsidRDefault="000A6F82" w:rsidP="000536CD">
      <w:pPr>
        <w:spacing w:before="0" w:after="0" w:line="360" w:lineRule="auto"/>
        <w:ind w:left="1440"/>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When journalists take an adversarial attitude toward candidates and elected officials, it is sometimes referred to as: </w:t>
      </w:r>
    </w:p>
    <w:p w:rsidR="000A6F82" w:rsidRPr="00FD7BF1" w:rsidRDefault="000A6F82" w:rsidP="00C86F0F">
      <w:pPr>
        <w:numPr>
          <w:ilvl w:val="0"/>
          <w:numId w:val="110"/>
        </w:numPr>
        <w:spacing w:before="0" w:after="0" w:line="360" w:lineRule="auto"/>
        <w:rPr>
          <w:rFonts w:asciiTheme="minorHAnsi" w:hAnsiTheme="minorHAnsi" w:cs="Arial"/>
          <w:sz w:val="24"/>
          <w:szCs w:val="24"/>
        </w:rPr>
      </w:pPr>
      <w:r w:rsidRPr="00FD7BF1">
        <w:rPr>
          <w:rFonts w:asciiTheme="minorHAnsi" w:hAnsiTheme="minorHAnsi" w:cs="Arial"/>
          <w:sz w:val="24"/>
          <w:szCs w:val="24"/>
        </w:rPr>
        <w:t>Incumbent journalism</w:t>
      </w:r>
    </w:p>
    <w:p w:rsidR="000A6F82" w:rsidRPr="00FD7BF1" w:rsidRDefault="000A6F82" w:rsidP="00C86F0F">
      <w:pPr>
        <w:numPr>
          <w:ilvl w:val="0"/>
          <w:numId w:val="110"/>
        </w:numPr>
        <w:spacing w:before="0" w:after="0" w:line="360" w:lineRule="auto"/>
        <w:rPr>
          <w:rFonts w:asciiTheme="minorHAnsi" w:hAnsiTheme="minorHAnsi" w:cs="Arial"/>
          <w:sz w:val="24"/>
          <w:szCs w:val="24"/>
        </w:rPr>
      </w:pPr>
      <w:r w:rsidRPr="00FD7BF1">
        <w:rPr>
          <w:rFonts w:asciiTheme="minorHAnsi" w:hAnsiTheme="minorHAnsi" w:cs="Arial"/>
          <w:sz w:val="24"/>
          <w:szCs w:val="24"/>
        </w:rPr>
        <w:t>Attack journalism</w:t>
      </w:r>
    </w:p>
    <w:p w:rsidR="000A6F82" w:rsidRPr="00FD7BF1" w:rsidRDefault="000A6F82" w:rsidP="00C86F0F">
      <w:pPr>
        <w:numPr>
          <w:ilvl w:val="0"/>
          <w:numId w:val="110"/>
        </w:num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Prior restraint journalism</w:t>
      </w:r>
    </w:p>
    <w:p w:rsidR="000A6F82" w:rsidRPr="00FD7BF1" w:rsidRDefault="000A6F82" w:rsidP="00C86F0F">
      <w:pPr>
        <w:numPr>
          <w:ilvl w:val="0"/>
          <w:numId w:val="110"/>
        </w:numPr>
        <w:spacing w:before="0" w:after="0" w:line="360" w:lineRule="auto"/>
        <w:rPr>
          <w:rFonts w:asciiTheme="minorHAnsi" w:hAnsiTheme="minorHAnsi" w:cs="Arial"/>
          <w:sz w:val="24"/>
          <w:szCs w:val="24"/>
        </w:rPr>
      </w:pPr>
      <w:r w:rsidRPr="00FD7BF1">
        <w:rPr>
          <w:rFonts w:asciiTheme="minorHAnsi" w:hAnsiTheme="minorHAnsi" w:cs="Arial"/>
          <w:sz w:val="24"/>
          <w:szCs w:val="24"/>
        </w:rPr>
        <w:t>Defamatory journalism</w:t>
      </w:r>
    </w:p>
    <w:p w:rsidR="000A6F82" w:rsidRPr="00FD7BF1" w:rsidRDefault="000A6F82" w:rsidP="00C86F0F">
      <w:pPr>
        <w:numPr>
          <w:ilvl w:val="0"/>
          <w:numId w:val="110"/>
        </w:numPr>
        <w:spacing w:before="0" w:after="0" w:line="360" w:lineRule="auto"/>
        <w:rPr>
          <w:rFonts w:asciiTheme="minorHAnsi" w:hAnsiTheme="minorHAnsi" w:cs="Arial"/>
          <w:sz w:val="24"/>
          <w:szCs w:val="24"/>
        </w:rPr>
      </w:pPr>
      <w:r w:rsidRPr="00FD7BF1">
        <w:rPr>
          <w:rFonts w:asciiTheme="minorHAnsi" w:hAnsiTheme="minorHAnsi" w:cs="Arial"/>
          <w:sz w:val="24"/>
          <w:szCs w:val="24"/>
        </w:rPr>
        <w:t>Hypocritical journalism</w:t>
      </w:r>
    </w:p>
    <w:p w:rsidR="000A6F82" w:rsidRPr="00FD7BF1" w:rsidRDefault="000A6F82" w:rsidP="000536CD">
      <w:pPr>
        <w:spacing w:before="0" w:after="0" w:line="360" w:lineRule="auto"/>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When it comes to policy formulation and adoption: </w:t>
      </w:r>
    </w:p>
    <w:p w:rsidR="000A6F82" w:rsidRPr="00FD7BF1" w:rsidRDefault="000A6F82" w:rsidP="00C86F0F">
      <w:pPr>
        <w:numPr>
          <w:ilvl w:val="0"/>
          <w:numId w:val="122"/>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the</w:t>
      </w:r>
      <w:proofErr w:type="gramEnd"/>
      <w:r w:rsidRPr="00FD7BF1">
        <w:rPr>
          <w:rFonts w:asciiTheme="minorHAnsi" w:hAnsiTheme="minorHAnsi" w:cs="Arial"/>
          <w:sz w:val="24"/>
          <w:szCs w:val="24"/>
        </w:rPr>
        <w:t xml:space="preserve"> media play primarily a framing role.</w:t>
      </w:r>
    </w:p>
    <w:p w:rsidR="000A6F82" w:rsidRPr="00FD7BF1" w:rsidRDefault="000A6F82" w:rsidP="00C86F0F">
      <w:pPr>
        <w:numPr>
          <w:ilvl w:val="0"/>
          <w:numId w:val="122"/>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the</w:t>
      </w:r>
      <w:proofErr w:type="gramEnd"/>
      <w:r w:rsidRPr="00FD7BF1">
        <w:rPr>
          <w:rFonts w:asciiTheme="minorHAnsi" w:hAnsiTheme="minorHAnsi" w:cs="Arial"/>
          <w:sz w:val="24"/>
          <w:szCs w:val="24"/>
        </w:rPr>
        <w:t xml:space="preserve"> media play no role.</w:t>
      </w:r>
    </w:p>
    <w:p w:rsidR="000A6F82" w:rsidRPr="00FD7BF1" w:rsidRDefault="000A6F82" w:rsidP="00C86F0F">
      <w:pPr>
        <w:numPr>
          <w:ilvl w:val="0"/>
          <w:numId w:val="122"/>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government</w:t>
      </w:r>
      <w:proofErr w:type="gramEnd"/>
      <w:r w:rsidRPr="00FD7BF1">
        <w:rPr>
          <w:rFonts w:asciiTheme="minorHAnsi" w:hAnsiTheme="minorHAnsi" w:cs="Arial"/>
          <w:sz w:val="24"/>
          <w:szCs w:val="24"/>
        </w:rPr>
        <w:t xml:space="preserve"> agencies rely heavily on the media to be their advocates.</w:t>
      </w:r>
    </w:p>
    <w:p w:rsidR="000A6F82" w:rsidRPr="00FD7BF1" w:rsidRDefault="000A6F82" w:rsidP="00C86F0F">
      <w:pPr>
        <w:numPr>
          <w:ilvl w:val="0"/>
          <w:numId w:val="122"/>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the</w:t>
      </w:r>
      <w:proofErr w:type="gramEnd"/>
      <w:r w:rsidRPr="00FD7BF1">
        <w:rPr>
          <w:rFonts w:asciiTheme="minorHAnsi" w:hAnsiTheme="minorHAnsi" w:cs="Arial"/>
          <w:sz w:val="24"/>
          <w:szCs w:val="24"/>
        </w:rPr>
        <w:t xml:space="preserve"> media are prohibited by the First Amendment from interfering in the policy process.</w:t>
      </w:r>
    </w:p>
    <w:p w:rsidR="000A6F82" w:rsidRPr="00FD7BF1" w:rsidRDefault="000A6F82" w:rsidP="00C86F0F">
      <w:pPr>
        <w:numPr>
          <w:ilvl w:val="0"/>
          <w:numId w:val="122"/>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the</w:t>
      </w:r>
      <w:proofErr w:type="gramEnd"/>
      <w:r w:rsidRPr="00FD7BF1">
        <w:rPr>
          <w:rFonts w:asciiTheme="minorHAnsi" w:hAnsiTheme="minorHAnsi" w:cs="Arial"/>
          <w:sz w:val="24"/>
          <w:szCs w:val="24"/>
        </w:rPr>
        <w:t xml:space="preserve"> new media are dominant.</w:t>
      </w:r>
    </w:p>
    <w:p w:rsidR="000A6F82" w:rsidRPr="00FD7BF1" w:rsidRDefault="000A6F82" w:rsidP="000536CD">
      <w:pPr>
        <w:spacing w:before="0" w:after="0" w:line="360" w:lineRule="auto"/>
        <w:ind w:left="1440"/>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Which of the following is true of media bias? </w:t>
      </w:r>
    </w:p>
    <w:p w:rsidR="000A6F82" w:rsidRPr="00FD7BF1" w:rsidRDefault="000A6F82" w:rsidP="00C86F0F">
      <w:pPr>
        <w:numPr>
          <w:ilvl w:val="1"/>
          <w:numId w:val="134"/>
        </w:numPr>
        <w:spacing w:before="0" w:after="0" w:line="360" w:lineRule="auto"/>
        <w:rPr>
          <w:rFonts w:asciiTheme="minorHAnsi" w:hAnsiTheme="minorHAnsi" w:cs="Arial"/>
          <w:sz w:val="24"/>
          <w:szCs w:val="24"/>
        </w:rPr>
      </w:pPr>
      <w:r w:rsidRPr="00FD7BF1">
        <w:rPr>
          <w:rFonts w:asciiTheme="minorHAnsi" w:hAnsiTheme="minorHAnsi" w:cs="Arial"/>
          <w:sz w:val="24"/>
          <w:szCs w:val="24"/>
        </w:rPr>
        <w:t>The vast majority of news journalists are Democrats.</w:t>
      </w:r>
    </w:p>
    <w:p w:rsidR="000A6F82" w:rsidRPr="00FD7BF1" w:rsidRDefault="000A6F82" w:rsidP="00C86F0F">
      <w:pPr>
        <w:numPr>
          <w:ilvl w:val="1"/>
          <w:numId w:val="134"/>
        </w:numPr>
        <w:spacing w:before="0" w:after="0" w:line="360" w:lineRule="auto"/>
        <w:rPr>
          <w:rFonts w:asciiTheme="minorHAnsi" w:hAnsiTheme="minorHAnsi" w:cs="Arial"/>
          <w:sz w:val="24"/>
          <w:szCs w:val="24"/>
        </w:rPr>
      </w:pPr>
      <w:r w:rsidRPr="00FD7BF1">
        <w:rPr>
          <w:rFonts w:asciiTheme="minorHAnsi" w:hAnsiTheme="minorHAnsi" w:cs="Arial"/>
          <w:sz w:val="24"/>
          <w:szCs w:val="24"/>
        </w:rPr>
        <w:t>The news media is clearly biased in favor of incumbents.</w:t>
      </w:r>
    </w:p>
    <w:p w:rsidR="000A6F82" w:rsidRPr="00FD7BF1" w:rsidRDefault="000A6F82" w:rsidP="00C86F0F">
      <w:pPr>
        <w:numPr>
          <w:ilvl w:val="1"/>
          <w:numId w:val="134"/>
        </w:numPr>
        <w:spacing w:before="0" w:after="0" w:line="360" w:lineRule="auto"/>
        <w:rPr>
          <w:rFonts w:asciiTheme="minorHAnsi" w:hAnsiTheme="minorHAnsi" w:cs="Arial"/>
          <w:sz w:val="24"/>
          <w:szCs w:val="24"/>
        </w:rPr>
      </w:pPr>
      <w:r w:rsidRPr="00FD7BF1">
        <w:rPr>
          <w:rFonts w:asciiTheme="minorHAnsi" w:hAnsiTheme="minorHAnsi" w:cs="Arial"/>
          <w:sz w:val="24"/>
          <w:szCs w:val="24"/>
        </w:rPr>
        <w:t>The media prefer positive stories on political candidates.</w:t>
      </w:r>
    </w:p>
    <w:p w:rsidR="000A6F82" w:rsidRPr="00FD7BF1" w:rsidRDefault="000A6F82" w:rsidP="00C86F0F">
      <w:pPr>
        <w:numPr>
          <w:ilvl w:val="1"/>
          <w:numId w:val="134"/>
        </w:numPr>
        <w:spacing w:before="0" w:after="0" w:line="360" w:lineRule="auto"/>
        <w:rPr>
          <w:rFonts w:asciiTheme="minorHAnsi" w:hAnsiTheme="minorHAnsi" w:cs="Arial"/>
          <w:sz w:val="24"/>
          <w:szCs w:val="24"/>
        </w:rPr>
      </w:pPr>
      <w:r w:rsidRPr="00FD7BF1">
        <w:rPr>
          <w:rFonts w:asciiTheme="minorHAnsi" w:hAnsiTheme="minorHAnsi" w:cs="Arial"/>
          <w:sz w:val="24"/>
          <w:szCs w:val="24"/>
        </w:rPr>
        <w:t>The media has grown increasingly negative in recent years.</w:t>
      </w:r>
    </w:p>
    <w:p w:rsidR="000A6F82" w:rsidRPr="00FD7BF1" w:rsidRDefault="000A6F82" w:rsidP="00C86F0F">
      <w:pPr>
        <w:numPr>
          <w:ilvl w:val="1"/>
          <w:numId w:val="134"/>
        </w:numPr>
        <w:spacing w:before="0" w:after="0" w:line="360" w:lineRule="auto"/>
        <w:rPr>
          <w:rFonts w:asciiTheme="minorHAnsi" w:hAnsiTheme="minorHAnsi" w:cs="Arial"/>
          <w:sz w:val="24"/>
          <w:szCs w:val="24"/>
        </w:rPr>
      </w:pPr>
      <w:r w:rsidRPr="00FD7BF1">
        <w:rPr>
          <w:rFonts w:asciiTheme="minorHAnsi" w:hAnsiTheme="minorHAnsi" w:cs="Arial"/>
          <w:sz w:val="24"/>
          <w:szCs w:val="24"/>
        </w:rPr>
        <w:t>The media has increasingly been dominated by the words of the candidates themselves.</w:t>
      </w:r>
    </w:p>
    <w:p w:rsidR="000A6F82" w:rsidRPr="00FD7BF1" w:rsidRDefault="000A6F82" w:rsidP="000536CD">
      <w:pPr>
        <w:spacing w:before="0" w:after="0" w:line="360" w:lineRule="auto"/>
        <w:ind w:left="1440"/>
        <w:rPr>
          <w:rFonts w:asciiTheme="minorHAnsi" w:hAnsiTheme="minorHAnsi" w:cs="Arial"/>
          <w:sz w:val="24"/>
          <w:szCs w:val="24"/>
        </w:rPr>
      </w:pPr>
    </w:p>
    <w:p w:rsidR="006045C4" w:rsidRDefault="006045C4">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 xml:space="preserve">“An organization of people who join together voluntarily on the basis of some interest they share, for the purpose of influencing policy” is a definition of a(n): </w:t>
      </w:r>
    </w:p>
    <w:p w:rsidR="000A6F82" w:rsidRPr="00FD7BF1" w:rsidRDefault="000A6F82" w:rsidP="00C86F0F">
      <w:pPr>
        <w:numPr>
          <w:ilvl w:val="1"/>
          <w:numId w:val="11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party</w:t>
      </w:r>
    </w:p>
    <w:p w:rsidR="000A6F82" w:rsidRPr="00FD7BF1" w:rsidRDefault="000A6F82" w:rsidP="00C86F0F">
      <w:pPr>
        <w:numPr>
          <w:ilvl w:val="1"/>
          <w:numId w:val="11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Interest group</w:t>
      </w:r>
    </w:p>
    <w:p w:rsidR="000A6F82" w:rsidRPr="00FD7BF1" w:rsidRDefault="000A6F82" w:rsidP="00C86F0F">
      <w:pPr>
        <w:numPr>
          <w:ilvl w:val="1"/>
          <w:numId w:val="11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action committee</w:t>
      </w:r>
    </w:p>
    <w:p w:rsidR="000A6F82" w:rsidRPr="00FD7BF1" w:rsidRDefault="000A6F82" w:rsidP="00C86F0F">
      <w:pPr>
        <w:numPr>
          <w:ilvl w:val="1"/>
          <w:numId w:val="11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Agent of political socialization</w:t>
      </w:r>
    </w:p>
    <w:p w:rsidR="000A6F82" w:rsidRPr="00FD7BF1" w:rsidRDefault="000A6F82" w:rsidP="00C86F0F">
      <w:pPr>
        <w:numPr>
          <w:ilvl w:val="1"/>
          <w:numId w:val="11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Social committee</w:t>
      </w:r>
    </w:p>
    <w:p w:rsidR="000A6F82" w:rsidRPr="00FD7BF1" w:rsidRDefault="000A6F82" w:rsidP="000536CD">
      <w:pPr>
        <w:spacing w:before="0" w:after="0" w:line="360" w:lineRule="auto"/>
        <w:rPr>
          <w:rFonts w:asciiTheme="minorHAnsi" w:hAnsiTheme="minorHAnsi" w:cs="Arial"/>
          <w:i/>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Political scientists believe that groups give campaign contributions to candidates seeking office in hopes of gaining access. Which of the following statements best describes the meaning of ‘</w:t>
      </w:r>
      <w:proofErr w:type="gramStart"/>
      <w:r w:rsidRPr="00FD7BF1">
        <w:rPr>
          <w:rFonts w:asciiTheme="minorHAnsi" w:hAnsiTheme="minorHAnsi" w:cs="Arial"/>
          <w:sz w:val="24"/>
          <w:szCs w:val="24"/>
        </w:rPr>
        <w:t>access’</w:t>
      </w:r>
      <w:proofErr w:type="gramEnd"/>
      <w:r w:rsidRPr="00FD7BF1">
        <w:rPr>
          <w:rFonts w:asciiTheme="minorHAnsi" w:hAnsiTheme="minorHAnsi" w:cs="Arial"/>
          <w:sz w:val="24"/>
          <w:szCs w:val="24"/>
        </w:rPr>
        <w:t>?</w:t>
      </w:r>
      <w:r w:rsidRPr="00FD7BF1">
        <w:rPr>
          <w:rFonts w:asciiTheme="minorHAnsi" w:hAnsiTheme="minorHAnsi" w:cs="Arial"/>
          <w:b/>
          <w:sz w:val="24"/>
          <w:szCs w:val="24"/>
        </w:rPr>
        <w:t xml:space="preserve"> </w:t>
      </w:r>
    </w:p>
    <w:p w:rsidR="000A6F82" w:rsidRPr="00FD7BF1" w:rsidRDefault="000A6F82" w:rsidP="00C86F0F">
      <w:pPr>
        <w:numPr>
          <w:ilvl w:val="0"/>
          <w:numId w:val="113"/>
        </w:numPr>
        <w:tabs>
          <w:tab w:val="left" w:pos="1440"/>
        </w:tabs>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the opportunity to communicate directly with legislators and other government officials in hopes of influencing the details of policy.</w:t>
      </w:r>
    </w:p>
    <w:p w:rsidR="000A6F82" w:rsidRPr="00FD7BF1" w:rsidRDefault="000A6F82" w:rsidP="00C86F0F">
      <w:pPr>
        <w:numPr>
          <w:ilvl w:val="0"/>
          <w:numId w:val="113"/>
        </w:numPr>
        <w:tabs>
          <w:tab w:val="left" w:pos="1440"/>
        </w:tabs>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the ability of an interest group to control the votes of an official on major pieces of legislation.</w:t>
      </w:r>
    </w:p>
    <w:p w:rsidR="000A6F82" w:rsidRPr="00FD7BF1" w:rsidRDefault="000A6F82" w:rsidP="00C86F0F">
      <w:pPr>
        <w:numPr>
          <w:ilvl w:val="0"/>
          <w:numId w:val="113"/>
        </w:numPr>
        <w:tabs>
          <w:tab w:val="left" w:pos="1440"/>
        </w:tabs>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provides interest groups with the opportunity to have their own officials appointed to important positions in the government.</w:t>
      </w:r>
    </w:p>
    <w:p w:rsidR="000A6F82" w:rsidRPr="00FD7BF1" w:rsidRDefault="000A6F82" w:rsidP="00C86F0F">
      <w:pPr>
        <w:numPr>
          <w:ilvl w:val="0"/>
          <w:numId w:val="113"/>
        </w:numPr>
        <w:tabs>
          <w:tab w:val="left" w:pos="1440"/>
        </w:tabs>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guarantees that elected officials will always support the position of the interest group.</w:t>
      </w:r>
    </w:p>
    <w:p w:rsidR="000A6F82" w:rsidRPr="00FD7BF1" w:rsidRDefault="000A6F82" w:rsidP="00C86F0F">
      <w:pPr>
        <w:numPr>
          <w:ilvl w:val="0"/>
          <w:numId w:val="113"/>
        </w:numPr>
        <w:tabs>
          <w:tab w:val="left" w:pos="1440"/>
        </w:tabs>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gives elected officials the cash they need to buy information from think tanks.</w:t>
      </w:r>
    </w:p>
    <w:p w:rsidR="000A6F82" w:rsidRPr="00FD7BF1" w:rsidRDefault="000A6F82" w:rsidP="000536CD">
      <w:pPr>
        <w:spacing w:before="0" w:after="0" w:line="360" w:lineRule="auto"/>
        <w:ind w:left="1170"/>
        <w:rPr>
          <w:rFonts w:asciiTheme="minorHAnsi" w:hAnsiTheme="minorHAnsi" w:cs="Arial"/>
          <w:sz w:val="24"/>
          <w:szCs w:val="24"/>
        </w:rPr>
      </w:pPr>
    </w:p>
    <w:p w:rsidR="006045C4" w:rsidRDefault="006045C4">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 xml:space="preserve">What effect does public opinion have on the success of an interest group in getting the group’s agenda enacted into law? </w:t>
      </w:r>
    </w:p>
    <w:p w:rsidR="000A6F82" w:rsidRPr="00FD7BF1" w:rsidRDefault="000A6F82" w:rsidP="00C86F0F">
      <w:pPr>
        <w:numPr>
          <w:ilvl w:val="0"/>
          <w:numId w:val="11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has no effect.</w:t>
      </w:r>
    </w:p>
    <w:p w:rsidR="000A6F82" w:rsidRPr="00FD7BF1" w:rsidRDefault="000A6F82" w:rsidP="00C86F0F">
      <w:pPr>
        <w:numPr>
          <w:ilvl w:val="0"/>
          <w:numId w:val="11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depends on the type of interest group.</w:t>
      </w:r>
    </w:p>
    <w:p w:rsidR="000A6F82" w:rsidRPr="00FD7BF1" w:rsidRDefault="000A6F82" w:rsidP="00C86F0F">
      <w:pPr>
        <w:numPr>
          <w:ilvl w:val="0"/>
          <w:numId w:val="11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is only significant when the groups form a coalition with other groups.</w:t>
      </w:r>
    </w:p>
    <w:p w:rsidR="000A6F82" w:rsidRPr="00FD7BF1" w:rsidRDefault="000A6F82" w:rsidP="00C86F0F">
      <w:pPr>
        <w:numPr>
          <w:ilvl w:val="0"/>
          <w:numId w:val="11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becomes more likely when it has the support of the public.</w:t>
      </w:r>
    </w:p>
    <w:p w:rsidR="000A6F82" w:rsidRPr="00FD7BF1" w:rsidRDefault="000A6F82" w:rsidP="00C86F0F">
      <w:pPr>
        <w:numPr>
          <w:ilvl w:val="0"/>
          <w:numId w:val="11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depends on how much money the group has.</w:t>
      </w:r>
    </w:p>
    <w:p w:rsidR="000A6F82" w:rsidRPr="00FD7BF1" w:rsidRDefault="000A6F82" w:rsidP="000536CD">
      <w:pPr>
        <w:spacing w:before="0" w:after="0" w:line="360" w:lineRule="auto"/>
        <w:rPr>
          <w:rFonts w:asciiTheme="minorHAnsi" w:hAnsiTheme="minorHAnsi" w:cs="Arial"/>
          <w:i/>
          <w:sz w:val="24"/>
          <w:szCs w:val="24"/>
        </w:rPr>
      </w:pPr>
      <w:r w:rsidRPr="00FD7BF1">
        <w:rPr>
          <w:rFonts w:asciiTheme="minorHAnsi" w:hAnsiTheme="minorHAnsi" w:cs="Arial"/>
          <w:i/>
          <w:sz w:val="24"/>
          <w:szCs w:val="24"/>
        </w:rPr>
        <w:tab/>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For several decades prior to 1995, PACs gave more money to Democratic candidates for Congress than they contributed to Republican candidates. What is the best explanation for this phenomenon?</w:t>
      </w:r>
      <w:r w:rsidRPr="00FD7BF1">
        <w:rPr>
          <w:rFonts w:asciiTheme="minorHAnsi" w:hAnsiTheme="minorHAnsi" w:cs="Arial"/>
          <w:b/>
          <w:sz w:val="24"/>
          <w:szCs w:val="24"/>
        </w:rPr>
        <w:t xml:space="preserve"> </w:t>
      </w:r>
    </w:p>
    <w:p w:rsidR="000A6F82" w:rsidRPr="00FD7BF1" w:rsidRDefault="000A6F82" w:rsidP="00C86F0F">
      <w:pPr>
        <w:numPr>
          <w:ilvl w:val="0"/>
          <w:numId w:val="11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PACs created by labor unions contributed more money than PACs created by business groups, and Democrats were more sympathetic to labor interests than were Republicans.</w:t>
      </w:r>
    </w:p>
    <w:p w:rsidR="000A6F82" w:rsidRPr="00FD7BF1" w:rsidRDefault="000A6F82" w:rsidP="00C86F0F">
      <w:pPr>
        <w:numPr>
          <w:ilvl w:val="0"/>
          <w:numId w:val="11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Business PACs liked to contribute to conservatives, and Democrats are more conservative than Republicans.</w:t>
      </w:r>
    </w:p>
    <w:p w:rsidR="000A6F82" w:rsidRPr="00FD7BF1" w:rsidRDefault="000A6F82" w:rsidP="00C86F0F">
      <w:pPr>
        <w:numPr>
          <w:ilvl w:val="0"/>
          <w:numId w:val="11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PACs tended to contribute to incumbents, and most incumbents during this period were Democrats.</w:t>
      </w:r>
    </w:p>
    <w:p w:rsidR="000A6F82" w:rsidRPr="00FD7BF1" w:rsidRDefault="000A6F82" w:rsidP="00C86F0F">
      <w:pPr>
        <w:numPr>
          <w:ilvl w:val="0"/>
          <w:numId w:val="11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Democrats needed more money than Republicans.</w:t>
      </w:r>
    </w:p>
    <w:p w:rsidR="000A6F82" w:rsidRPr="00FD7BF1" w:rsidRDefault="000A6F82" w:rsidP="00C86F0F">
      <w:pPr>
        <w:numPr>
          <w:ilvl w:val="0"/>
          <w:numId w:val="11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Republicans refused PAC contributions.</w:t>
      </w:r>
    </w:p>
    <w:p w:rsidR="000A6F82" w:rsidRPr="00FD7BF1" w:rsidRDefault="000A6F82" w:rsidP="000536CD">
      <w:pPr>
        <w:spacing w:before="0" w:after="0" w:line="360" w:lineRule="auto"/>
        <w:ind w:left="450"/>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The strength of an interest group depends on: </w:t>
      </w:r>
    </w:p>
    <w:p w:rsidR="000A6F82" w:rsidRPr="00FD7BF1" w:rsidRDefault="000A6F82" w:rsidP="00C86F0F">
      <w:pPr>
        <w:numPr>
          <w:ilvl w:val="0"/>
          <w:numId w:val="11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Alliances with political parties.</w:t>
      </w:r>
    </w:p>
    <w:p w:rsidR="000A6F82" w:rsidRPr="00FD7BF1" w:rsidRDefault="000A6F82" w:rsidP="00C86F0F">
      <w:pPr>
        <w:numPr>
          <w:ilvl w:val="0"/>
          <w:numId w:val="11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ethnicity of the group’s leaders.</w:t>
      </w:r>
    </w:p>
    <w:p w:rsidR="000A6F82" w:rsidRPr="00FD7BF1" w:rsidRDefault="000A6F82" w:rsidP="00C86F0F">
      <w:pPr>
        <w:numPr>
          <w:ilvl w:val="0"/>
          <w:numId w:val="11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region of the country where the group originated.</w:t>
      </w:r>
    </w:p>
    <w:p w:rsidR="000A6F82" w:rsidRPr="00FD7BF1" w:rsidRDefault="000A6F82" w:rsidP="00C86F0F">
      <w:pPr>
        <w:numPr>
          <w:ilvl w:val="0"/>
          <w:numId w:val="11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The age of the group’s leadership.</w:t>
      </w:r>
    </w:p>
    <w:p w:rsidR="000A6F82" w:rsidRPr="00FD7BF1" w:rsidRDefault="000A6F82" w:rsidP="00C86F0F">
      <w:pPr>
        <w:numPr>
          <w:ilvl w:val="0"/>
          <w:numId w:val="11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When the group was formed.</w:t>
      </w:r>
      <w:r w:rsidRPr="00FD7BF1">
        <w:rPr>
          <w:rFonts w:asciiTheme="minorHAnsi" w:hAnsiTheme="minorHAnsi" w:cs="Arial"/>
          <w:sz w:val="24"/>
          <w:szCs w:val="24"/>
        </w:rPr>
        <w:br/>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According to the textbook, when it comes to media bias, most Americans: </w:t>
      </w:r>
    </w:p>
    <w:p w:rsidR="000A6F82" w:rsidRPr="00FD7BF1" w:rsidRDefault="000A6F82" w:rsidP="00C86F0F">
      <w:pPr>
        <w:numPr>
          <w:ilvl w:val="0"/>
          <w:numId w:val="117"/>
        </w:numPr>
        <w:spacing w:before="0" w:after="0" w:line="360" w:lineRule="auto"/>
        <w:rPr>
          <w:rFonts w:asciiTheme="minorHAnsi" w:hAnsiTheme="minorHAnsi" w:cs="Arial"/>
          <w:sz w:val="24"/>
          <w:szCs w:val="24"/>
        </w:rPr>
      </w:pPr>
      <w:r w:rsidRPr="00FD7BF1">
        <w:rPr>
          <w:rFonts w:asciiTheme="minorHAnsi" w:hAnsiTheme="minorHAnsi" w:cs="Arial"/>
          <w:sz w:val="24"/>
          <w:szCs w:val="24"/>
        </w:rPr>
        <w:t>Know they have no choice but to accept it.</w:t>
      </w:r>
    </w:p>
    <w:p w:rsidR="000A6F82" w:rsidRPr="00FD7BF1" w:rsidRDefault="000A6F82" w:rsidP="00C86F0F">
      <w:pPr>
        <w:numPr>
          <w:ilvl w:val="0"/>
          <w:numId w:val="117"/>
        </w:numPr>
        <w:spacing w:before="0" w:after="0" w:line="360" w:lineRule="auto"/>
        <w:rPr>
          <w:rFonts w:asciiTheme="minorHAnsi" w:hAnsiTheme="minorHAnsi" w:cs="Arial"/>
          <w:sz w:val="24"/>
          <w:szCs w:val="24"/>
        </w:rPr>
      </w:pPr>
      <w:r w:rsidRPr="00FD7BF1">
        <w:rPr>
          <w:rFonts w:asciiTheme="minorHAnsi" w:hAnsiTheme="minorHAnsi" w:cs="Arial"/>
          <w:sz w:val="24"/>
          <w:szCs w:val="24"/>
        </w:rPr>
        <w:t>Believe the government should own the media to avoid bias.</w:t>
      </w:r>
    </w:p>
    <w:p w:rsidR="000A6F82" w:rsidRPr="00FD7BF1" w:rsidRDefault="000A6F82" w:rsidP="00C86F0F">
      <w:pPr>
        <w:numPr>
          <w:ilvl w:val="0"/>
          <w:numId w:val="117"/>
        </w:numPr>
        <w:spacing w:before="0" w:after="0" w:line="360" w:lineRule="auto"/>
        <w:rPr>
          <w:rFonts w:asciiTheme="minorHAnsi" w:hAnsiTheme="minorHAnsi" w:cs="Arial"/>
          <w:sz w:val="24"/>
          <w:szCs w:val="24"/>
        </w:rPr>
      </w:pPr>
      <w:r w:rsidRPr="00FD7BF1">
        <w:rPr>
          <w:rFonts w:asciiTheme="minorHAnsi" w:hAnsiTheme="minorHAnsi" w:cs="Arial"/>
          <w:sz w:val="24"/>
          <w:szCs w:val="24"/>
        </w:rPr>
        <w:t>Choose the news sources that reflect their particular biases.</w:t>
      </w:r>
    </w:p>
    <w:p w:rsidR="000A6F82" w:rsidRPr="00FD7BF1" w:rsidRDefault="000A6F82" w:rsidP="00C86F0F">
      <w:pPr>
        <w:numPr>
          <w:ilvl w:val="0"/>
          <w:numId w:val="117"/>
        </w:numPr>
        <w:spacing w:before="0" w:after="0" w:line="360" w:lineRule="auto"/>
        <w:rPr>
          <w:rFonts w:asciiTheme="minorHAnsi" w:hAnsiTheme="minorHAnsi" w:cs="Arial"/>
          <w:sz w:val="24"/>
          <w:szCs w:val="24"/>
        </w:rPr>
      </w:pPr>
      <w:r w:rsidRPr="00FD7BF1">
        <w:rPr>
          <w:rFonts w:asciiTheme="minorHAnsi" w:hAnsiTheme="minorHAnsi" w:cs="Arial"/>
          <w:sz w:val="24"/>
          <w:szCs w:val="24"/>
        </w:rPr>
        <w:t>Simply stop watching the news.</w:t>
      </w:r>
    </w:p>
    <w:p w:rsidR="000A6F82" w:rsidRPr="00FD7BF1" w:rsidRDefault="000A6F82" w:rsidP="00C86F0F">
      <w:pPr>
        <w:numPr>
          <w:ilvl w:val="0"/>
          <w:numId w:val="117"/>
        </w:numPr>
        <w:spacing w:before="0" w:after="0" w:line="360" w:lineRule="auto"/>
        <w:rPr>
          <w:rFonts w:asciiTheme="minorHAnsi" w:hAnsiTheme="minorHAnsi" w:cs="Arial"/>
          <w:sz w:val="24"/>
          <w:szCs w:val="24"/>
        </w:rPr>
      </w:pPr>
      <w:r w:rsidRPr="00FD7BF1">
        <w:rPr>
          <w:rFonts w:asciiTheme="minorHAnsi" w:hAnsiTheme="minorHAnsi" w:cs="Arial"/>
          <w:sz w:val="24"/>
          <w:szCs w:val="24"/>
        </w:rPr>
        <w:t>Would prefer to see more bias.</w:t>
      </w:r>
    </w:p>
    <w:p w:rsidR="000A6F82" w:rsidRPr="00FD7BF1" w:rsidRDefault="000A6F82" w:rsidP="000536CD">
      <w:pPr>
        <w:spacing w:before="0" w:after="0" w:line="360" w:lineRule="auto"/>
        <w:ind w:left="1440"/>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Political action committees (PACs) are organized to do which of the following?</w:t>
      </w:r>
      <w:r w:rsidRPr="00FD7BF1">
        <w:rPr>
          <w:rFonts w:asciiTheme="minorHAnsi" w:hAnsiTheme="minorHAnsi" w:cs="Arial"/>
          <w:b/>
          <w:sz w:val="24"/>
          <w:szCs w:val="24"/>
        </w:rPr>
        <w:t xml:space="preserve"> </w:t>
      </w:r>
    </w:p>
    <w:p w:rsidR="000A6F82" w:rsidRPr="00FD7BF1" w:rsidRDefault="000A6F82" w:rsidP="00C86F0F">
      <w:pPr>
        <w:numPr>
          <w:ilvl w:val="0"/>
          <w:numId w:val="12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Run candidates for public office</w:t>
      </w:r>
    </w:p>
    <w:p w:rsidR="000A6F82" w:rsidRPr="00FD7BF1" w:rsidRDefault="000A6F82" w:rsidP="00C86F0F">
      <w:pPr>
        <w:numPr>
          <w:ilvl w:val="0"/>
          <w:numId w:val="12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Manage protest demonstrations</w:t>
      </w:r>
    </w:p>
    <w:p w:rsidR="000A6F82" w:rsidRPr="00FD7BF1" w:rsidRDefault="000A6F82" w:rsidP="00C86F0F">
      <w:pPr>
        <w:numPr>
          <w:ilvl w:val="0"/>
          <w:numId w:val="12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Raise and distribute money in election campaigns</w:t>
      </w:r>
    </w:p>
    <w:p w:rsidR="000A6F82" w:rsidRPr="00FD7BF1" w:rsidRDefault="000A6F82" w:rsidP="00C86F0F">
      <w:pPr>
        <w:numPr>
          <w:ilvl w:val="0"/>
          <w:numId w:val="12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Develop ad campaigns</w:t>
      </w:r>
    </w:p>
    <w:p w:rsidR="000A6F82" w:rsidRPr="00FD7BF1" w:rsidRDefault="000A6F82" w:rsidP="00C86F0F">
      <w:pPr>
        <w:numPr>
          <w:ilvl w:val="0"/>
          <w:numId w:val="12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Write party platforms</w:t>
      </w:r>
    </w:p>
    <w:p w:rsidR="000A6F82" w:rsidRPr="00FD7BF1" w:rsidRDefault="000A6F82" w:rsidP="000536CD">
      <w:pPr>
        <w:spacing w:before="0" w:after="0" w:line="360" w:lineRule="auto"/>
        <w:ind w:left="1170"/>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Business and trade groups are influential for which of the following reasons?</w:t>
      </w:r>
      <w:r w:rsidRPr="00FD7BF1">
        <w:rPr>
          <w:rFonts w:asciiTheme="minorHAnsi" w:hAnsiTheme="minorHAnsi" w:cs="Arial"/>
          <w:b/>
          <w:sz w:val="24"/>
          <w:szCs w:val="24"/>
        </w:rPr>
        <w:t xml:space="preserve"> </w:t>
      </w:r>
    </w:p>
    <w:p w:rsidR="000A6F82" w:rsidRPr="00FD7BF1" w:rsidRDefault="000A6F82" w:rsidP="00C86F0F">
      <w:pPr>
        <w:numPr>
          <w:ilvl w:val="0"/>
          <w:numId w:val="12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They frequently support third-party candidates.</w:t>
      </w:r>
    </w:p>
    <w:p w:rsidR="000A6F82" w:rsidRPr="00FD7BF1" w:rsidRDefault="000A6F82" w:rsidP="00C86F0F">
      <w:pPr>
        <w:numPr>
          <w:ilvl w:val="0"/>
          <w:numId w:val="12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They flood government offices with letters, phone calls, and e-mails.</w:t>
      </w:r>
    </w:p>
    <w:p w:rsidR="000A6F82" w:rsidRPr="00FD7BF1" w:rsidRDefault="000A6F82" w:rsidP="00C86F0F">
      <w:pPr>
        <w:numPr>
          <w:ilvl w:val="0"/>
          <w:numId w:val="12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They are well-financed.</w:t>
      </w:r>
    </w:p>
    <w:p w:rsidR="000A6F82" w:rsidRPr="00FD7BF1" w:rsidRDefault="000A6F82" w:rsidP="00C86F0F">
      <w:pPr>
        <w:numPr>
          <w:ilvl w:val="0"/>
          <w:numId w:val="12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They rarely challenge the government.</w:t>
      </w:r>
    </w:p>
    <w:p w:rsidR="000A6F82" w:rsidRPr="00FD7BF1" w:rsidRDefault="000A6F82" w:rsidP="00C86F0F">
      <w:pPr>
        <w:numPr>
          <w:ilvl w:val="0"/>
          <w:numId w:val="12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They do not use lobbyists.</w:t>
      </w:r>
      <w:r w:rsidRPr="00FD7BF1">
        <w:rPr>
          <w:rFonts w:asciiTheme="minorHAnsi" w:hAnsiTheme="minorHAnsi" w:cs="Arial"/>
          <w:sz w:val="24"/>
          <w:szCs w:val="24"/>
        </w:rPr>
        <w:br/>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A __________ is a short phrase taken from a candidate’s speech by the news media for use on newscasts. </w:t>
      </w:r>
    </w:p>
    <w:p w:rsidR="000A6F82" w:rsidRPr="00FD7BF1" w:rsidRDefault="000A6F82" w:rsidP="00C86F0F">
      <w:pPr>
        <w:numPr>
          <w:ilvl w:val="0"/>
          <w:numId w:val="118"/>
        </w:numPr>
        <w:spacing w:before="0" w:after="0" w:line="360" w:lineRule="auto"/>
        <w:rPr>
          <w:rFonts w:asciiTheme="minorHAnsi" w:hAnsiTheme="minorHAnsi" w:cs="Arial"/>
          <w:sz w:val="24"/>
          <w:szCs w:val="24"/>
        </w:rPr>
      </w:pPr>
      <w:r w:rsidRPr="00FD7BF1">
        <w:rPr>
          <w:rFonts w:asciiTheme="minorHAnsi" w:hAnsiTheme="minorHAnsi" w:cs="Arial"/>
          <w:sz w:val="24"/>
          <w:szCs w:val="24"/>
        </w:rPr>
        <w:t>Shout signal</w:t>
      </w:r>
    </w:p>
    <w:p w:rsidR="000A6F82" w:rsidRPr="00FD7BF1" w:rsidRDefault="000A6F82" w:rsidP="00C86F0F">
      <w:pPr>
        <w:numPr>
          <w:ilvl w:val="0"/>
          <w:numId w:val="118"/>
        </w:numPr>
        <w:spacing w:before="0" w:after="0" w:line="360" w:lineRule="auto"/>
        <w:rPr>
          <w:rFonts w:asciiTheme="minorHAnsi" w:hAnsiTheme="minorHAnsi" w:cs="Arial"/>
          <w:sz w:val="24"/>
          <w:szCs w:val="24"/>
        </w:rPr>
      </w:pPr>
      <w:r w:rsidRPr="00FD7BF1">
        <w:rPr>
          <w:rFonts w:asciiTheme="minorHAnsi" w:hAnsiTheme="minorHAnsi" w:cs="Arial"/>
          <w:sz w:val="24"/>
          <w:szCs w:val="24"/>
        </w:rPr>
        <w:t>Media signal</w:t>
      </w:r>
    </w:p>
    <w:p w:rsidR="000A6F82" w:rsidRPr="00FD7BF1" w:rsidRDefault="000A6F82" w:rsidP="00C86F0F">
      <w:pPr>
        <w:numPr>
          <w:ilvl w:val="0"/>
          <w:numId w:val="118"/>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Snipe </w:t>
      </w:r>
    </w:p>
    <w:p w:rsidR="000A6F82" w:rsidRPr="00FD7BF1" w:rsidRDefault="000A6F82" w:rsidP="00C86F0F">
      <w:pPr>
        <w:numPr>
          <w:ilvl w:val="0"/>
          <w:numId w:val="118"/>
        </w:numPr>
        <w:spacing w:before="0" w:after="0" w:line="360" w:lineRule="auto"/>
        <w:rPr>
          <w:rFonts w:asciiTheme="minorHAnsi" w:hAnsiTheme="minorHAnsi" w:cs="Arial"/>
          <w:sz w:val="24"/>
          <w:szCs w:val="24"/>
        </w:rPr>
      </w:pPr>
      <w:r w:rsidRPr="00FD7BF1">
        <w:rPr>
          <w:rFonts w:asciiTheme="minorHAnsi" w:hAnsiTheme="minorHAnsi" w:cs="Arial"/>
          <w:sz w:val="24"/>
          <w:szCs w:val="24"/>
        </w:rPr>
        <w:t>Beep bite</w:t>
      </w:r>
    </w:p>
    <w:p w:rsidR="000A6F82" w:rsidRPr="00FD7BF1" w:rsidRDefault="000A6F82" w:rsidP="00C86F0F">
      <w:pPr>
        <w:numPr>
          <w:ilvl w:val="0"/>
          <w:numId w:val="118"/>
        </w:numPr>
        <w:spacing w:before="0" w:after="0" w:line="360" w:lineRule="auto"/>
        <w:rPr>
          <w:rFonts w:asciiTheme="minorHAnsi" w:hAnsiTheme="minorHAnsi" w:cs="Arial"/>
          <w:sz w:val="24"/>
          <w:szCs w:val="24"/>
        </w:rPr>
      </w:pPr>
      <w:r w:rsidRPr="00FD7BF1">
        <w:rPr>
          <w:rFonts w:asciiTheme="minorHAnsi" w:hAnsiTheme="minorHAnsi" w:cs="Arial"/>
          <w:sz w:val="24"/>
          <w:szCs w:val="24"/>
        </w:rPr>
        <w:t>Sound bite</w:t>
      </w:r>
    </w:p>
    <w:p w:rsidR="000A6F82" w:rsidRPr="00FD7BF1" w:rsidRDefault="000A6F82" w:rsidP="000536CD">
      <w:pPr>
        <w:spacing w:before="0" w:after="0" w:line="360" w:lineRule="auto"/>
        <w:rPr>
          <w:rFonts w:asciiTheme="minorHAnsi" w:hAnsiTheme="minorHAnsi" w:cs="Arial"/>
          <w:sz w:val="24"/>
          <w:szCs w:val="24"/>
        </w:rPr>
      </w:pP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t xml:space="preserve">Since 1960, campaign coverage by the news media has become: </w:t>
      </w:r>
    </w:p>
    <w:p w:rsidR="000A6F82" w:rsidRPr="00FD7BF1" w:rsidRDefault="000A6F82" w:rsidP="00C86F0F">
      <w:pPr>
        <w:numPr>
          <w:ilvl w:val="0"/>
          <w:numId w:val="119"/>
        </w:numPr>
        <w:spacing w:before="0" w:after="0" w:line="360" w:lineRule="auto"/>
        <w:rPr>
          <w:rFonts w:asciiTheme="minorHAnsi" w:hAnsiTheme="minorHAnsi" w:cs="Arial"/>
          <w:sz w:val="24"/>
          <w:szCs w:val="24"/>
        </w:rPr>
      </w:pPr>
      <w:r w:rsidRPr="00FD7BF1">
        <w:rPr>
          <w:rFonts w:asciiTheme="minorHAnsi" w:hAnsiTheme="minorHAnsi" w:cs="Arial"/>
          <w:sz w:val="24"/>
          <w:szCs w:val="24"/>
        </w:rPr>
        <w:t>Increasingly positive</w:t>
      </w:r>
    </w:p>
    <w:p w:rsidR="000A6F82" w:rsidRPr="00FD7BF1" w:rsidRDefault="000A6F82" w:rsidP="00C86F0F">
      <w:pPr>
        <w:numPr>
          <w:ilvl w:val="0"/>
          <w:numId w:val="119"/>
        </w:numPr>
        <w:spacing w:before="0" w:after="0" w:line="360" w:lineRule="auto"/>
        <w:rPr>
          <w:rFonts w:asciiTheme="minorHAnsi" w:hAnsiTheme="minorHAnsi" w:cs="Arial"/>
          <w:sz w:val="24"/>
          <w:szCs w:val="24"/>
        </w:rPr>
      </w:pPr>
      <w:r w:rsidRPr="00FD7BF1">
        <w:rPr>
          <w:rFonts w:asciiTheme="minorHAnsi" w:hAnsiTheme="minorHAnsi" w:cs="Arial"/>
          <w:sz w:val="24"/>
          <w:szCs w:val="24"/>
        </w:rPr>
        <w:t>Less sensational</w:t>
      </w:r>
    </w:p>
    <w:p w:rsidR="000A6F82" w:rsidRPr="00FD7BF1" w:rsidRDefault="000A6F82" w:rsidP="00C86F0F">
      <w:pPr>
        <w:numPr>
          <w:ilvl w:val="0"/>
          <w:numId w:val="119"/>
        </w:numPr>
        <w:spacing w:before="0" w:after="0" w:line="360" w:lineRule="auto"/>
        <w:rPr>
          <w:rFonts w:asciiTheme="minorHAnsi" w:hAnsiTheme="minorHAnsi" w:cs="Arial"/>
          <w:sz w:val="24"/>
          <w:szCs w:val="24"/>
        </w:rPr>
      </w:pPr>
      <w:r w:rsidRPr="00FD7BF1">
        <w:rPr>
          <w:rFonts w:asciiTheme="minorHAnsi" w:hAnsiTheme="minorHAnsi" w:cs="Arial"/>
          <w:sz w:val="24"/>
          <w:szCs w:val="24"/>
        </w:rPr>
        <w:t>Increasingly negative</w:t>
      </w:r>
    </w:p>
    <w:p w:rsidR="000A6F82" w:rsidRPr="00FD7BF1" w:rsidRDefault="000A6F82" w:rsidP="00C86F0F">
      <w:pPr>
        <w:numPr>
          <w:ilvl w:val="0"/>
          <w:numId w:val="119"/>
        </w:numPr>
        <w:spacing w:before="0" w:after="0" w:line="360" w:lineRule="auto"/>
        <w:rPr>
          <w:rFonts w:asciiTheme="minorHAnsi" w:hAnsiTheme="minorHAnsi" w:cs="Arial"/>
          <w:sz w:val="24"/>
          <w:szCs w:val="24"/>
        </w:rPr>
      </w:pPr>
      <w:r w:rsidRPr="00FD7BF1">
        <w:rPr>
          <w:rFonts w:asciiTheme="minorHAnsi" w:hAnsiTheme="minorHAnsi" w:cs="Arial"/>
          <w:sz w:val="24"/>
          <w:szCs w:val="24"/>
        </w:rPr>
        <w:t>Increasingly pro-incumbent</w:t>
      </w:r>
    </w:p>
    <w:p w:rsidR="000A6F82" w:rsidRPr="00FD7BF1" w:rsidRDefault="000A6F82" w:rsidP="00C86F0F">
      <w:pPr>
        <w:numPr>
          <w:ilvl w:val="0"/>
          <w:numId w:val="119"/>
        </w:numPr>
        <w:spacing w:before="0" w:after="0" w:line="360" w:lineRule="auto"/>
        <w:rPr>
          <w:rFonts w:asciiTheme="minorHAnsi" w:hAnsiTheme="minorHAnsi" w:cs="Arial"/>
          <w:sz w:val="24"/>
          <w:szCs w:val="24"/>
        </w:rPr>
      </w:pPr>
      <w:r w:rsidRPr="00FD7BF1">
        <w:rPr>
          <w:rFonts w:asciiTheme="minorHAnsi" w:hAnsiTheme="minorHAnsi" w:cs="Arial"/>
          <w:sz w:val="24"/>
          <w:szCs w:val="24"/>
        </w:rPr>
        <w:t>Entirely negative</w:t>
      </w:r>
    </w:p>
    <w:p w:rsidR="000A6F82" w:rsidRPr="00FD7BF1" w:rsidRDefault="000A6F82" w:rsidP="000536CD">
      <w:pPr>
        <w:spacing w:before="0" w:after="0" w:line="360" w:lineRule="auto"/>
        <w:rPr>
          <w:rFonts w:asciiTheme="minorHAnsi" w:hAnsiTheme="minorHAnsi" w:cs="Arial"/>
          <w:sz w:val="24"/>
          <w:szCs w:val="24"/>
        </w:rPr>
      </w:pPr>
    </w:p>
    <w:p w:rsidR="006045C4" w:rsidRDefault="006045C4">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0A6F82" w:rsidRPr="00FD7BF1" w:rsidRDefault="000A6F82" w:rsidP="00C86F0F">
      <w:pPr>
        <w:numPr>
          <w:ilvl w:val="0"/>
          <w:numId w:val="125"/>
        </w:numPr>
        <w:spacing w:before="120" w:after="0" w:line="360" w:lineRule="auto"/>
        <w:ind w:left="547"/>
        <w:rPr>
          <w:rFonts w:asciiTheme="minorHAnsi" w:hAnsiTheme="minorHAnsi" w:cs="Arial"/>
          <w:sz w:val="24"/>
          <w:szCs w:val="24"/>
        </w:rPr>
      </w:pPr>
      <w:r w:rsidRPr="00FD7BF1">
        <w:rPr>
          <w:rFonts w:asciiTheme="minorHAnsi" w:hAnsiTheme="minorHAnsi" w:cs="Arial"/>
          <w:sz w:val="24"/>
          <w:szCs w:val="24"/>
        </w:rPr>
        <w:lastRenderedPageBreak/>
        <w:t xml:space="preserve">It is said that the media may not tell people what to think, but they do tell people what to think about. This refers to the media’s: </w:t>
      </w:r>
    </w:p>
    <w:p w:rsidR="000A6F82" w:rsidRPr="00FD7BF1" w:rsidRDefault="000A6F82" w:rsidP="00C86F0F">
      <w:pPr>
        <w:numPr>
          <w:ilvl w:val="0"/>
          <w:numId w:val="120"/>
        </w:numPr>
        <w:spacing w:before="0" w:after="0" w:line="360" w:lineRule="auto"/>
        <w:rPr>
          <w:rFonts w:asciiTheme="minorHAnsi" w:hAnsiTheme="minorHAnsi" w:cs="Arial"/>
          <w:sz w:val="24"/>
          <w:szCs w:val="24"/>
        </w:rPr>
      </w:pPr>
      <w:r w:rsidRPr="00FD7BF1">
        <w:rPr>
          <w:rFonts w:asciiTheme="minorHAnsi" w:hAnsiTheme="minorHAnsi" w:cs="Arial"/>
          <w:sz w:val="24"/>
          <w:szCs w:val="24"/>
        </w:rPr>
        <w:t>Hypnotic role</w:t>
      </w:r>
    </w:p>
    <w:p w:rsidR="000A6F82" w:rsidRPr="00FD7BF1" w:rsidRDefault="000A6F82" w:rsidP="00C86F0F">
      <w:pPr>
        <w:numPr>
          <w:ilvl w:val="0"/>
          <w:numId w:val="120"/>
        </w:numPr>
        <w:spacing w:before="0" w:after="0" w:line="360" w:lineRule="auto"/>
        <w:rPr>
          <w:rFonts w:asciiTheme="minorHAnsi" w:hAnsiTheme="minorHAnsi" w:cs="Arial"/>
          <w:sz w:val="24"/>
          <w:szCs w:val="24"/>
        </w:rPr>
      </w:pPr>
      <w:r w:rsidRPr="00FD7BF1">
        <w:rPr>
          <w:rFonts w:asciiTheme="minorHAnsi" w:hAnsiTheme="minorHAnsi" w:cs="Arial"/>
          <w:sz w:val="24"/>
          <w:szCs w:val="24"/>
        </w:rPr>
        <w:t>Signaling role</w:t>
      </w:r>
    </w:p>
    <w:p w:rsidR="000A6F82" w:rsidRPr="00FD7BF1" w:rsidRDefault="000A6F82" w:rsidP="00C86F0F">
      <w:pPr>
        <w:numPr>
          <w:ilvl w:val="0"/>
          <w:numId w:val="120"/>
        </w:numPr>
        <w:spacing w:before="0" w:after="0" w:line="360" w:lineRule="auto"/>
        <w:rPr>
          <w:rFonts w:asciiTheme="minorHAnsi" w:hAnsiTheme="minorHAnsi" w:cs="Arial"/>
          <w:sz w:val="24"/>
          <w:szCs w:val="24"/>
        </w:rPr>
      </w:pPr>
      <w:r w:rsidRPr="00FD7BF1">
        <w:rPr>
          <w:rFonts w:asciiTheme="minorHAnsi" w:hAnsiTheme="minorHAnsi" w:cs="Arial"/>
          <w:sz w:val="24"/>
          <w:szCs w:val="24"/>
        </w:rPr>
        <w:t>Signature role</w:t>
      </w:r>
    </w:p>
    <w:p w:rsidR="000A6F82" w:rsidRPr="00FD7BF1" w:rsidRDefault="000A6F82" w:rsidP="00C86F0F">
      <w:pPr>
        <w:numPr>
          <w:ilvl w:val="0"/>
          <w:numId w:val="120"/>
        </w:numPr>
        <w:spacing w:before="0" w:after="0" w:line="360" w:lineRule="auto"/>
        <w:rPr>
          <w:rFonts w:asciiTheme="minorHAnsi" w:hAnsiTheme="minorHAnsi" w:cs="Arial"/>
          <w:sz w:val="24"/>
          <w:szCs w:val="24"/>
        </w:rPr>
      </w:pPr>
      <w:r w:rsidRPr="00FD7BF1">
        <w:rPr>
          <w:rFonts w:asciiTheme="minorHAnsi" w:hAnsiTheme="minorHAnsi" w:cs="Arial"/>
          <w:sz w:val="24"/>
          <w:szCs w:val="24"/>
        </w:rPr>
        <w:t>Sacrificial role</w:t>
      </w:r>
    </w:p>
    <w:p w:rsidR="000A6F82" w:rsidRPr="00FD7BF1" w:rsidRDefault="000A6F82" w:rsidP="00C86F0F">
      <w:pPr>
        <w:numPr>
          <w:ilvl w:val="0"/>
          <w:numId w:val="120"/>
        </w:numPr>
        <w:spacing w:before="0" w:after="0" w:line="360" w:lineRule="auto"/>
        <w:rPr>
          <w:rFonts w:asciiTheme="minorHAnsi" w:hAnsiTheme="minorHAnsi" w:cs="Arial"/>
          <w:sz w:val="24"/>
          <w:szCs w:val="24"/>
        </w:rPr>
      </w:pPr>
      <w:r w:rsidRPr="00FD7BF1">
        <w:rPr>
          <w:rFonts w:asciiTheme="minorHAnsi" w:hAnsiTheme="minorHAnsi" w:cs="Arial"/>
          <w:sz w:val="24"/>
          <w:szCs w:val="24"/>
        </w:rPr>
        <w:t>Sound bite role</w:t>
      </w:r>
    </w:p>
    <w:p w:rsidR="000A6F82" w:rsidRPr="00FD7BF1" w:rsidRDefault="000A6F82">
      <w:pPr>
        <w:spacing w:before="0" w:after="0" w:line="240" w:lineRule="auto"/>
        <w:rPr>
          <w:rFonts w:asciiTheme="minorHAnsi" w:hAnsiTheme="minorHAnsi"/>
          <w:b/>
          <w:sz w:val="26"/>
          <w:szCs w:val="26"/>
        </w:rPr>
      </w:pPr>
      <w:r w:rsidRPr="00FD7BF1">
        <w:rPr>
          <w:rFonts w:asciiTheme="minorHAnsi" w:hAnsiTheme="minorHAnsi"/>
          <w:b/>
          <w:sz w:val="26"/>
          <w:szCs w:val="26"/>
        </w:rPr>
        <w:br w:type="page"/>
      </w:r>
    </w:p>
    <w:p w:rsidR="00182E5E" w:rsidRDefault="00182E5E" w:rsidP="00182E5E">
      <w:pPr>
        <w:pStyle w:val="Heading1"/>
        <w:rPr>
          <w:rFonts w:asciiTheme="minorHAnsi" w:hAnsiTheme="minorHAnsi"/>
          <w:sz w:val="28"/>
          <w:szCs w:val="28"/>
        </w:rPr>
      </w:pPr>
      <w:bookmarkStart w:id="5" w:name="_Week_9_Quiz"/>
      <w:bookmarkEnd w:id="5"/>
      <w:r>
        <w:rPr>
          <w:rFonts w:asciiTheme="minorHAnsi" w:hAnsiTheme="minorHAnsi"/>
          <w:sz w:val="28"/>
          <w:szCs w:val="28"/>
        </w:rPr>
        <w:lastRenderedPageBreak/>
        <w:t>Appendix D</w:t>
      </w:r>
      <w:r w:rsidRPr="00FD7BF1">
        <w:rPr>
          <w:rFonts w:asciiTheme="minorHAnsi" w:hAnsiTheme="minorHAnsi"/>
          <w:sz w:val="28"/>
          <w:szCs w:val="28"/>
        </w:rPr>
        <w:t>—</w:t>
      </w:r>
      <w:r>
        <w:rPr>
          <w:rFonts w:asciiTheme="minorHAnsi" w:hAnsiTheme="minorHAnsi"/>
          <w:sz w:val="28"/>
          <w:szCs w:val="28"/>
        </w:rPr>
        <w:t>Quiz 9</w:t>
      </w:r>
      <w:r w:rsidR="002478A4">
        <w:rPr>
          <w:rFonts w:asciiTheme="minorHAnsi" w:hAnsiTheme="minorHAnsi"/>
          <w:sz w:val="28"/>
          <w:szCs w:val="28"/>
        </w:rPr>
        <w:t>.1</w:t>
      </w:r>
    </w:p>
    <w:p w:rsidR="00BA6ECB" w:rsidRPr="00417F69" w:rsidRDefault="00BA6ECB" w:rsidP="00BA6ECB">
      <w:pPr>
        <w:rPr>
          <w:rFonts w:asciiTheme="minorHAnsi" w:hAnsiTheme="minorHAnsi" w:cstheme="minorHAnsi"/>
          <w:b/>
          <w:sz w:val="24"/>
          <w:szCs w:val="24"/>
        </w:rPr>
      </w:pPr>
      <w:r>
        <w:rPr>
          <w:rFonts w:asciiTheme="minorHAnsi" w:hAnsiTheme="minorHAnsi" w:cstheme="minorHAnsi"/>
          <w:b/>
          <w:sz w:val="24"/>
          <w:szCs w:val="24"/>
        </w:rPr>
        <w:t>QUIZ 9</w:t>
      </w:r>
      <w:r w:rsidRPr="00417F69">
        <w:rPr>
          <w:rFonts w:asciiTheme="minorHAnsi" w:hAnsiTheme="minorHAnsi" w:cstheme="minorHAnsi"/>
          <w:b/>
          <w:sz w:val="24"/>
          <w:szCs w:val="24"/>
        </w:rPr>
        <w:t>.1: QUESTIONS</w:t>
      </w: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Organization A takes positions on political issues, raises and spends money in election campaigns, and nominates some of its members as candidates for public office. Organization A is which of the following? </w:t>
      </w:r>
    </w:p>
    <w:p w:rsidR="00F1414F" w:rsidRPr="00FD7BF1" w:rsidRDefault="00F1414F" w:rsidP="00C86F0F">
      <w:pPr>
        <w:numPr>
          <w:ilvl w:val="1"/>
          <w:numId w:val="13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party</w:t>
      </w:r>
    </w:p>
    <w:p w:rsidR="00F1414F" w:rsidRPr="00FD7BF1" w:rsidRDefault="00F1414F" w:rsidP="00C86F0F">
      <w:pPr>
        <w:numPr>
          <w:ilvl w:val="1"/>
          <w:numId w:val="13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Interest group</w:t>
      </w:r>
    </w:p>
    <w:p w:rsidR="00F1414F" w:rsidRPr="00FD7BF1" w:rsidRDefault="00F1414F" w:rsidP="00C86F0F">
      <w:pPr>
        <w:numPr>
          <w:ilvl w:val="1"/>
          <w:numId w:val="13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Political action committee</w:t>
      </w:r>
    </w:p>
    <w:p w:rsidR="00F1414F" w:rsidRPr="00FD7BF1" w:rsidRDefault="00F1414F" w:rsidP="00C86F0F">
      <w:pPr>
        <w:numPr>
          <w:ilvl w:val="1"/>
          <w:numId w:val="13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Labor union</w:t>
      </w:r>
    </w:p>
    <w:p w:rsidR="00F1414F" w:rsidRPr="00FD7BF1" w:rsidRDefault="00F1414F" w:rsidP="00C86F0F">
      <w:pPr>
        <w:numPr>
          <w:ilvl w:val="1"/>
          <w:numId w:val="13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Legal foundation</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Conservatism is a political ideology that favors: </w:t>
      </w:r>
    </w:p>
    <w:p w:rsidR="00F1414F" w:rsidRPr="00FD7BF1" w:rsidRDefault="00F1414F" w:rsidP="00C86F0F">
      <w:pPr>
        <w:numPr>
          <w:ilvl w:val="0"/>
          <w:numId w:val="147"/>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large</w:t>
      </w:r>
      <w:proofErr w:type="gramEnd"/>
      <w:r w:rsidRPr="00FD7BF1">
        <w:rPr>
          <w:rFonts w:asciiTheme="minorHAnsi" w:hAnsiTheme="minorHAnsi" w:cs="Arial"/>
          <w:sz w:val="24"/>
          <w:szCs w:val="24"/>
        </w:rPr>
        <w:t>,</w:t>
      </w:r>
      <w:r w:rsidR="00CF5394" w:rsidRPr="00FD7BF1">
        <w:rPr>
          <w:rFonts w:asciiTheme="minorHAnsi" w:hAnsiTheme="minorHAnsi" w:cs="Arial"/>
          <w:sz w:val="24"/>
          <w:szCs w:val="24"/>
        </w:rPr>
        <w:t xml:space="preserve"> </w:t>
      </w:r>
      <w:r w:rsidRPr="00FD7BF1">
        <w:rPr>
          <w:rFonts w:asciiTheme="minorHAnsi" w:hAnsiTheme="minorHAnsi" w:cs="Arial"/>
          <w:sz w:val="24"/>
          <w:szCs w:val="24"/>
        </w:rPr>
        <w:t>expansive welfare programs.</w:t>
      </w:r>
    </w:p>
    <w:p w:rsidR="00F1414F" w:rsidRPr="00FD7BF1" w:rsidRDefault="00F1414F" w:rsidP="00C86F0F">
      <w:pPr>
        <w:numPr>
          <w:ilvl w:val="0"/>
          <w:numId w:val="147"/>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a</w:t>
      </w:r>
      <w:proofErr w:type="gramEnd"/>
      <w:r w:rsidRPr="00FD7BF1">
        <w:rPr>
          <w:rFonts w:asciiTheme="minorHAnsi" w:hAnsiTheme="minorHAnsi" w:cs="Arial"/>
          <w:sz w:val="24"/>
          <w:szCs w:val="24"/>
        </w:rPr>
        <w:t xml:space="preserve"> more socialist economic system.</w:t>
      </w:r>
    </w:p>
    <w:p w:rsidR="00F1414F" w:rsidRPr="00FD7BF1" w:rsidRDefault="00F1414F" w:rsidP="00C86F0F">
      <w:pPr>
        <w:numPr>
          <w:ilvl w:val="0"/>
          <w:numId w:val="147"/>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a</w:t>
      </w:r>
      <w:proofErr w:type="gramEnd"/>
      <w:r w:rsidRPr="00FD7BF1">
        <w:rPr>
          <w:rFonts w:asciiTheme="minorHAnsi" w:hAnsiTheme="minorHAnsi" w:cs="Arial"/>
          <w:sz w:val="24"/>
          <w:szCs w:val="24"/>
        </w:rPr>
        <w:t xml:space="preserve"> national Christian religion.</w:t>
      </w:r>
    </w:p>
    <w:p w:rsidR="00F1414F" w:rsidRPr="00FD7BF1" w:rsidRDefault="00F1414F" w:rsidP="00C86F0F">
      <w:pPr>
        <w:numPr>
          <w:ilvl w:val="0"/>
          <w:numId w:val="147"/>
        </w:numPr>
        <w:spacing w:before="0" w:after="0" w:line="360" w:lineRule="auto"/>
        <w:rPr>
          <w:rFonts w:asciiTheme="minorHAnsi" w:hAnsiTheme="minorHAnsi" w:cs="Arial"/>
          <w:sz w:val="24"/>
          <w:szCs w:val="24"/>
        </w:rPr>
      </w:pPr>
      <w:proofErr w:type="gramStart"/>
      <w:r w:rsidRPr="00FD7BF1">
        <w:rPr>
          <w:rFonts w:asciiTheme="minorHAnsi" w:hAnsiTheme="minorHAnsi" w:cs="Arial"/>
          <w:sz w:val="24"/>
          <w:szCs w:val="24"/>
        </w:rPr>
        <w:t>less</w:t>
      </w:r>
      <w:proofErr w:type="gramEnd"/>
      <w:r w:rsidRPr="00FD7BF1">
        <w:rPr>
          <w:rFonts w:asciiTheme="minorHAnsi" w:hAnsiTheme="minorHAnsi" w:cs="Arial"/>
          <w:sz w:val="24"/>
          <w:szCs w:val="24"/>
        </w:rPr>
        <w:t xml:space="preserve"> government involvement in the economy.</w:t>
      </w:r>
    </w:p>
    <w:p w:rsidR="00F1414F" w:rsidRPr="00FD7BF1" w:rsidRDefault="00F1414F" w:rsidP="00F1414F">
      <w:pPr>
        <w:spacing w:before="0" w:after="0" w:line="360" w:lineRule="auto"/>
        <w:rPr>
          <w:rFonts w:asciiTheme="minorHAnsi" w:hAnsiTheme="minorHAnsi" w:cs="Arial"/>
          <w:color w:val="FF0000"/>
          <w:sz w:val="24"/>
          <w:szCs w:val="24"/>
        </w:rPr>
      </w:pPr>
    </w:p>
    <w:p w:rsidR="00F1414F" w:rsidRPr="00FD7BF1" w:rsidRDefault="00F1414F" w:rsidP="00C86F0F">
      <w:pPr>
        <w:numPr>
          <w:ilvl w:val="0"/>
          <w:numId w:val="148"/>
        </w:numPr>
        <w:spacing w:before="120" w:after="0" w:line="360" w:lineRule="auto"/>
        <w:rPr>
          <w:rFonts w:asciiTheme="minorHAnsi" w:hAnsiTheme="minorHAnsi" w:cs="Arial"/>
          <w:color w:val="FF0000"/>
          <w:sz w:val="24"/>
          <w:szCs w:val="24"/>
        </w:rPr>
      </w:pPr>
      <w:r w:rsidRPr="00FD7BF1">
        <w:rPr>
          <w:rFonts w:asciiTheme="minorHAnsi" w:hAnsiTheme="minorHAnsi" w:cs="Arial"/>
          <w:sz w:val="24"/>
          <w:szCs w:val="24"/>
        </w:rPr>
        <w:t xml:space="preserve">The Electoral College is the: </w:t>
      </w:r>
    </w:p>
    <w:p w:rsidR="00F1414F" w:rsidRPr="00FD7BF1" w:rsidRDefault="00F1414F" w:rsidP="00C86F0F">
      <w:pPr>
        <w:numPr>
          <w:ilvl w:val="1"/>
          <w:numId w:val="136"/>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t>school</w:t>
      </w:r>
      <w:proofErr w:type="gramEnd"/>
      <w:r w:rsidRPr="00FD7BF1">
        <w:rPr>
          <w:rFonts w:asciiTheme="minorHAnsi" w:hAnsiTheme="minorHAnsi" w:cs="Arial"/>
          <w:sz w:val="24"/>
          <w:szCs w:val="24"/>
        </w:rPr>
        <w:t xml:space="preserve"> attended by delegates to the party conventions.</w:t>
      </w:r>
    </w:p>
    <w:p w:rsidR="00F1414F" w:rsidRPr="00FD7BF1" w:rsidRDefault="00F1414F" w:rsidP="00C86F0F">
      <w:pPr>
        <w:numPr>
          <w:ilvl w:val="1"/>
          <w:numId w:val="136"/>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t>system</w:t>
      </w:r>
      <w:proofErr w:type="gramEnd"/>
      <w:r w:rsidRPr="00FD7BF1">
        <w:rPr>
          <w:rFonts w:asciiTheme="minorHAnsi" w:hAnsiTheme="minorHAnsi" w:cs="Arial"/>
          <w:sz w:val="24"/>
          <w:szCs w:val="24"/>
        </w:rPr>
        <w:t xml:space="preserve"> established in the Constitution for indirect election of the president and vice president.</w:t>
      </w:r>
    </w:p>
    <w:p w:rsidR="00F1414F" w:rsidRPr="00FD7BF1" w:rsidRDefault="00F1414F" w:rsidP="00C86F0F">
      <w:pPr>
        <w:numPr>
          <w:ilvl w:val="1"/>
          <w:numId w:val="136"/>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lastRenderedPageBreak/>
        <w:t>school</w:t>
      </w:r>
      <w:proofErr w:type="gramEnd"/>
      <w:r w:rsidRPr="00FD7BF1">
        <w:rPr>
          <w:rFonts w:asciiTheme="minorHAnsi" w:hAnsiTheme="minorHAnsi" w:cs="Arial"/>
          <w:sz w:val="24"/>
          <w:szCs w:val="24"/>
        </w:rPr>
        <w:t xml:space="preserve"> Congressmen attend when first elected to Congress.</w:t>
      </w:r>
    </w:p>
    <w:p w:rsidR="00F1414F" w:rsidRPr="00FD7BF1" w:rsidRDefault="00F1414F" w:rsidP="00C86F0F">
      <w:pPr>
        <w:numPr>
          <w:ilvl w:val="1"/>
          <w:numId w:val="136"/>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t>system</w:t>
      </w:r>
      <w:proofErr w:type="gramEnd"/>
      <w:r w:rsidRPr="00FD7BF1">
        <w:rPr>
          <w:rFonts w:asciiTheme="minorHAnsi" w:hAnsiTheme="minorHAnsi" w:cs="Arial"/>
          <w:sz w:val="24"/>
          <w:szCs w:val="24"/>
        </w:rPr>
        <w:t xml:space="preserve"> of primary elections that allows voters to choose the party’s candidate for president.</w:t>
      </w:r>
    </w:p>
    <w:p w:rsidR="00F1414F" w:rsidRPr="00FD7BF1" w:rsidRDefault="00F1414F" w:rsidP="00C86F0F">
      <w:pPr>
        <w:numPr>
          <w:ilvl w:val="1"/>
          <w:numId w:val="136"/>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t>committee</w:t>
      </w:r>
      <w:proofErr w:type="gramEnd"/>
      <w:r w:rsidRPr="00FD7BF1">
        <w:rPr>
          <w:rFonts w:asciiTheme="minorHAnsi" w:hAnsiTheme="minorHAnsi" w:cs="Arial"/>
          <w:sz w:val="24"/>
          <w:szCs w:val="24"/>
        </w:rPr>
        <w:t xml:space="preserve"> of Congressmen that sets the election rules and district boundaries for upcoming elections.</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statements is most likely to be correct about </w:t>
      </w:r>
      <w:r w:rsidRPr="00FD7BF1">
        <w:rPr>
          <w:rFonts w:asciiTheme="minorHAnsi" w:hAnsiTheme="minorHAnsi" w:cs="Arial"/>
          <w:i/>
          <w:sz w:val="24"/>
          <w:szCs w:val="24"/>
        </w:rPr>
        <w:t>proportional representation</w:t>
      </w:r>
      <w:r w:rsidRPr="00FD7BF1">
        <w:rPr>
          <w:rFonts w:asciiTheme="minorHAnsi" w:hAnsiTheme="minorHAnsi" w:cs="Arial"/>
          <w:sz w:val="24"/>
          <w:szCs w:val="24"/>
        </w:rPr>
        <w:t xml:space="preserve">? </w:t>
      </w:r>
    </w:p>
    <w:p w:rsidR="00F1414F" w:rsidRPr="00FD7BF1" w:rsidRDefault="00F1414F" w:rsidP="00C86F0F">
      <w:pPr>
        <w:numPr>
          <w:ilvl w:val="1"/>
          <w:numId w:val="13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requires an authoritarian government.</w:t>
      </w:r>
    </w:p>
    <w:p w:rsidR="00F1414F" w:rsidRPr="00FD7BF1" w:rsidRDefault="00F1414F" w:rsidP="00C86F0F">
      <w:pPr>
        <w:numPr>
          <w:ilvl w:val="1"/>
          <w:numId w:val="13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tends to create a multiparty system.</w:t>
      </w:r>
    </w:p>
    <w:p w:rsidR="00F1414F" w:rsidRPr="00FD7BF1" w:rsidRDefault="00F1414F" w:rsidP="00C86F0F">
      <w:pPr>
        <w:numPr>
          <w:ilvl w:val="1"/>
          <w:numId w:val="13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reinforces a two-party system.</w:t>
      </w:r>
    </w:p>
    <w:p w:rsidR="00F1414F" w:rsidRPr="00FD7BF1" w:rsidRDefault="00F1414F" w:rsidP="00C86F0F">
      <w:pPr>
        <w:numPr>
          <w:ilvl w:val="1"/>
          <w:numId w:val="13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requires a communist government.</w:t>
      </w:r>
    </w:p>
    <w:p w:rsidR="00F1414F" w:rsidRPr="00FD7BF1" w:rsidRDefault="00F1414F" w:rsidP="00C86F0F">
      <w:pPr>
        <w:numPr>
          <w:ilvl w:val="1"/>
          <w:numId w:val="137"/>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It tends to favor</w:t>
      </w:r>
      <w:r w:rsidR="00E56EC9">
        <w:rPr>
          <w:rFonts w:asciiTheme="minorHAnsi" w:hAnsiTheme="minorHAnsi" w:cs="Arial"/>
          <w:sz w:val="24"/>
          <w:szCs w:val="24"/>
        </w:rPr>
        <w:t xml:space="preserve"> voters over elected officials.</w:t>
      </w:r>
    </w:p>
    <w:p w:rsidR="00F1414F" w:rsidRPr="00FD7BF1" w:rsidRDefault="00F1414F" w:rsidP="00F1414F">
      <w:pPr>
        <w:spacing w:before="0" w:after="0" w:line="360" w:lineRule="auto"/>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statement best explains the meaning of </w:t>
      </w:r>
      <w:r w:rsidRPr="00FD7BF1">
        <w:rPr>
          <w:rFonts w:asciiTheme="minorHAnsi" w:hAnsiTheme="minorHAnsi" w:cs="Arial"/>
          <w:i/>
          <w:sz w:val="24"/>
          <w:szCs w:val="24"/>
        </w:rPr>
        <w:t>divided government</w:t>
      </w:r>
      <w:r w:rsidRPr="00FD7BF1">
        <w:rPr>
          <w:rFonts w:asciiTheme="minorHAnsi" w:hAnsiTheme="minorHAnsi" w:cs="Arial"/>
          <w:sz w:val="24"/>
          <w:szCs w:val="24"/>
        </w:rPr>
        <w:t xml:space="preserve">? </w:t>
      </w:r>
    </w:p>
    <w:p w:rsidR="00F1414F" w:rsidRPr="00FD7BF1" w:rsidRDefault="00F1414F" w:rsidP="00C86F0F">
      <w:pPr>
        <w:numPr>
          <w:ilvl w:val="0"/>
          <w:numId w:val="13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Nebraska, the state legislature is both unicameral and bipartisan.</w:t>
      </w:r>
    </w:p>
    <w:p w:rsidR="00F1414F" w:rsidRPr="00FD7BF1" w:rsidRDefault="00F1414F" w:rsidP="00C86F0F">
      <w:pPr>
        <w:numPr>
          <w:ilvl w:val="0"/>
          <w:numId w:val="13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countries with parliamentary government, there is no separation of power between the executive and the legislature.</w:t>
      </w:r>
    </w:p>
    <w:p w:rsidR="00F1414F" w:rsidRPr="00FD7BF1" w:rsidRDefault="00F1414F" w:rsidP="00C86F0F">
      <w:pPr>
        <w:numPr>
          <w:ilvl w:val="0"/>
          <w:numId w:val="13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the United States, since 1969, most years have been marked by one party controlling the White House and the other party controlling at least one chamber of Congress.</w:t>
      </w:r>
    </w:p>
    <w:p w:rsidR="00F1414F" w:rsidRPr="00FD7BF1" w:rsidRDefault="00F1414F" w:rsidP="00C86F0F">
      <w:pPr>
        <w:numPr>
          <w:ilvl w:val="0"/>
          <w:numId w:val="13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states that have the parliamentary system, the legislature usually has multiple parties.</w:t>
      </w:r>
    </w:p>
    <w:p w:rsidR="00F1414F" w:rsidRPr="00FD7BF1" w:rsidRDefault="00F1414F" w:rsidP="00C86F0F">
      <w:pPr>
        <w:numPr>
          <w:ilvl w:val="0"/>
          <w:numId w:val="138"/>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In the United States, power is equally divided between the federal and state governments. </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lastRenderedPageBreak/>
        <w:t xml:space="preserve">Which of the following elections always takes place in November of even-numbered years? </w:t>
      </w:r>
    </w:p>
    <w:p w:rsidR="00F1414F" w:rsidRPr="00FD7BF1" w:rsidRDefault="00F1414F" w:rsidP="00C86F0F">
      <w:pPr>
        <w:numPr>
          <w:ilvl w:val="1"/>
          <w:numId w:val="13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General elections</w:t>
      </w:r>
    </w:p>
    <w:p w:rsidR="00F1414F" w:rsidRPr="00FD7BF1" w:rsidRDefault="00F1414F" w:rsidP="00C86F0F">
      <w:pPr>
        <w:numPr>
          <w:ilvl w:val="1"/>
          <w:numId w:val="13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Primary elections</w:t>
      </w:r>
    </w:p>
    <w:p w:rsidR="00F1414F" w:rsidRPr="00FD7BF1" w:rsidRDefault="00F1414F" w:rsidP="00C86F0F">
      <w:pPr>
        <w:numPr>
          <w:ilvl w:val="1"/>
          <w:numId w:val="13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Bond elections</w:t>
      </w:r>
    </w:p>
    <w:p w:rsidR="00F1414F" w:rsidRPr="00FD7BF1" w:rsidRDefault="00F1414F" w:rsidP="00C86F0F">
      <w:pPr>
        <w:numPr>
          <w:ilvl w:val="1"/>
          <w:numId w:val="13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Special elections</w:t>
      </w:r>
    </w:p>
    <w:p w:rsidR="00F1414F" w:rsidRPr="00FD7BF1" w:rsidRDefault="00F1414F" w:rsidP="00C86F0F">
      <w:pPr>
        <w:numPr>
          <w:ilvl w:val="1"/>
          <w:numId w:val="13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Secondary elections</w:t>
      </w:r>
    </w:p>
    <w:p w:rsidR="00F1414F" w:rsidRPr="00FD7BF1" w:rsidRDefault="00F1414F" w:rsidP="00F1414F">
      <w:pPr>
        <w:spacing w:before="0" w:after="0" w:line="360" w:lineRule="auto"/>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In which of the following elections do candidates from the same political party compete against one another instead of candidates from other parties? </w:t>
      </w:r>
    </w:p>
    <w:p w:rsidR="00F1414F" w:rsidRPr="00FD7BF1" w:rsidRDefault="00F1414F" w:rsidP="00C86F0F">
      <w:pPr>
        <w:numPr>
          <w:ilvl w:val="0"/>
          <w:numId w:val="14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General </w:t>
      </w:r>
    </w:p>
    <w:p w:rsidR="00F1414F" w:rsidRPr="00FD7BF1" w:rsidRDefault="00F1414F" w:rsidP="00C86F0F">
      <w:pPr>
        <w:numPr>
          <w:ilvl w:val="0"/>
          <w:numId w:val="14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Primary </w:t>
      </w:r>
    </w:p>
    <w:p w:rsidR="00F1414F" w:rsidRPr="00FD7BF1" w:rsidRDefault="00F1414F" w:rsidP="00C86F0F">
      <w:pPr>
        <w:numPr>
          <w:ilvl w:val="0"/>
          <w:numId w:val="14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Bond </w:t>
      </w:r>
    </w:p>
    <w:p w:rsidR="00F1414F" w:rsidRPr="00FD7BF1" w:rsidRDefault="00F1414F" w:rsidP="00C86F0F">
      <w:pPr>
        <w:numPr>
          <w:ilvl w:val="0"/>
          <w:numId w:val="149"/>
        </w:numPr>
        <w:spacing w:before="0" w:after="0" w:line="360" w:lineRule="auto"/>
        <w:ind w:left="1440"/>
        <w:rPr>
          <w:rFonts w:asciiTheme="minorHAnsi" w:hAnsiTheme="minorHAnsi" w:cs="Arial"/>
          <w:sz w:val="24"/>
          <w:szCs w:val="24"/>
        </w:rPr>
      </w:pPr>
      <w:proofErr w:type="spellStart"/>
      <w:r w:rsidRPr="00FD7BF1">
        <w:rPr>
          <w:rFonts w:asciiTheme="minorHAnsi" w:hAnsiTheme="minorHAnsi" w:cs="Arial"/>
          <w:sz w:val="24"/>
          <w:szCs w:val="24"/>
        </w:rPr>
        <w:t>Interpartisan</w:t>
      </w:r>
      <w:proofErr w:type="spellEnd"/>
      <w:r w:rsidRPr="00FD7BF1">
        <w:rPr>
          <w:rFonts w:asciiTheme="minorHAnsi" w:hAnsiTheme="minorHAnsi" w:cs="Arial"/>
          <w:sz w:val="24"/>
          <w:szCs w:val="24"/>
        </w:rPr>
        <w:t xml:space="preserve"> </w:t>
      </w:r>
    </w:p>
    <w:p w:rsidR="00F1414F" w:rsidRPr="00FD7BF1" w:rsidRDefault="00F1414F" w:rsidP="00C86F0F">
      <w:pPr>
        <w:numPr>
          <w:ilvl w:val="0"/>
          <w:numId w:val="149"/>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 xml:space="preserve">Secondary </w:t>
      </w:r>
    </w:p>
    <w:p w:rsidR="00F1414F" w:rsidRPr="00FD7BF1" w:rsidRDefault="00F1414F" w:rsidP="00F1414F">
      <w:pPr>
        <w:spacing w:before="0" w:after="0" w:line="360" w:lineRule="auto"/>
        <w:rPr>
          <w:rFonts w:asciiTheme="minorHAnsi" w:hAnsiTheme="minorHAnsi" w:cs="Arial"/>
          <w:color w:val="FF0000"/>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How often must legislative district lines be redrawn? </w:t>
      </w:r>
    </w:p>
    <w:p w:rsidR="00F1414F" w:rsidRPr="00FD7BF1" w:rsidRDefault="00F1414F" w:rsidP="00C86F0F">
      <w:pPr>
        <w:numPr>
          <w:ilvl w:val="0"/>
          <w:numId w:val="15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Every 2 years</w:t>
      </w:r>
    </w:p>
    <w:p w:rsidR="00F1414F" w:rsidRPr="00FD7BF1" w:rsidRDefault="00F1414F" w:rsidP="00C86F0F">
      <w:pPr>
        <w:numPr>
          <w:ilvl w:val="0"/>
          <w:numId w:val="15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Every 10 years</w:t>
      </w:r>
    </w:p>
    <w:p w:rsidR="00F1414F" w:rsidRPr="00FD7BF1" w:rsidRDefault="00F1414F" w:rsidP="00C86F0F">
      <w:pPr>
        <w:numPr>
          <w:ilvl w:val="0"/>
          <w:numId w:val="15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Every 5 years</w:t>
      </w:r>
    </w:p>
    <w:p w:rsidR="00671EC5" w:rsidRDefault="00671EC5">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F1414F" w:rsidRPr="00FD7BF1" w:rsidRDefault="00F1414F" w:rsidP="00C86F0F">
      <w:pPr>
        <w:numPr>
          <w:ilvl w:val="0"/>
          <w:numId w:val="15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Every 20 years</w:t>
      </w:r>
    </w:p>
    <w:p w:rsidR="00F1414F" w:rsidRPr="00FD7BF1" w:rsidRDefault="00F1414F" w:rsidP="00C86F0F">
      <w:pPr>
        <w:numPr>
          <w:ilvl w:val="0"/>
          <w:numId w:val="150"/>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Every 25 years</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In State X, legislative districts are drawn in such a way that African-American and Latino voting strength </w:t>
      </w:r>
      <w:proofErr w:type="gramStart"/>
      <w:r w:rsidRPr="00FD7BF1">
        <w:rPr>
          <w:rFonts w:asciiTheme="minorHAnsi" w:hAnsiTheme="minorHAnsi" w:cs="Arial"/>
          <w:sz w:val="24"/>
          <w:szCs w:val="24"/>
        </w:rPr>
        <w:t>is</w:t>
      </w:r>
      <w:proofErr w:type="gramEnd"/>
      <w:r w:rsidRPr="00FD7BF1">
        <w:rPr>
          <w:rFonts w:asciiTheme="minorHAnsi" w:hAnsiTheme="minorHAnsi" w:cs="Arial"/>
          <w:sz w:val="24"/>
          <w:szCs w:val="24"/>
        </w:rPr>
        <w:t xml:space="preserve"> spread among several districts, thus reducing the likelihood of minority candidates winning office. Is this redistricting plan legal?</w:t>
      </w:r>
    </w:p>
    <w:p w:rsidR="00F1414F" w:rsidRPr="00FD7BF1" w:rsidRDefault="00F1414F" w:rsidP="00C86F0F">
      <w:pPr>
        <w:numPr>
          <w:ilvl w:val="0"/>
          <w:numId w:val="15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Probably. The Supreme Court allows states discretion in drawing legislative districts as long as the districts are nearly equal in population.</w:t>
      </w:r>
    </w:p>
    <w:p w:rsidR="00F1414F" w:rsidRPr="00FD7BF1" w:rsidRDefault="00F1414F" w:rsidP="00C86F0F">
      <w:pPr>
        <w:numPr>
          <w:ilvl w:val="0"/>
          <w:numId w:val="15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Probably. The districts are legal as long as each district has the same number of African American and Latino residents.</w:t>
      </w:r>
    </w:p>
    <w:p w:rsidR="00F1414F" w:rsidRPr="00FD7BF1" w:rsidRDefault="00F1414F" w:rsidP="00C86F0F">
      <w:pPr>
        <w:numPr>
          <w:ilvl w:val="0"/>
          <w:numId w:val="15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Probably not. This plan would violate the Supreme Court’s one-person, one-vote rulings.</w:t>
      </w:r>
    </w:p>
    <w:p w:rsidR="00F1414F" w:rsidRPr="00FD7BF1" w:rsidRDefault="00F1414F" w:rsidP="00C86F0F">
      <w:pPr>
        <w:numPr>
          <w:ilvl w:val="0"/>
          <w:numId w:val="15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Probably not. The Voting Rights Act prohibits actions that diminish African Americans’ and Latinos’ voting power.</w:t>
      </w:r>
    </w:p>
    <w:p w:rsidR="00F1414F" w:rsidRPr="00FD7BF1" w:rsidRDefault="00F1414F" w:rsidP="00C86F0F">
      <w:pPr>
        <w:numPr>
          <w:ilvl w:val="0"/>
          <w:numId w:val="151"/>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Probably not. No redistricting can occur without federal input.</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statements is NOT true about the U.S. Congress? </w:t>
      </w:r>
    </w:p>
    <w:p w:rsidR="00F1414F" w:rsidRPr="00FD7BF1" w:rsidRDefault="00F1414F" w:rsidP="00C86F0F">
      <w:pPr>
        <w:numPr>
          <w:ilvl w:val="0"/>
          <w:numId w:val="15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Members of the House must stand for reelection every four years.</w:t>
      </w:r>
    </w:p>
    <w:p w:rsidR="00F1414F" w:rsidRPr="00FD7BF1" w:rsidRDefault="00F1414F" w:rsidP="00C86F0F">
      <w:pPr>
        <w:numPr>
          <w:ilvl w:val="0"/>
          <w:numId w:val="15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Members of the Senate must stand for reelection every six years.</w:t>
      </w:r>
    </w:p>
    <w:p w:rsidR="00F1414F" w:rsidRPr="00FD7BF1" w:rsidRDefault="00F1414F" w:rsidP="00C86F0F">
      <w:pPr>
        <w:numPr>
          <w:ilvl w:val="0"/>
          <w:numId w:val="15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Members of the House are elected from single-member districts.</w:t>
      </w:r>
    </w:p>
    <w:p w:rsidR="00F1414F" w:rsidRPr="00FD7BF1" w:rsidRDefault="00F1414F" w:rsidP="00C86F0F">
      <w:pPr>
        <w:numPr>
          <w:ilvl w:val="0"/>
          <w:numId w:val="15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Members of the Senate are elected in statewide, at-large elections.</w:t>
      </w:r>
    </w:p>
    <w:p w:rsidR="00F1414F" w:rsidRPr="00FD7BF1" w:rsidRDefault="00F1414F" w:rsidP="00C86F0F">
      <w:pPr>
        <w:numPr>
          <w:ilvl w:val="0"/>
          <w:numId w:val="15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All members of the House are up for election at the same time.</w:t>
      </w:r>
    </w:p>
    <w:p w:rsidR="00F1414F" w:rsidRPr="00FD7BF1" w:rsidRDefault="00F1414F" w:rsidP="00F1414F">
      <w:pPr>
        <w:spacing w:before="0" w:after="0" w:line="360" w:lineRule="auto"/>
        <w:ind w:left="108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lastRenderedPageBreak/>
        <w:t xml:space="preserve">Which of the following actions requires the participation of BOTH the House and Senate? </w:t>
      </w:r>
    </w:p>
    <w:p w:rsidR="00F1414F" w:rsidRPr="00FD7BF1" w:rsidRDefault="00F1414F" w:rsidP="00C86F0F">
      <w:pPr>
        <w:numPr>
          <w:ilvl w:val="0"/>
          <w:numId w:val="140"/>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Confirming a presidential appointment to a federal district court.</w:t>
      </w:r>
    </w:p>
    <w:p w:rsidR="00F1414F" w:rsidRPr="00FD7BF1" w:rsidRDefault="00F1414F" w:rsidP="00C86F0F">
      <w:pPr>
        <w:numPr>
          <w:ilvl w:val="0"/>
          <w:numId w:val="140"/>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Ratifying a treaty with Panama.</w:t>
      </w:r>
    </w:p>
    <w:p w:rsidR="00F1414F" w:rsidRPr="00FD7BF1" w:rsidRDefault="00F1414F" w:rsidP="00C86F0F">
      <w:pPr>
        <w:numPr>
          <w:ilvl w:val="0"/>
          <w:numId w:val="140"/>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Proposing a constitutional amendment to ban flag burning</w:t>
      </w:r>
    </w:p>
    <w:p w:rsidR="00F1414F" w:rsidRPr="00FD7BF1" w:rsidRDefault="00F1414F" w:rsidP="00C86F0F">
      <w:pPr>
        <w:numPr>
          <w:ilvl w:val="0"/>
          <w:numId w:val="140"/>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Confirming the presidential nominee for Attorney-General.</w:t>
      </w:r>
    </w:p>
    <w:p w:rsidR="00F1414F" w:rsidRPr="00FD7BF1" w:rsidRDefault="00F1414F" w:rsidP="00C86F0F">
      <w:pPr>
        <w:numPr>
          <w:ilvl w:val="0"/>
          <w:numId w:val="140"/>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Ratifying a treaty with the United Nations.</w:t>
      </w:r>
    </w:p>
    <w:p w:rsidR="00F1414F" w:rsidRPr="00FD7BF1" w:rsidRDefault="00F1414F" w:rsidP="00F1414F">
      <w:pPr>
        <w:spacing w:before="0" w:after="0" w:line="360" w:lineRule="auto"/>
        <w:ind w:left="1436"/>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Assume that the party balance in the U.S. Senate is 55 Republicans and 45 Democrats. Which of the following individuals would be a Democrat? </w:t>
      </w:r>
    </w:p>
    <w:p w:rsidR="00F1414F" w:rsidRPr="00FD7BF1" w:rsidRDefault="00F1414F" w:rsidP="00C86F0F">
      <w:pPr>
        <w:numPr>
          <w:ilvl w:val="0"/>
          <w:numId w:val="141"/>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Chair of the Senate Judiciary Committee</w:t>
      </w:r>
    </w:p>
    <w:p w:rsidR="00F1414F" w:rsidRPr="00FD7BF1" w:rsidRDefault="00F1414F" w:rsidP="00C86F0F">
      <w:pPr>
        <w:numPr>
          <w:ilvl w:val="0"/>
          <w:numId w:val="141"/>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Senate Majority Leader</w:t>
      </w:r>
    </w:p>
    <w:p w:rsidR="00F1414F" w:rsidRPr="00FD7BF1" w:rsidRDefault="00F1414F" w:rsidP="00C86F0F">
      <w:pPr>
        <w:numPr>
          <w:ilvl w:val="0"/>
          <w:numId w:val="141"/>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Senate Minority Leader</w:t>
      </w:r>
    </w:p>
    <w:p w:rsidR="00F1414F" w:rsidRPr="00FD7BF1" w:rsidRDefault="00F1414F" w:rsidP="00C86F0F">
      <w:pPr>
        <w:numPr>
          <w:ilvl w:val="0"/>
          <w:numId w:val="141"/>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Chair of the Telecommunications and Finance Subcommittee of the Energy and Commerce Committee</w:t>
      </w:r>
    </w:p>
    <w:p w:rsidR="00F1414F" w:rsidRPr="00FD7BF1" w:rsidRDefault="00F1414F" w:rsidP="00C86F0F">
      <w:pPr>
        <w:numPr>
          <w:ilvl w:val="0"/>
          <w:numId w:val="141"/>
        </w:numPr>
        <w:spacing w:before="0" w:after="0" w:line="360" w:lineRule="auto"/>
        <w:ind w:hanging="356"/>
        <w:rPr>
          <w:rFonts w:asciiTheme="minorHAnsi" w:hAnsiTheme="minorHAnsi" w:cs="Arial"/>
          <w:sz w:val="24"/>
          <w:szCs w:val="24"/>
        </w:rPr>
      </w:pPr>
      <w:r w:rsidRPr="00FD7BF1">
        <w:rPr>
          <w:rFonts w:asciiTheme="minorHAnsi" w:hAnsiTheme="minorHAnsi" w:cs="Arial"/>
          <w:sz w:val="24"/>
          <w:szCs w:val="24"/>
        </w:rPr>
        <w:t>Chair of the Senate Armed Services Committee</w:t>
      </w:r>
    </w:p>
    <w:p w:rsidR="00F1414F" w:rsidRPr="00FD7BF1" w:rsidRDefault="00F1414F" w:rsidP="00F1414F">
      <w:pPr>
        <w:spacing w:before="0" w:after="0" w:line="360" w:lineRule="auto"/>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The detailed work of Congress takes place in which of the following stages of the legislative process? </w:t>
      </w:r>
    </w:p>
    <w:p w:rsidR="00F1414F" w:rsidRPr="00FD7BF1" w:rsidRDefault="00F1414F" w:rsidP="00C86F0F">
      <w:pPr>
        <w:numPr>
          <w:ilvl w:val="0"/>
          <w:numId w:val="14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committees and subcommittees.</w:t>
      </w:r>
    </w:p>
    <w:p w:rsidR="00F1414F" w:rsidRPr="00FD7BF1" w:rsidRDefault="00F1414F" w:rsidP="00C86F0F">
      <w:pPr>
        <w:numPr>
          <w:ilvl w:val="0"/>
          <w:numId w:val="14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On the floor.</w:t>
      </w:r>
    </w:p>
    <w:p w:rsidR="00F1414F" w:rsidRPr="00FD7BF1" w:rsidRDefault="00F1414F" w:rsidP="00C86F0F">
      <w:pPr>
        <w:numPr>
          <w:ilvl w:val="0"/>
          <w:numId w:val="14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conference committees.</w:t>
      </w:r>
    </w:p>
    <w:p w:rsidR="00671EC5" w:rsidRDefault="00671EC5">
      <w:pPr>
        <w:spacing w:before="0" w:after="0" w:line="240" w:lineRule="auto"/>
        <w:rPr>
          <w:rFonts w:asciiTheme="minorHAnsi" w:hAnsiTheme="minorHAnsi" w:cs="Arial"/>
          <w:sz w:val="24"/>
          <w:szCs w:val="24"/>
        </w:rPr>
      </w:pPr>
      <w:r>
        <w:rPr>
          <w:rFonts w:asciiTheme="minorHAnsi" w:hAnsiTheme="minorHAnsi" w:cs="Arial"/>
          <w:sz w:val="24"/>
          <w:szCs w:val="24"/>
        </w:rPr>
        <w:br w:type="page"/>
      </w:r>
    </w:p>
    <w:p w:rsidR="00F1414F" w:rsidRPr="00FD7BF1" w:rsidRDefault="00F1414F" w:rsidP="00C86F0F">
      <w:pPr>
        <w:numPr>
          <w:ilvl w:val="0"/>
          <w:numId w:val="14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In the Rules Committee.</w:t>
      </w:r>
    </w:p>
    <w:p w:rsidR="00F1414F" w:rsidRPr="00FD7BF1" w:rsidRDefault="00F1414F" w:rsidP="00C86F0F">
      <w:pPr>
        <w:numPr>
          <w:ilvl w:val="0"/>
          <w:numId w:val="142"/>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In members’ offices.</w:t>
      </w:r>
    </w:p>
    <w:p w:rsidR="00F1414F" w:rsidRPr="00FD7BF1" w:rsidRDefault="00F1414F" w:rsidP="00F1414F">
      <w:pPr>
        <w:spacing w:before="0" w:after="0" w:line="360" w:lineRule="auto"/>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In the original Constitution, what was the President’s term of office? </w:t>
      </w:r>
    </w:p>
    <w:p w:rsidR="00F1414F" w:rsidRPr="00FD7BF1" w:rsidRDefault="00F1414F" w:rsidP="00C86F0F">
      <w:pPr>
        <w:numPr>
          <w:ilvl w:val="0"/>
          <w:numId w:val="15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was limited to two four-year terms.</w:t>
      </w:r>
    </w:p>
    <w:p w:rsidR="00F1414F" w:rsidRPr="00FD7BF1" w:rsidRDefault="00F1414F" w:rsidP="00C86F0F">
      <w:pPr>
        <w:numPr>
          <w:ilvl w:val="0"/>
          <w:numId w:val="15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was limited to three four-year terms.</w:t>
      </w:r>
    </w:p>
    <w:p w:rsidR="00F1414F" w:rsidRPr="00FD7BF1" w:rsidRDefault="00F1414F" w:rsidP="00C86F0F">
      <w:pPr>
        <w:numPr>
          <w:ilvl w:val="0"/>
          <w:numId w:val="15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was limited to one six-year term.</w:t>
      </w:r>
    </w:p>
    <w:p w:rsidR="00F1414F" w:rsidRPr="00FD7BF1" w:rsidRDefault="00F1414F" w:rsidP="00C86F0F">
      <w:pPr>
        <w:numPr>
          <w:ilvl w:val="0"/>
          <w:numId w:val="15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Constitution placed no limit on the number of terms a President could serve.</w:t>
      </w:r>
    </w:p>
    <w:p w:rsidR="00F1414F" w:rsidRPr="00FD7BF1" w:rsidRDefault="00F1414F" w:rsidP="00C86F0F">
      <w:pPr>
        <w:numPr>
          <w:ilvl w:val="0"/>
          <w:numId w:val="15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was limited to two six-year terms.</w:t>
      </w:r>
    </w:p>
    <w:p w:rsidR="00F1414F" w:rsidRPr="00FD7BF1" w:rsidRDefault="00F1414F" w:rsidP="00F1414F">
      <w:pPr>
        <w:spacing w:before="0" w:after="0" w:line="360" w:lineRule="auto"/>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Suppose the President suffers a serious illness and is unable to fulfill the duties of the office. What happens then? </w:t>
      </w:r>
    </w:p>
    <w:p w:rsidR="00F1414F" w:rsidRPr="00FD7BF1" w:rsidRDefault="00F1414F" w:rsidP="00C86F0F">
      <w:pPr>
        <w:numPr>
          <w:ilvl w:val="0"/>
          <w:numId w:val="143"/>
        </w:numPr>
        <w:spacing w:before="0" w:after="0" w:line="360" w:lineRule="auto"/>
        <w:ind w:left="1440"/>
        <w:rPr>
          <w:rFonts w:asciiTheme="minorHAnsi" w:hAnsiTheme="minorHAnsi" w:cs="Arial"/>
          <w:sz w:val="24"/>
          <w:szCs w:val="24"/>
        </w:rPr>
      </w:pPr>
      <w:proofErr w:type="gramStart"/>
      <w:r w:rsidRPr="00FD7BF1">
        <w:rPr>
          <w:rFonts w:asciiTheme="minorHAnsi" w:hAnsiTheme="minorHAnsi" w:cs="Arial"/>
          <w:sz w:val="24"/>
          <w:szCs w:val="24"/>
        </w:rPr>
        <w:t>Either the President or the Vice-President and cabinet together declare the President disabled; and</w:t>
      </w:r>
      <w:proofErr w:type="gramEnd"/>
      <w:r w:rsidRPr="00FD7BF1">
        <w:rPr>
          <w:rFonts w:asciiTheme="minorHAnsi" w:hAnsiTheme="minorHAnsi" w:cs="Arial"/>
          <w:sz w:val="24"/>
          <w:szCs w:val="24"/>
        </w:rPr>
        <w:t xml:space="preserve"> the Vice-President becomes acting President.</w:t>
      </w:r>
    </w:p>
    <w:p w:rsidR="00F1414F" w:rsidRPr="00FD7BF1" w:rsidRDefault="00F1414F" w:rsidP="00C86F0F">
      <w:pPr>
        <w:numPr>
          <w:ilvl w:val="0"/>
          <w:numId w:val="14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President’s spouse becomes acting President.</w:t>
      </w:r>
    </w:p>
    <w:p w:rsidR="00F1414F" w:rsidRPr="00FD7BF1" w:rsidRDefault="00F1414F" w:rsidP="00C86F0F">
      <w:pPr>
        <w:numPr>
          <w:ilvl w:val="0"/>
          <w:numId w:val="14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Congress appoints an acting President to serve until the President is able to resume the duties of office.</w:t>
      </w:r>
    </w:p>
    <w:p w:rsidR="00F1414F" w:rsidRPr="00FD7BF1" w:rsidRDefault="00F1414F" w:rsidP="00C86F0F">
      <w:pPr>
        <w:numPr>
          <w:ilvl w:val="0"/>
          <w:numId w:val="14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Constitution makes no provision for such an event.</w:t>
      </w:r>
    </w:p>
    <w:p w:rsidR="00F1414F" w:rsidRPr="00FD7BF1" w:rsidRDefault="00F1414F" w:rsidP="00C86F0F">
      <w:pPr>
        <w:numPr>
          <w:ilvl w:val="0"/>
          <w:numId w:val="143"/>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Senate appoints a temporary President.</w:t>
      </w:r>
    </w:p>
    <w:p w:rsidR="00F1414F" w:rsidRPr="00FD7BF1" w:rsidRDefault="00F1414F" w:rsidP="00F1414F">
      <w:p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 </w:t>
      </w: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The Constitution assigns which of the following powers to the Vice-President? </w:t>
      </w:r>
    </w:p>
    <w:p w:rsidR="00F1414F" w:rsidRPr="00FD7BF1" w:rsidRDefault="00F1414F" w:rsidP="00C86F0F">
      <w:pPr>
        <w:numPr>
          <w:ilvl w:val="0"/>
          <w:numId w:val="14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be second in command of the nation’s armed forces.</w:t>
      </w:r>
    </w:p>
    <w:p w:rsidR="00F1414F" w:rsidRPr="00FD7BF1" w:rsidRDefault="00F1414F" w:rsidP="00C86F0F">
      <w:pPr>
        <w:numPr>
          <w:ilvl w:val="0"/>
          <w:numId w:val="14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lastRenderedPageBreak/>
        <w:t>To negotiate executive agreements on behalf of the President.</w:t>
      </w:r>
    </w:p>
    <w:p w:rsidR="00F1414F" w:rsidRPr="00FD7BF1" w:rsidRDefault="00F1414F" w:rsidP="00C86F0F">
      <w:pPr>
        <w:numPr>
          <w:ilvl w:val="0"/>
          <w:numId w:val="14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serve as the President’s emissary to foreign governments.</w:t>
      </w:r>
    </w:p>
    <w:p w:rsidR="00F1414F" w:rsidRPr="00FD7BF1" w:rsidRDefault="00F1414F" w:rsidP="00C86F0F">
      <w:pPr>
        <w:numPr>
          <w:ilvl w:val="0"/>
          <w:numId w:val="14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preside over the Senate.</w:t>
      </w:r>
    </w:p>
    <w:p w:rsidR="00F1414F" w:rsidRPr="00FD7BF1" w:rsidRDefault="00F1414F" w:rsidP="00C86F0F">
      <w:pPr>
        <w:numPr>
          <w:ilvl w:val="0"/>
          <w:numId w:val="144"/>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be commander-in-chief of U.S. forces abroad.</w:t>
      </w:r>
    </w:p>
    <w:p w:rsidR="00F1414F" w:rsidRPr="00FD7BF1" w:rsidRDefault="00F1414F" w:rsidP="00F1414F">
      <w:pPr>
        <w:spacing w:before="0" w:after="0" w:line="360" w:lineRule="auto"/>
        <w:ind w:left="99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presidential actions does not require Senate ratification or confirmation? </w:t>
      </w:r>
    </w:p>
    <w:p w:rsidR="00F1414F" w:rsidRPr="00FD7BF1" w:rsidRDefault="00F1414F" w:rsidP="00C86F0F">
      <w:pPr>
        <w:numPr>
          <w:ilvl w:val="0"/>
          <w:numId w:val="14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negotiates an arms control treaty with North Korea.</w:t>
      </w:r>
    </w:p>
    <w:p w:rsidR="00F1414F" w:rsidRPr="00FD7BF1" w:rsidRDefault="00F1414F" w:rsidP="00C86F0F">
      <w:pPr>
        <w:numPr>
          <w:ilvl w:val="0"/>
          <w:numId w:val="14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negotiates an executive agreement with Japan to increase agricultural imports to that country.</w:t>
      </w:r>
    </w:p>
    <w:p w:rsidR="00F1414F" w:rsidRPr="00FD7BF1" w:rsidRDefault="00F1414F" w:rsidP="00C86F0F">
      <w:pPr>
        <w:numPr>
          <w:ilvl w:val="0"/>
          <w:numId w:val="14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appoints an Ambassador to Brazil.</w:t>
      </w:r>
    </w:p>
    <w:p w:rsidR="00F1414F" w:rsidRPr="00FD7BF1" w:rsidRDefault="00F1414F" w:rsidP="00C86F0F">
      <w:pPr>
        <w:numPr>
          <w:ilvl w:val="0"/>
          <w:numId w:val="14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appoints a new Chief Justice.</w:t>
      </w:r>
    </w:p>
    <w:p w:rsidR="00F1414F" w:rsidRPr="00FD7BF1" w:rsidRDefault="00F1414F" w:rsidP="00C86F0F">
      <w:pPr>
        <w:numPr>
          <w:ilvl w:val="0"/>
          <w:numId w:val="145"/>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The President appoints a new Secretary of State.</w:t>
      </w:r>
    </w:p>
    <w:p w:rsidR="00F1414F" w:rsidRPr="00FD7BF1" w:rsidRDefault="00F1414F" w:rsidP="00F1414F">
      <w:pPr>
        <w:spacing w:before="0" w:after="0" w:line="360" w:lineRule="auto"/>
        <w:ind w:left="990"/>
        <w:rPr>
          <w:rFonts w:asciiTheme="minorHAnsi" w:hAnsiTheme="minorHAnsi" w:cs="Arial"/>
          <w:sz w:val="24"/>
          <w:szCs w:val="24"/>
        </w:rPr>
      </w:pPr>
    </w:p>
    <w:p w:rsidR="00F1414F" w:rsidRPr="00FD7BF1" w:rsidRDefault="00F1414F" w:rsidP="00C86F0F">
      <w:pPr>
        <w:numPr>
          <w:ilvl w:val="0"/>
          <w:numId w:val="148"/>
        </w:numPr>
        <w:spacing w:before="120" w:after="0" w:line="360" w:lineRule="auto"/>
        <w:rPr>
          <w:rFonts w:asciiTheme="minorHAnsi" w:hAnsiTheme="minorHAnsi" w:cs="Arial"/>
          <w:sz w:val="24"/>
          <w:szCs w:val="24"/>
        </w:rPr>
      </w:pPr>
      <w:r w:rsidRPr="00FD7BF1">
        <w:rPr>
          <w:rFonts w:asciiTheme="minorHAnsi" w:hAnsiTheme="minorHAnsi" w:cs="Arial"/>
          <w:sz w:val="24"/>
          <w:szCs w:val="24"/>
        </w:rPr>
        <w:t xml:space="preserve">Which of the following constitutional powers or duties does the President NOT have? </w:t>
      </w:r>
    </w:p>
    <w:p w:rsidR="00F1414F" w:rsidRPr="00FD7BF1" w:rsidRDefault="00F1414F" w:rsidP="00C86F0F">
      <w:pPr>
        <w:numPr>
          <w:ilvl w:val="0"/>
          <w:numId w:val="14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declare war</w:t>
      </w:r>
    </w:p>
    <w:p w:rsidR="00F1414F" w:rsidRPr="00FD7BF1" w:rsidRDefault="00F1414F" w:rsidP="00C86F0F">
      <w:pPr>
        <w:numPr>
          <w:ilvl w:val="0"/>
          <w:numId w:val="14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report on the state of the nation</w:t>
      </w:r>
    </w:p>
    <w:p w:rsidR="00F1414F" w:rsidRPr="00FD7BF1" w:rsidRDefault="00F1414F" w:rsidP="00C86F0F">
      <w:pPr>
        <w:numPr>
          <w:ilvl w:val="0"/>
          <w:numId w:val="14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head the nation’s armed forces</w:t>
      </w:r>
    </w:p>
    <w:p w:rsidR="00F1414F" w:rsidRPr="00FD7BF1" w:rsidRDefault="00F1414F" w:rsidP="00C86F0F">
      <w:pPr>
        <w:numPr>
          <w:ilvl w:val="0"/>
          <w:numId w:val="14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veto legislation passed by Congress</w:t>
      </w:r>
    </w:p>
    <w:p w:rsidR="00F1414F" w:rsidRPr="00FD7BF1" w:rsidRDefault="00F1414F" w:rsidP="00C86F0F">
      <w:pPr>
        <w:numPr>
          <w:ilvl w:val="0"/>
          <w:numId w:val="146"/>
        </w:numPr>
        <w:spacing w:before="0" w:after="0" w:line="360" w:lineRule="auto"/>
        <w:ind w:left="1440"/>
        <w:rPr>
          <w:rFonts w:asciiTheme="minorHAnsi" w:hAnsiTheme="minorHAnsi" w:cs="Arial"/>
          <w:sz w:val="24"/>
          <w:szCs w:val="24"/>
        </w:rPr>
      </w:pPr>
      <w:r w:rsidRPr="00FD7BF1">
        <w:rPr>
          <w:rFonts w:asciiTheme="minorHAnsi" w:hAnsiTheme="minorHAnsi" w:cs="Arial"/>
          <w:sz w:val="24"/>
          <w:szCs w:val="24"/>
        </w:rPr>
        <w:t>To give an annual state of the union address</w:t>
      </w:r>
    </w:p>
    <w:p w:rsidR="00F1414F" w:rsidRPr="00FD7BF1" w:rsidRDefault="00F1414F" w:rsidP="00F1414F">
      <w:pPr>
        <w:rPr>
          <w:rFonts w:asciiTheme="minorHAnsi" w:hAnsiTheme="minorHAnsi" w:cs="Arial"/>
        </w:rPr>
      </w:pPr>
    </w:p>
    <w:p w:rsidR="0000717C" w:rsidRDefault="0000717C">
      <w:pPr>
        <w:spacing w:before="0" w:after="0" w:line="240" w:lineRule="auto"/>
        <w:rPr>
          <w:rFonts w:asciiTheme="minorHAnsi" w:hAnsiTheme="minorHAnsi"/>
          <w:b/>
          <w:sz w:val="26"/>
          <w:szCs w:val="26"/>
        </w:rPr>
      </w:pPr>
      <w:r w:rsidRPr="00FD7BF1">
        <w:rPr>
          <w:rFonts w:asciiTheme="minorHAnsi" w:hAnsiTheme="minorHAnsi"/>
          <w:b/>
          <w:sz w:val="26"/>
          <w:szCs w:val="26"/>
        </w:rPr>
        <w:br w:type="page"/>
      </w:r>
    </w:p>
    <w:p w:rsidR="00795B43" w:rsidRDefault="00795B43" w:rsidP="00795B43">
      <w:pPr>
        <w:pStyle w:val="Heading1"/>
        <w:rPr>
          <w:rFonts w:asciiTheme="minorHAnsi" w:hAnsiTheme="minorHAnsi"/>
          <w:sz w:val="28"/>
          <w:szCs w:val="28"/>
        </w:rPr>
      </w:pPr>
      <w:r>
        <w:rPr>
          <w:rFonts w:asciiTheme="minorHAnsi" w:hAnsiTheme="minorHAnsi"/>
          <w:sz w:val="28"/>
          <w:szCs w:val="28"/>
        </w:rPr>
        <w:lastRenderedPageBreak/>
        <w:t>Appendix E</w:t>
      </w:r>
      <w:r w:rsidRPr="00FD7BF1">
        <w:rPr>
          <w:rFonts w:asciiTheme="minorHAnsi" w:hAnsiTheme="minorHAnsi"/>
          <w:sz w:val="28"/>
          <w:szCs w:val="28"/>
        </w:rPr>
        <w:t>—</w:t>
      </w:r>
      <w:r>
        <w:rPr>
          <w:rFonts w:asciiTheme="minorHAnsi" w:hAnsiTheme="minorHAnsi"/>
          <w:sz w:val="28"/>
          <w:szCs w:val="28"/>
        </w:rPr>
        <w:t>Final Exam</w:t>
      </w:r>
    </w:p>
    <w:p w:rsidR="00BA6ECB" w:rsidRPr="00BA6ECB" w:rsidRDefault="00BA6ECB" w:rsidP="00BA6ECB">
      <w:pPr>
        <w:rPr>
          <w:rFonts w:asciiTheme="minorHAnsi" w:hAnsiTheme="minorHAnsi" w:cstheme="minorHAnsi"/>
          <w:b/>
          <w:sz w:val="24"/>
          <w:szCs w:val="24"/>
        </w:rPr>
      </w:pPr>
      <w:r w:rsidRPr="00BA6ECB">
        <w:rPr>
          <w:rFonts w:asciiTheme="minorHAnsi" w:hAnsiTheme="minorHAnsi" w:cstheme="minorHAnsi"/>
          <w:b/>
          <w:sz w:val="24"/>
          <w:szCs w:val="24"/>
        </w:rPr>
        <w:t>FINAL EXAM QUESTIONS</w:t>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Constitution lists the powers of the national government and the powers denied to the states. All other powers remain with the states. However, the Constitution does not clearly describe the spheres of authority within which these powers may be exercised. The implied powers __________.</w:t>
      </w:r>
    </w:p>
    <w:p w:rsidR="00795B43" w:rsidRPr="00FD7BF1" w:rsidRDefault="00795B43" w:rsidP="00795B43">
      <w:pPr>
        <w:numPr>
          <w:ilvl w:val="0"/>
          <w:numId w:val="171"/>
        </w:numPr>
        <w:spacing w:before="0" w:after="0" w:line="360" w:lineRule="auto"/>
        <w:rPr>
          <w:rFonts w:asciiTheme="minorHAnsi" w:hAnsiTheme="minorHAnsi" w:cs="Arial"/>
          <w:sz w:val="24"/>
          <w:szCs w:val="24"/>
        </w:rPr>
      </w:pPr>
      <w:r w:rsidRPr="00FD7BF1">
        <w:rPr>
          <w:rFonts w:asciiTheme="minorHAnsi" w:hAnsiTheme="minorHAnsi" w:cs="Arial"/>
          <w:sz w:val="24"/>
          <w:szCs w:val="24"/>
        </w:rPr>
        <w:t>formed the basis for the doctrine of States' Rights</w:t>
      </w:r>
    </w:p>
    <w:p w:rsidR="00795B43" w:rsidRPr="00FD7BF1" w:rsidRDefault="00795B43" w:rsidP="00795B43">
      <w:pPr>
        <w:numPr>
          <w:ilvl w:val="0"/>
          <w:numId w:val="171"/>
        </w:numPr>
        <w:spacing w:before="0" w:after="0" w:line="360" w:lineRule="auto"/>
        <w:rPr>
          <w:rFonts w:asciiTheme="minorHAnsi" w:hAnsiTheme="minorHAnsi" w:cs="Arial"/>
          <w:sz w:val="24"/>
          <w:szCs w:val="24"/>
        </w:rPr>
      </w:pPr>
      <w:r w:rsidRPr="00FD7BF1">
        <w:rPr>
          <w:rFonts w:asciiTheme="minorHAnsi" w:hAnsiTheme="minorHAnsi" w:cs="Arial"/>
          <w:sz w:val="24"/>
          <w:szCs w:val="24"/>
        </w:rPr>
        <w:t>helped to curb the power of the federal judiciary</w:t>
      </w:r>
    </w:p>
    <w:p w:rsidR="00795B43" w:rsidRPr="00FD7BF1" w:rsidRDefault="00795B43" w:rsidP="00795B43">
      <w:pPr>
        <w:numPr>
          <w:ilvl w:val="0"/>
          <w:numId w:val="171"/>
        </w:numPr>
        <w:spacing w:before="0" w:after="0" w:line="360" w:lineRule="auto"/>
        <w:rPr>
          <w:rFonts w:asciiTheme="minorHAnsi" w:hAnsiTheme="minorHAnsi" w:cs="Arial"/>
          <w:sz w:val="24"/>
          <w:szCs w:val="24"/>
        </w:rPr>
      </w:pPr>
      <w:r w:rsidRPr="00FD7BF1">
        <w:rPr>
          <w:rFonts w:asciiTheme="minorHAnsi" w:hAnsiTheme="minorHAnsi" w:cs="Arial"/>
          <w:sz w:val="24"/>
          <w:szCs w:val="24"/>
        </w:rPr>
        <w:t>helped to expand the power of the Legislative Branch over other branches</w:t>
      </w:r>
    </w:p>
    <w:p w:rsidR="00795B43" w:rsidRPr="00FD7BF1" w:rsidRDefault="00795B43" w:rsidP="00795B43">
      <w:pPr>
        <w:numPr>
          <w:ilvl w:val="0"/>
          <w:numId w:val="171"/>
        </w:numPr>
        <w:spacing w:before="0" w:after="0" w:line="360" w:lineRule="auto"/>
        <w:rPr>
          <w:rFonts w:asciiTheme="minorHAnsi" w:hAnsiTheme="minorHAnsi" w:cs="Arial"/>
          <w:sz w:val="24"/>
          <w:szCs w:val="24"/>
        </w:rPr>
      </w:pPr>
      <w:r w:rsidRPr="00FD7BF1">
        <w:rPr>
          <w:rFonts w:asciiTheme="minorHAnsi" w:hAnsiTheme="minorHAnsi" w:cs="Arial"/>
          <w:sz w:val="24"/>
          <w:szCs w:val="24"/>
        </w:rPr>
        <w:t>allow Congress to create a bank to carry out its listed powers</w:t>
      </w:r>
    </w:p>
    <w:p w:rsidR="00795B43" w:rsidRPr="00FD7BF1" w:rsidRDefault="00795B43" w:rsidP="00795B43">
      <w:pPr>
        <w:numPr>
          <w:ilvl w:val="0"/>
          <w:numId w:val="171"/>
        </w:numPr>
        <w:spacing w:before="0" w:after="0" w:line="360" w:lineRule="auto"/>
        <w:rPr>
          <w:rFonts w:asciiTheme="minorHAnsi" w:hAnsiTheme="minorHAnsi"/>
          <w:sz w:val="24"/>
          <w:szCs w:val="24"/>
        </w:rPr>
      </w:pPr>
      <w:r w:rsidRPr="00FD7BF1">
        <w:rPr>
          <w:rFonts w:asciiTheme="minorHAnsi" w:hAnsiTheme="minorHAnsi" w:cs="Arial"/>
          <w:sz w:val="24"/>
          <w:szCs w:val="24"/>
        </w:rPr>
        <w:t>reflect</w:t>
      </w:r>
      <w:r w:rsidRPr="00FD7BF1">
        <w:rPr>
          <w:rFonts w:asciiTheme="minorHAnsi" w:hAnsiTheme="minorHAnsi"/>
          <w:sz w:val="24"/>
          <w:szCs w:val="24"/>
        </w:rPr>
        <w:t xml:space="preserve"> those powers explicitly mentioned in the Constitution</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population of the United States has been shifting from the Frostbelt of the Northeast and the Midwest to the Sunbelt of the South and West. Additionally, 80 percent of the population is increasingly urban. How do these changes affect the American political process?</w:t>
      </w:r>
    </w:p>
    <w:p w:rsidR="00795B43" w:rsidRPr="00FD7BF1" w:rsidRDefault="00795B43" w:rsidP="00795B43">
      <w:pPr>
        <w:numPr>
          <w:ilvl w:val="0"/>
          <w:numId w:val="172"/>
        </w:numPr>
        <w:spacing w:before="0" w:after="0" w:line="360" w:lineRule="auto"/>
        <w:rPr>
          <w:rFonts w:asciiTheme="minorHAnsi" w:hAnsiTheme="minorHAnsi" w:cs="Arial"/>
          <w:sz w:val="24"/>
          <w:szCs w:val="24"/>
        </w:rPr>
      </w:pPr>
      <w:r w:rsidRPr="00FD7BF1">
        <w:rPr>
          <w:rFonts w:asciiTheme="minorHAnsi" w:hAnsiTheme="minorHAnsi" w:cs="Arial"/>
          <w:sz w:val="24"/>
          <w:szCs w:val="24"/>
        </w:rPr>
        <w:t>The allocation of national financial resources to the states is shifting.</w:t>
      </w:r>
    </w:p>
    <w:p w:rsidR="00795B43" w:rsidRPr="00FD7BF1" w:rsidRDefault="00795B43" w:rsidP="00795B43">
      <w:pPr>
        <w:numPr>
          <w:ilvl w:val="0"/>
          <w:numId w:val="172"/>
        </w:numPr>
        <w:spacing w:before="0" w:after="0" w:line="360" w:lineRule="auto"/>
        <w:rPr>
          <w:rFonts w:asciiTheme="minorHAnsi" w:hAnsiTheme="minorHAnsi" w:cs="Arial"/>
          <w:sz w:val="24"/>
          <w:szCs w:val="24"/>
        </w:rPr>
      </w:pPr>
      <w:r w:rsidRPr="00FD7BF1">
        <w:rPr>
          <w:rFonts w:asciiTheme="minorHAnsi" w:hAnsiTheme="minorHAnsi" w:cs="Arial"/>
          <w:sz w:val="24"/>
          <w:szCs w:val="24"/>
        </w:rPr>
        <w:t>The executive branch is submitting more bills to Congress.</w:t>
      </w:r>
    </w:p>
    <w:p w:rsidR="00795B43" w:rsidRPr="00FD7BF1" w:rsidRDefault="00795B43" w:rsidP="00795B43">
      <w:pPr>
        <w:numPr>
          <w:ilvl w:val="0"/>
          <w:numId w:val="172"/>
        </w:numPr>
        <w:spacing w:before="0" w:after="0" w:line="360" w:lineRule="auto"/>
        <w:rPr>
          <w:rFonts w:asciiTheme="minorHAnsi" w:hAnsiTheme="minorHAnsi" w:cs="Arial"/>
          <w:sz w:val="24"/>
          <w:szCs w:val="24"/>
        </w:rPr>
      </w:pPr>
      <w:r w:rsidRPr="00FD7BF1">
        <w:rPr>
          <w:rFonts w:asciiTheme="minorHAnsi" w:hAnsiTheme="minorHAnsi" w:cs="Arial"/>
          <w:sz w:val="24"/>
          <w:szCs w:val="24"/>
        </w:rPr>
        <w:t>Energy consumption in homes is shifting from heating to cooling.</w:t>
      </w:r>
    </w:p>
    <w:p w:rsidR="00795B43" w:rsidRPr="00FD7BF1" w:rsidRDefault="00795B43" w:rsidP="00795B43">
      <w:pPr>
        <w:numPr>
          <w:ilvl w:val="0"/>
          <w:numId w:val="172"/>
        </w:numPr>
        <w:spacing w:before="0" w:after="0" w:line="360" w:lineRule="auto"/>
        <w:rPr>
          <w:rFonts w:asciiTheme="minorHAnsi" w:hAnsiTheme="minorHAnsi" w:cs="Arial"/>
          <w:sz w:val="24"/>
          <w:szCs w:val="24"/>
        </w:rPr>
      </w:pPr>
      <w:r w:rsidRPr="00FD7BF1">
        <w:rPr>
          <w:rFonts w:asciiTheme="minorHAnsi" w:hAnsiTheme="minorHAnsi" w:cs="Arial"/>
          <w:sz w:val="24"/>
          <w:szCs w:val="24"/>
        </w:rPr>
        <w:t>There are more illegal immigrants entering the nation.</w:t>
      </w:r>
    </w:p>
    <w:p w:rsidR="00795B43" w:rsidRPr="00FD7BF1" w:rsidRDefault="00795B43" w:rsidP="00795B43">
      <w:pPr>
        <w:numPr>
          <w:ilvl w:val="0"/>
          <w:numId w:val="172"/>
        </w:numPr>
        <w:spacing w:before="0" w:after="0" w:line="360" w:lineRule="auto"/>
        <w:rPr>
          <w:rFonts w:asciiTheme="minorHAnsi" w:hAnsiTheme="minorHAnsi"/>
          <w:sz w:val="24"/>
          <w:szCs w:val="24"/>
        </w:rPr>
      </w:pPr>
      <w:r w:rsidRPr="00FD7BF1">
        <w:rPr>
          <w:rFonts w:asciiTheme="minorHAnsi" w:hAnsiTheme="minorHAnsi" w:cs="Arial"/>
          <w:sz w:val="24"/>
          <w:szCs w:val="24"/>
        </w:rPr>
        <w:t>The</w:t>
      </w:r>
      <w:r w:rsidRPr="00FD7BF1">
        <w:rPr>
          <w:rFonts w:asciiTheme="minorHAnsi" w:hAnsiTheme="minorHAnsi"/>
          <w:sz w:val="24"/>
          <w:szCs w:val="24"/>
        </w:rPr>
        <w:t xml:space="preserve"> size of the House of Representatives is increasing. </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 xml:space="preserve">Concerns of those who favored the fragmentation and dispersion of power on the one hand (the </w:t>
      </w:r>
      <w:proofErr w:type="spellStart"/>
      <w:r w:rsidRPr="00FD7BF1">
        <w:rPr>
          <w:rFonts w:asciiTheme="minorHAnsi" w:hAnsiTheme="minorHAnsi"/>
          <w:sz w:val="24"/>
          <w:szCs w:val="24"/>
        </w:rPr>
        <w:t>Madisonian</w:t>
      </w:r>
      <w:proofErr w:type="spellEnd"/>
      <w:r w:rsidRPr="00FD7BF1">
        <w:rPr>
          <w:rFonts w:asciiTheme="minorHAnsi" w:hAnsiTheme="minorHAnsi"/>
          <w:sz w:val="24"/>
          <w:szCs w:val="24"/>
        </w:rPr>
        <w:t xml:space="preserve"> model) and those who favored concentration of power on the other, particularly an energetic executive and extensive national power (the Hamiltonian model), were answered by all of the following </w:t>
      </w:r>
      <w:r w:rsidRPr="00FD7BF1">
        <w:rPr>
          <w:rFonts w:asciiTheme="minorHAnsi" w:hAnsiTheme="minorHAnsi"/>
          <w:b/>
          <w:sz w:val="24"/>
          <w:szCs w:val="24"/>
        </w:rPr>
        <w:t>except</w:t>
      </w:r>
      <w:r w:rsidRPr="00FD7BF1">
        <w:rPr>
          <w:rFonts w:asciiTheme="minorHAnsi" w:hAnsiTheme="minorHAnsi"/>
          <w:sz w:val="24"/>
          <w:szCs w:val="24"/>
        </w:rPr>
        <w:t xml:space="preserve"> __________.</w:t>
      </w:r>
    </w:p>
    <w:p w:rsidR="00795B43" w:rsidRPr="00FD7BF1" w:rsidRDefault="00795B43" w:rsidP="00795B43">
      <w:pPr>
        <w:numPr>
          <w:ilvl w:val="0"/>
          <w:numId w:val="173"/>
        </w:numPr>
        <w:spacing w:before="0" w:after="0" w:line="360" w:lineRule="auto"/>
        <w:rPr>
          <w:rFonts w:asciiTheme="minorHAnsi" w:hAnsiTheme="minorHAnsi" w:cs="Arial"/>
          <w:sz w:val="24"/>
          <w:szCs w:val="24"/>
        </w:rPr>
      </w:pPr>
      <w:r w:rsidRPr="00FD7BF1">
        <w:rPr>
          <w:rFonts w:asciiTheme="minorHAnsi" w:hAnsiTheme="minorHAnsi" w:cs="Arial"/>
          <w:sz w:val="24"/>
          <w:szCs w:val="24"/>
        </w:rPr>
        <w:t>checks and balances</w:t>
      </w:r>
    </w:p>
    <w:p w:rsidR="00795B43" w:rsidRPr="00FD7BF1" w:rsidRDefault="00795B43" w:rsidP="00795B43">
      <w:pPr>
        <w:numPr>
          <w:ilvl w:val="0"/>
          <w:numId w:val="173"/>
        </w:numPr>
        <w:spacing w:before="0" w:after="0" w:line="360" w:lineRule="auto"/>
        <w:rPr>
          <w:rFonts w:asciiTheme="minorHAnsi" w:hAnsiTheme="minorHAnsi" w:cs="Arial"/>
          <w:sz w:val="24"/>
          <w:szCs w:val="24"/>
        </w:rPr>
      </w:pPr>
      <w:r w:rsidRPr="00FD7BF1">
        <w:rPr>
          <w:rFonts w:asciiTheme="minorHAnsi" w:hAnsiTheme="minorHAnsi" w:cs="Arial"/>
          <w:sz w:val="24"/>
          <w:szCs w:val="24"/>
        </w:rPr>
        <w:t>bicameralism</w:t>
      </w:r>
    </w:p>
    <w:p w:rsidR="00795B43" w:rsidRPr="00FD7BF1" w:rsidRDefault="00795B43" w:rsidP="00795B43">
      <w:pPr>
        <w:numPr>
          <w:ilvl w:val="0"/>
          <w:numId w:val="173"/>
        </w:numPr>
        <w:spacing w:before="0" w:after="0" w:line="360" w:lineRule="auto"/>
        <w:rPr>
          <w:rFonts w:asciiTheme="minorHAnsi" w:hAnsiTheme="minorHAnsi" w:cs="Arial"/>
          <w:sz w:val="24"/>
          <w:szCs w:val="24"/>
        </w:rPr>
      </w:pPr>
      <w:r w:rsidRPr="00FD7BF1">
        <w:rPr>
          <w:rFonts w:asciiTheme="minorHAnsi" w:hAnsiTheme="minorHAnsi" w:cs="Arial"/>
          <w:sz w:val="24"/>
          <w:szCs w:val="24"/>
        </w:rPr>
        <w:t>three branches of government</w:t>
      </w:r>
    </w:p>
    <w:p w:rsidR="00795B43" w:rsidRPr="00FD7BF1" w:rsidRDefault="00795B43" w:rsidP="00795B43">
      <w:pPr>
        <w:numPr>
          <w:ilvl w:val="0"/>
          <w:numId w:val="173"/>
        </w:numPr>
        <w:spacing w:before="0" w:after="0" w:line="360" w:lineRule="auto"/>
        <w:rPr>
          <w:rFonts w:asciiTheme="minorHAnsi" w:hAnsiTheme="minorHAnsi" w:cs="Arial"/>
          <w:sz w:val="24"/>
          <w:szCs w:val="24"/>
        </w:rPr>
      </w:pPr>
      <w:r w:rsidRPr="00FD7BF1">
        <w:rPr>
          <w:rFonts w:asciiTheme="minorHAnsi" w:hAnsiTheme="minorHAnsi" w:cs="Arial"/>
          <w:sz w:val="24"/>
          <w:szCs w:val="24"/>
        </w:rPr>
        <w:t>the U.S. Constitution</w:t>
      </w:r>
    </w:p>
    <w:p w:rsidR="00795B43" w:rsidRPr="00FD7BF1" w:rsidRDefault="00795B43" w:rsidP="00795B43">
      <w:pPr>
        <w:numPr>
          <w:ilvl w:val="0"/>
          <w:numId w:val="173"/>
        </w:numPr>
        <w:spacing w:before="0" w:after="0" w:line="360" w:lineRule="auto"/>
        <w:rPr>
          <w:rFonts w:asciiTheme="minorHAnsi" w:hAnsiTheme="minorHAnsi"/>
          <w:sz w:val="24"/>
          <w:szCs w:val="24"/>
        </w:rPr>
      </w:pPr>
      <w:r w:rsidRPr="00FD7BF1">
        <w:rPr>
          <w:rFonts w:asciiTheme="minorHAnsi" w:hAnsiTheme="minorHAnsi" w:cs="Arial"/>
          <w:sz w:val="24"/>
          <w:szCs w:val="24"/>
        </w:rPr>
        <w:t>All of</w:t>
      </w:r>
      <w:r w:rsidRPr="00FD7BF1">
        <w:rPr>
          <w:rFonts w:asciiTheme="minorHAnsi" w:hAnsiTheme="minorHAnsi"/>
          <w:sz w:val="24"/>
          <w:szCs w:val="24"/>
        </w:rPr>
        <w:t xml:space="preserve"> these reflect a compromise between </w:t>
      </w:r>
      <w:proofErr w:type="spellStart"/>
      <w:r w:rsidRPr="00FD7BF1">
        <w:rPr>
          <w:rFonts w:asciiTheme="minorHAnsi" w:hAnsiTheme="minorHAnsi"/>
          <w:sz w:val="24"/>
          <w:szCs w:val="24"/>
        </w:rPr>
        <w:t>Madisonian</w:t>
      </w:r>
      <w:proofErr w:type="spellEnd"/>
      <w:r w:rsidRPr="00FD7BF1">
        <w:rPr>
          <w:rFonts w:asciiTheme="minorHAnsi" w:hAnsiTheme="minorHAnsi"/>
          <w:sz w:val="24"/>
          <w:szCs w:val="24"/>
        </w:rPr>
        <w:t xml:space="preserve"> and Hamiltonian models of government.</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Hurricane Katrina dealt a severe blow to over a million people in Louisiana and the coastal regions of Mississippi. The widely criticized response of the Federal Emergency Management Association (FEMA) to Hurricane Katrina suggests that the federal administration alone cannot ensure that individual, family, state, or local needs will be met. What policy, supported by events like Katrina, argues for moving more power and responsibility to the states and away from the federal government?</w:t>
      </w:r>
    </w:p>
    <w:p w:rsidR="00795B43" w:rsidRPr="00FD7BF1" w:rsidRDefault="00795B43" w:rsidP="00795B43">
      <w:pPr>
        <w:numPr>
          <w:ilvl w:val="0"/>
          <w:numId w:val="174"/>
        </w:numPr>
        <w:spacing w:before="0" w:after="0" w:line="360" w:lineRule="auto"/>
        <w:rPr>
          <w:rFonts w:asciiTheme="minorHAnsi" w:hAnsiTheme="minorHAnsi" w:cs="Arial"/>
          <w:sz w:val="24"/>
          <w:szCs w:val="24"/>
        </w:rPr>
      </w:pPr>
      <w:r w:rsidRPr="00FD7BF1">
        <w:rPr>
          <w:rFonts w:asciiTheme="minorHAnsi" w:hAnsiTheme="minorHAnsi" w:cs="Arial"/>
          <w:sz w:val="24"/>
          <w:szCs w:val="24"/>
        </w:rPr>
        <w:t>States’ rights debate</w:t>
      </w:r>
    </w:p>
    <w:p w:rsidR="00795B43" w:rsidRPr="00FD7BF1" w:rsidRDefault="00795B43" w:rsidP="00795B43">
      <w:pPr>
        <w:numPr>
          <w:ilvl w:val="0"/>
          <w:numId w:val="174"/>
        </w:numPr>
        <w:spacing w:before="0" w:after="0" w:line="360" w:lineRule="auto"/>
        <w:rPr>
          <w:rFonts w:asciiTheme="minorHAnsi" w:hAnsiTheme="minorHAnsi" w:cs="Arial"/>
          <w:sz w:val="24"/>
          <w:szCs w:val="24"/>
        </w:rPr>
      </w:pPr>
      <w:r w:rsidRPr="00FD7BF1">
        <w:rPr>
          <w:rFonts w:asciiTheme="minorHAnsi" w:hAnsiTheme="minorHAnsi" w:cs="Arial"/>
          <w:sz w:val="24"/>
          <w:szCs w:val="24"/>
        </w:rPr>
        <w:t>Isolationism</w:t>
      </w:r>
    </w:p>
    <w:p w:rsidR="00795B43" w:rsidRPr="00FD7BF1" w:rsidRDefault="00795B43" w:rsidP="00795B43">
      <w:pPr>
        <w:numPr>
          <w:ilvl w:val="0"/>
          <w:numId w:val="174"/>
        </w:numPr>
        <w:spacing w:before="0" w:after="0" w:line="360" w:lineRule="auto"/>
        <w:rPr>
          <w:rFonts w:asciiTheme="minorHAnsi" w:hAnsiTheme="minorHAnsi" w:cs="Arial"/>
          <w:sz w:val="24"/>
          <w:szCs w:val="24"/>
        </w:rPr>
      </w:pPr>
      <w:r w:rsidRPr="00FD7BF1">
        <w:rPr>
          <w:rFonts w:asciiTheme="minorHAnsi" w:hAnsiTheme="minorHAnsi" w:cs="Arial"/>
          <w:sz w:val="24"/>
          <w:szCs w:val="24"/>
        </w:rPr>
        <w:t>Devolution</w:t>
      </w:r>
    </w:p>
    <w:p w:rsidR="00795B43" w:rsidRPr="00FD7BF1" w:rsidRDefault="00795B43" w:rsidP="00795B43">
      <w:pPr>
        <w:numPr>
          <w:ilvl w:val="0"/>
          <w:numId w:val="174"/>
        </w:numPr>
        <w:spacing w:before="0" w:after="0" w:line="360" w:lineRule="auto"/>
        <w:rPr>
          <w:rFonts w:asciiTheme="minorHAnsi" w:hAnsiTheme="minorHAnsi" w:cs="Arial"/>
          <w:sz w:val="24"/>
          <w:szCs w:val="24"/>
        </w:rPr>
      </w:pPr>
      <w:r w:rsidRPr="00FD7BF1">
        <w:rPr>
          <w:rFonts w:asciiTheme="minorHAnsi" w:hAnsiTheme="minorHAnsi" w:cs="Arial"/>
          <w:sz w:val="24"/>
          <w:szCs w:val="24"/>
        </w:rPr>
        <w:t>Checks and balances</w:t>
      </w:r>
    </w:p>
    <w:p w:rsidR="00795B43" w:rsidRPr="00FD7BF1" w:rsidRDefault="00795B43" w:rsidP="00795B43">
      <w:pPr>
        <w:numPr>
          <w:ilvl w:val="0"/>
          <w:numId w:val="174"/>
        </w:numPr>
        <w:spacing w:before="0" w:after="0" w:line="360" w:lineRule="auto"/>
        <w:rPr>
          <w:rFonts w:asciiTheme="minorHAnsi" w:hAnsiTheme="minorHAnsi"/>
          <w:sz w:val="24"/>
          <w:szCs w:val="24"/>
        </w:rPr>
      </w:pPr>
      <w:r w:rsidRPr="00FD7BF1">
        <w:rPr>
          <w:rFonts w:asciiTheme="minorHAnsi" w:hAnsiTheme="minorHAnsi" w:cs="Arial"/>
          <w:sz w:val="24"/>
          <w:szCs w:val="24"/>
        </w:rPr>
        <w:t>Federalism</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The statement “Government should provide jobs to all Americans able to work but unable to find employment” is an example of __________.</w:t>
      </w:r>
    </w:p>
    <w:p w:rsidR="00795B43" w:rsidRPr="00FD7BF1" w:rsidRDefault="00795B43" w:rsidP="00795B43">
      <w:pPr>
        <w:numPr>
          <w:ilvl w:val="0"/>
          <w:numId w:val="175"/>
        </w:numPr>
        <w:spacing w:before="0" w:after="0" w:line="360" w:lineRule="auto"/>
        <w:rPr>
          <w:rFonts w:asciiTheme="minorHAnsi" w:hAnsiTheme="minorHAnsi" w:cs="Arial"/>
          <w:sz w:val="24"/>
          <w:szCs w:val="24"/>
        </w:rPr>
      </w:pPr>
      <w:r w:rsidRPr="00FD7BF1">
        <w:rPr>
          <w:rFonts w:asciiTheme="minorHAnsi" w:hAnsiTheme="minorHAnsi" w:cs="Arial"/>
          <w:sz w:val="24"/>
          <w:szCs w:val="24"/>
        </w:rPr>
        <w:t>federalism</w:t>
      </w:r>
    </w:p>
    <w:p w:rsidR="00795B43" w:rsidRPr="00FD7BF1" w:rsidRDefault="00795B43" w:rsidP="00795B43">
      <w:pPr>
        <w:numPr>
          <w:ilvl w:val="0"/>
          <w:numId w:val="175"/>
        </w:numPr>
        <w:spacing w:before="0" w:after="0" w:line="360" w:lineRule="auto"/>
        <w:rPr>
          <w:rFonts w:asciiTheme="minorHAnsi" w:hAnsiTheme="minorHAnsi" w:cs="Arial"/>
          <w:sz w:val="24"/>
          <w:szCs w:val="24"/>
        </w:rPr>
      </w:pPr>
      <w:r w:rsidRPr="00FD7BF1">
        <w:rPr>
          <w:rFonts w:asciiTheme="minorHAnsi" w:hAnsiTheme="minorHAnsi" w:cs="Arial"/>
          <w:sz w:val="24"/>
          <w:szCs w:val="24"/>
        </w:rPr>
        <w:t>inherent powers</w:t>
      </w:r>
    </w:p>
    <w:p w:rsidR="00795B43" w:rsidRPr="00FD7BF1" w:rsidRDefault="00795B43" w:rsidP="00795B43">
      <w:pPr>
        <w:numPr>
          <w:ilvl w:val="0"/>
          <w:numId w:val="175"/>
        </w:numPr>
        <w:spacing w:before="0" w:after="0" w:line="360" w:lineRule="auto"/>
        <w:rPr>
          <w:rFonts w:asciiTheme="minorHAnsi" w:hAnsiTheme="minorHAnsi" w:cs="Arial"/>
          <w:sz w:val="24"/>
          <w:szCs w:val="24"/>
        </w:rPr>
      </w:pPr>
      <w:r w:rsidRPr="00FD7BF1">
        <w:rPr>
          <w:rFonts w:asciiTheme="minorHAnsi" w:hAnsiTheme="minorHAnsi" w:cs="Arial"/>
          <w:sz w:val="24"/>
          <w:szCs w:val="24"/>
        </w:rPr>
        <w:t>liberalism</w:t>
      </w:r>
    </w:p>
    <w:p w:rsidR="00795B43" w:rsidRPr="00FD7BF1" w:rsidRDefault="00795B43" w:rsidP="00795B43">
      <w:pPr>
        <w:numPr>
          <w:ilvl w:val="0"/>
          <w:numId w:val="175"/>
        </w:numPr>
        <w:spacing w:before="0" w:after="0" w:line="360" w:lineRule="auto"/>
        <w:rPr>
          <w:rFonts w:asciiTheme="minorHAnsi" w:hAnsiTheme="minorHAnsi" w:cs="Arial"/>
          <w:sz w:val="24"/>
          <w:szCs w:val="24"/>
        </w:rPr>
      </w:pPr>
      <w:r w:rsidRPr="00FD7BF1">
        <w:rPr>
          <w:rFonts w:asciiTheme="minorHAnsi" w:hAnsiTheme="minorHAnsi" w:cs="Arial"/>
          <w:sz w:val="24"/>
          <w:szCs w:val="24"/>
        </w:rPr>
        <w:t>Unilateralism</w:t>
      </w:r>
    </w:p>
    <w:p w:rsidR="00795B43" w:rsidRPr="00FD7BF1" w:rsidRDefault="00795B43" w:rsidP="00795B43">
      <w:pPr>
        <w:numPr>
          <w:ilvl w:val="0"/>
          <w:numId w:val="175"/>
        </w:numPr>
        <w:spacing w:before="0" w:after="0" w:line="360" w:lineRule="auto"/>
        <w:rPr>
          <w:rFonts w:asciiTheme="minorHAnsi" w:hAnsiTheme="minorHAnsi"/>
          <w:sz w:val="24"/>
          <w:szCs w:val="24"/>
        </w:rPr>
      </w:pPr>
      <w:r w:rsidRPr="00FD7BF1">
        <w:rPr>
          <w:rFonts w:asciiTheme="minorHAnsi" w:hAnsiTheme="minorHAnsi" w:cs="Arial"/>
          <w:sz w:val="24"/>
          <w:szCs w:val="24"/>
        </w:rPr>
        <w:t>conservatism</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American political culture emphasizes three concepts: 1) democracy as an appropriate form of government and its goals of equality, 2) individual freedom, and 3) due process of law. The process of acquiring this culture and political knowledge is a complex and lifelong process. </w:t>
      </w:r>
    </w:p>
    <w:p w:rsidR="00795B43" w:rsidRPr="00FD7BF1" w:rsidRDefault="00795B43" w:rsidP="00795B43">
      <w:pPr>
        <w:pStyle w:val="ans"/>
        <w:spacing w:line="360" w:lineRule="auto"/>
        <w:rPr>
          <w:rFonts w:asciiTheme="minorHAnsi" w:hAnsiTheme="minorHAnsi"/>
          <w:sz w:val="24"/>
          <w:szCs w:val="24"/>
        </w:rPr>
      </w:pPr>
    </w:p>
    <w:p w:rsidR="00795B43" w:rsidRPr="00FD7BF1" w:rsidRDefault="00795B43" w:rsidP="00795B43">
      <w:pPr>
        <w:pStyle w:val="body"/>
        <w:ind w:left="360" w:firstLine="180"/>
        <w:rPr>
          <w:rFonts w:asciiTheme="minorHAnsi" w:hAnsiTheme="minorHAnsi"/>
          <w:sz w:val="24"/>
          <w:szCs w:val="24"/>
        </w:rPr>
      </w:pPr>
      <w:r w:rsidRPr="00FD7BF1">
        <w:rPr>
          <w:rFonts w:asciiTheme="minorHAnsi" w:hAnsiTheme="minorHAnsi"/>
          <w:sz w:val="24"/>
          <w:szCs w:val="24"/>
        </w:rPr>
        <w:t xml:space="preserve">By what means is a child who visits the U.S. Congress on a field trip with his or her school acquiring political socialization? </w:t>
      </w:r>
    </w:p>
    <w:p w:rsidR="00795B43" w:rsidRPr="00FD7BF1" w:rsidRDefault="00795B43" w:rsidP="00795B43">
      <w:pPr>
        <w:numPr>
          <w:ilvl w:val="0"/>
          <w:numId w:val="176"/>
        </w:numPr>
        <w:spacing w:before="0" w:after="0" w:line="360" w:lineRule="auto"/>
        <w:rPr>
          <w:rFonts w:asciiTheme="minorHAnsi" w:hAnsiTheme="minorHAnsi" w:cs="Arial"/>
          <w:sz w:val="24"/>
          <w:szCs w:val="24"/>
        </w:rPr>
      </w:pPr>
      <w:r w:rsidRPr="00FD7BF1">
        <w:rPr>
          <w:rFonts w:asciiTheme="minorHAnsi" w:hAnsiTheme="minorHAnsi" w:cs="Arial"/>
          <w:sz w:val="24"/>
          <w:szCs w:val="24"/>
        </w:rPr>
        <w:t>Church</w:t>
      </w:r>
    </w:p>
    <w:p w:rsidR="00795B43" w:rsidRPr="00FD7BF1" w:rsidRDefault="00795B43" w:rsidP="00795B43">
      <w:pPr>
        <w:numPr>
          <w:ilvl w:val="0"/>
          <w:numId w:val="176"/>
        </w:numPr>
        <w:spacing w:before="0" w:after="0" w:line="360" w:lineRule="auto"/>
        <w:rPr>
          <w:rFonts w:asciiTheme="minorHAnsi" w:hAnsiTheme="minorHAnsi" w:cs="Arial"/>
          <w:sz w:val="24"/>
          <w:szCs w:val="24"/>
        </w:rPr>
      </w:pPr>
      <w:r w:rsidRPr="00FD7BF1">
        <w:rPr>
          <w:rFonts w:asciiTheme="minorHAnsi" w:hAnsiTheme="minorHAnsi" w:cs="Arial"/>
          <w:sz w:val="24"/>
          <w:szCs w:val="24"/>
        </w:rPr>
        <w:t>Family</w:t>
      </w:r>
      <w:r w:rsidRPr="00FD7BF1" w:rsidDel="00125C7E">
        <w:rPr>
          <w:rFonts w:asciiTheme="minorHAnsi" w:hAnsiTheme="minorHAnsi" w:cs="Arial"/>
          <w:sz w:val="24"/>
          <w:szCs w:val="24"/>
        </w:rPr>
        <w:t xml:space="preserve"> </w:t>
      </w:r>
    </w:p>
    <w:p w:rsidR="00795B43" w:rsidRPr="00FD7BF1" w:rsidRDefault="00795B43" w:rsidP="00795B43">
      <w:pPr>
        <w:numPr>
          <w:ilvl w:val="0"/>
          <w:numId w:val="176"/>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Genetics </w:t>
      </w:r>
    </w:p>
    <w:p w:rsidR="00795B43" w:rsidRPr="00FD7BF1" w:rsidRDefault="00795B43" w:rsidP="00795B43">
      <w:pPr>
        <w:numPr>
          <w:ilvl w:val="0"/>
          <w:numId w:val="176"/>
        </w:numPr>
        <w:spacing w:before="0" w:after="0" w:line="360" w:lineRule="auto"/>
        <w:rPr>
          <w:rFonts w:asciiTheme="minorHAnsi" w:hAnsiTheme="minorHAnsi" w:cs="Arial"/>
          <w:sz w:val="24"/>
          <w:szCs w:val="24"/>
        </w:rPr>
      </w:pPr>
      <w:r w:rsidRPr="00FD7BF1">
        <w:rPr>
          <w:rFonts w:asciiTheme="minorHAnsi" w:hAnsiTheme="minorHAnsi" w:cs="Arial"/>
          <w:sz w:val="24"/>
          <w:szCs w:val="24"/>
        </w:rPr>
        <w:t xml:space="preserve">The media </w:t>
      </w:r>
    </w:p>
    <w:p w:rsidR="00795B43" w:rsidRPr="00FD7BF1" w:rsidRDefault="00795B43" w:rsidP="00795B43">
      <w:pPr>
        <w:numPr>
          <w:ilvl w:val="0"/>
          <w:numId w:val="176"/>
        </w:numPr>
        <w:spacing w:before="0" w:after="0" w:line="360" w:lineRule="auto"/>
        <w:rPr>
          <w:rFonts w:asciiTheme="minorHAnsi" w:hAnsiTheme="minorHAnsi"/>
          <w:sz w:val="24"/>
          <w:szCs w:val="24"/>
        </w:rPr>
      </w:pPr>
      <w:r w:rsidRPr="00FD7BF1">
        <w:rPr>
          <w:rFonts w:asciiTheme="minorHAnsi" w:hAnsiTheme="minorHAnsi" w:cs="Arial"/>
          <w:sz w:val="24"/>
          <w:szCs w:val="24"/>
        </w:rPr>
        <w:t>School</w:t>
      </w:r>
      <w:r w:rsidRPr="00FD7BF1">
        <w:rPr>
          <w:rFonts w:asciiTheme="minorHAnsi" w:hAnsiTheme="minorHAnsi"/>
          <w:sz w:val="24"/>
          <w:szCs w:val="24"/>
        </w:rPr>
        <w:t xml:space="preserve"> </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The United States’ Congress is a bicameral legislature and is known as The Great Compromise. What might be the first order of business for a newly elected member of the Senate?</w:t>
      </w:r>
    </w:p>
    <w:p w:rsidR="00795B43" w:rsidRPr="00FD7BF1" w:rsidRDefault="00795B43" w:rsidP="00795B43">
      <w:pPr>
        <w:pStyle w:val="ans"/>
        <w:numPr>
          <w:ilvl w:val="0"/>
          <w:numId w:val="166"/>
        </w:numPr>
        <w:spacing w:line="360" w:lineRule="auto"/>
        <w:rPr>
          <w:rFonts w:asciiTheme="minorHAnsi" w:hAnsiTheme="minorHAnsi"/>
          <w:sz w:val="24"/>
          <w:szCs w:val="24"/>
        </w:rPr>
      </w:pPr>
      <w:r w:rsidRPr="00FD7BF1">
        <w:rPr>
          <w:rFonts w:asciiTheme="minorHAnsi" w:hAnsiTheme="minorHAnsi"/>
          <w:sz w:val="24"/>
          <w:szCs w:val="24"/>
        </w:rPr>
        <w:t>Build relationships with senior members of the Senate.</w:t>
      </w:r>
    </w:p>
    <w:p w:rsidR="00795B43" w:rsidRPr="00FD7BF1" w:rsidRDefault="00795B43" w:rsidP="00795B43">
      <w:pPr>
        <w:pStyle w:val="ans"/>
        <w:numPr>
          <w:ilvl w:val="0"/>
          <w:numId w:val="166"/>
        </w:numPr>
        <w:spacing w:line="360" w:lineRule="auto"/>
        <w:rPr>
          <w:rFonts w:asciiTheme="minorHAnsi" w:hAnsiTheme="minorHAnsi"/>
          <w:sz w:val="24"/>
          <w:szCs w:val="24"/>
        </w:rPr>
      </w:pPr>
      <w:r w:rsidRPr="00FD7BF1">
        <w:rPr>
          <w:rFonts w:asciiTheme="minorHAnsi" w:hAnsiTheme="minorHAnsi"/>
          <w:sz w:val="24"/>
          <w:szCs w:val="24"/>
        </w:rPr>
        <w:t>Meet with constituents back home to build support for another term.</w:t>
      </w:r>
    </w:p>
    <w:p w:rsidR="00795B43" w:rsidRPr="00FD7BF1" w:rsidRDefault="00795B43" w:rsidP="00795B43">
      <w:pPr>
        <w:pStyle w:val="ans"/>
        <w:numPr>
          <w:ilvl w:val="0"/>
          <w:numId w:val="166"/>
        </w:numPr>
        <w:spacing w:line="360" w:lineRule="auto"/>
        <w:rPr>
          <w:rFonts w:asciiTheme="minorHAnsi" w:hAnsiTheme="minorHAnsi"/>
          <w:sz w:val="24"/>
          <w:szCs w:val="24"/>
        </w:rPr>
      </w:pPr>
      <w:r w:rsidRPr="00FD7BF1">
        <w:rPr>
          <w:rFonts w:asciiTheme="minorHAnsi" w:hAnsiTheme="minorHAnsi"/>
          <w:sz w:val="24"/>
          <w:szCs w:val="24"/>
        </w:rPr>
        <w:t>Try to get on a committee that will affect policy, help, and help them get reelected.</w:t>
      </w:r>
    </w:p>
    <w:p w:rsidR="00795B43" w:rsidRPr="00FD7BF1" w:rsidRDefault="00795B43" w:rsidP="00795B43">
      <w:pPr>
        <w:pStyle w:val="ans"/>
        <w:numPr>
          <w:ilvl w:val="0"/>
          <w:numId w:val="166"/>
        </w:numPr>
        <w:spacing w:line="360" w:lineRule="auto"/>
        <w:rPr>
          <w:rFonts w:asciiTheme="minorHAnsi" w:hAnsiTheme="minorHAnsi"/>
          <w:sz w:val="24"/>
          <w:szCs w:val="24"/>
        </w:rPr>
      </w:pPr>
      <w:r w:rsidRPr="00FD7BF1">
        <w:rPr>
          <w:rFonts w:asciiTheme="minorHAnsi" w:hAnsiTheme="minorHAnsi"/>
          <w:sz w:val="24"/>
          <w:szCs w:val="24"/>
        </w:rPr>
        <w:t xml:space="preserve">Vote for the Senate president </w:t>
      </w:r>
      <w:r w:rsidRPr="00FD7BF1">
        <w:rPr>
          <w:rFonts w:asciiTheme="minorHAnsi" w:hAnsiTheme="minorHAnsi"/>
          <w:i/>
          <w:sz w:val="24"/>
          <w:szCs w:val="24"/>
        </w:rPr>
        <w:t>pro tempore</w:t>
      </w:r>
      <w:r w:rsidRPr="00FD7BF1">
        <w:rPr>
          <w:rFonts w:asciiTheme="minorHAnsi" w:hAnsiTheme="minorHAnsi"/>
          <w:sz w:val="24"/>
          <w:szCs w:val="24"/>
        </w:rPr>
        <w:t>.</w:t>
      </w:r>
    </w:p>
    <w:p w:rsidR="00795B43" w:rsidRPr="00FD7BF1" w:rsidRDefault="00795B43" w:rsidP="00795B43">
      <w:pPr>
        <w:pStyle w:val="ans"/>
        <w:numPr>
          <w:ilvl w:val="0"/>
          <w:numId w:val="166"/>
        </w:numPr>
        <w:spacing w:line="360" w:lineRule="auto"/>
        <w:rPr>
          <w:rFonts w:asciiTheme="minorHAnsi" w:hAnsiTheme="minorHAnsi"/>
          <w:sz w:val="24"/>
          <w:szCs w:val="24"/>
        </w:rPr>
      </w:pPr>
      <w:r w:rsidRPr="00FD7BF1">
        <w:rPr>
          <w:rFonts w:asciiTheme="minorHAnsi" w:hAnsiTheme="minorHAnsi"/>
          <w:sz w:val="24"/>
          <w:szCs w:val="24"/>
        </w:rPr>
        <w:t>A first-year senator might participate in all these activities.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The ability to influence and manipulate public opinion is a significant tool. While the media cannot tell the American public what to think, it can tell them what to think about. </w:t>
      </w:r>
    </w:p>
    <w:p w:rsidR="00795B43" w:rsidRPr="00FD7BF1" w:rsidRDefault="00795B43" w:rsidP="00795B43">
      <w:pPr>
        <w:pStyle w:val="ans"/>
        <w:spacing w:line="360" w:lineRule="auto"/>
        <w:rPr>
          <w:rFonts w:asciiTheme="minorHAnsi" w:hAnsiTheme="minorHAnsi"/>
          <w:sz w:val="24"/>
          <w:szCs w:val="24"/>
        </w:rPr>
      </w:pPr>
    </w:p>
    <w:p w:rsidR="00795B43" w:rsidRPr="00FD7BF1" w:rsidRDefault="00795B43" w:rsidP="00795B43">
      <w:pPr>
        <w:pStyle w:val="body"/>
        <w:ind w:left="360" w:firstLine="180"/>
        <w:rPr>
          <w:rFonts w:asciiTheme="minorHAnsi" w:hAnsiTheme="minorHAnsi"/>
          <w:sz w:val="24"/>
          <w:szCs w:val="24"/>
        </w:rPr>
      </w:pPr>
      <w:r w:rsidRPr="00FD7BF1">
        <w:rPr>
          <w:rFonts w:asciiTheme="minorHAnsi" w:hAnsiTheme="minorHAnsi"/>
          <w:sz w:val="24"/>
          <w:szCs w:val="24"/>
        </w:rPr>
        <w:t>What is the best way to describe the media’s impact upon American politics?</w:t>
      </w:r>
    </w:p>
    <w:p w:rsidR="00795B43" w:rsidRPr="00FD7BF1" w:rsidRDefault="00795B43" w:rsidP="00795B43">
      <w:pPr>
        <w:pStyle w:val="ans"/>
        <w:numPr>
          <w:ilvl w:val="0"/>
          <w:numId w:val="167"/>
        </w:numPr>
        <w:spacing w:line="360" w:lineRule="auto"/>
        <w:rPr>
          <w:rFonts w:asciiTheme="minorHAnsi" w:hAnsiTheme="minorHAnsi"/>
          <w:sz w:val="24"/>
          <w:szCs w:val="24"/>
        </w:rPr>
      </w:pPr>
      <w:r w:rsidRPr="00FD7BF1">
        <w:rPr>
          <w:rFonts w:asciiTheme="minorHAnsi" w:hAnsiTheme="minorHAnsi"/>
          <w:sz w:val="24"/>
          <w:szCs w:val="24"/>
        </w:rPr>
        <w:t>Indirect</w:t>
      </w:r>
    </w:p>
    <w:p w:rsidR="00795B43" w:rsidRPr="00FD7BF1" w:rsidRDefault="00795B43" w:rsidP="00795B43">
      <w:pPr>
        <w:pStyle w:val="ans"/>
        <w:numPr>
          <w:ilvl w:val="0"/>
          <w:numId w:val="167"/>
        </w:numPr>
        <w:spacing w:line="360" w:lineRule="auto"/>
        <w:rPr>
          <w:rFonts w:asciiTheme="minorHAnsi" w:hAnsiTheme="minorHAnsi"/>
          <w:sz w:val="24"/>
          <w:szCs w:val="24"/>
        </w:rPr>
      </w:pPr>
      <w:r w:rsidRPr="00FD7BF1">
        <w:rPr>
          <w:rFonts w:asciiTheme="minorHAnsi" w:hAnsiTheme="minorHAnsi"/>
          <w:sz w:val="24"/>
          <w:szCs w:val="24"/>
        </w:rPr>
        <w:t>Objective journalism</w:t>
      </w:r>
    </w:p>
    <w:p w:rsidR="00795B43" w:rsidRPr="00FD7BF1" w:rsidRDefault="00795B43" w:rsidP="00795B43">
      <w:pPr>
        <w:pStyle w:val="ans"/>
        <w:numPr>
          <w:ilvl w:val="0"/>
          <w:numId w:val="167"/>
        </w:numPr>
        <w:spacing w:line="360" w:lineRule="auto"/>
        <w:rPr>
          <w:rFonts w:asciiTheme="minorHAnsi" w:hAnsiTheme="minorHAnsi"/>
          <w:sz w:val="24"/>
          <w:szCs w:val="24"/>
        </w:rPr>
      </w:pPr>
      <w:r w:rsidRPr="00FD7BF1">
        <w:rPr>
          <w:rFonts w:asciiTheme="minorHAnsi" w:hAnsiTheme="minorHAnsi"/>
          <w:sz w:val="24"/>
          <w:szCs w:val="24"/>
        </w:rPr>
        <w:t>Powerful</w:t>
      </w:r>
    </w:p>
    <w:p w:rsidR="00795B43" w:rsidRPr="00FD7BF1" w:rsidRDefault="00795B43" w:rsidP="00795B43">
      <w:pPr>
        <w:pStyle w:val="ans"/>
        <w:numPr>
          <w:ilvl w:val="0"/>
          <w:numId w:val="167"/>
        </w:numPr>
        <w:spacing w:line="360" w:lineRule="auto"/>
        <w:rPr>
          <w:rFonts w:asciiTheme="minorHAnsi" w:hAnsiTheme="minorHAnsi"/>
          <w:sz w:val="24"/>
          <w:szCs w:val="24"/>
        </w:rPr>
      </w:pPr>
      <w:r w:rsidRPr="00FD7BF1">
        <w:rPr>
          <w:rFonts w:asciiTheme="minorHAnsi" w:hAnsiTheme="minorHAnsi"/>
          <w:sz w:val="24"/>
          <w:szCs w:val="24"/>
        </w:rPr>
        <w:t>Signaling</w:t>
      </w:r>
    </w:p>
    <w:p w:rsidR="00795B43" w:rsidRPr="00FD7BF1" w:rsidRDefault="00795B43" w:rsidP="00795B43">
      <w:pPr>
        <w:pStyle w:val="ans"/>
        <w:numPr>
          <w:ilvl w:val="0"/>
          <w:numId w:val="167"/>
        </w:numPr>
        <w:spacing w:line="360" w:lineRule="auto"/>
        <w:rPr>
          <w:rFonts w:asciiTheme="minorHAnsi" w:hAnsiTheme="minorHAnsi"/>
          <w:sz w:val="24"/>
          <w:szCs w:val="24"/>
        </w:rPr>
      </w:pPr>
      <w:r w:rsidRPr="00FD7BF1">
        <w:rPr>
          <w:rFonts w:asciiTheme="minorHAnsi" w:hAnsiTheme="minorHAnsi"/>
          <w:sz w:val="24"/>
          <w:szCs w:val="24"/>
        </w:rPr>
        <w:t>None of the above</w:t>
      </w:r>
    </w:p>
    <w:p w:rsidR="00795B43" w:rsidRPr="00FD7BF1" w:rsidRDefault="00795B43" w:rsidP="00795B43">
      <w:pPr>
        <w:pStyle w:val="body"/>
        <w:rPr>
          <w:rFonts w:asciiTheme="minorHAnsi" w:hAnsiTheme="minorHAnsi"/>
          <w:sz w:val="24"/>
          <w:szCs w:val="24"/>
        </w:rPr>
      </w:pPr>
    </w:p>
    <w:p w:rsidR="00795B43" w:rsidRDefault="00795B43" w:rsidP="00795B43">
      <w:pPr>
        <w:spacing w:before="0" w:after="0" w:line="240" w:lineRule="auto"/>
        <w:rPr>
          <w:rFonts w:asciiTheme="minorHAnsi" w:hAnsiTheme="minorHAnsi"/>
          <w:sz w:val="24"/>
          <w:szCs w:val="24"/>
        </w:rPr>
      </w:pPr>
      <w:r>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When 40,000 people descend on Washington, DC, to rally for tougher child support laws, this stage of the policy-making process is called __________.</w:t>
      </w:r>
    </w:p>
    <w:p w:rsidR="00795B43" w:rsidRPr="00FD7BF1" w:rsidRDefault="00795B43" w:rsidP="00795B43">
      <w:pPr>
        <w:pStyle w:val="ans"/>
        <w:numPr>
          <w:ilvl w:val="0"/>
          <w:numId w:val="155"/>
        </w:numPr>
        <w:spacing w:line="360" w:lineRule="auto"/>
        <w:rPr>
          <w:rFonts w:asciiTheme="minorHAnsi" w:hAnsiTheme="minorHAnsi"/>
          <w:sz w:val="24"/>
          <w:szCs w:val="24"/>
        </w:rPr>
      </w:pPr>
      <w:r w:rsidRPr="00FD7BF1">
        <w:rPr>
          <w:rFonts w:asciiTheme="minorHAnsi" w:hAnsiTheme="minorHAnsi"/>
          <w:sz w:val="24"/>
          <w:szCs w:val="24"/>
        </w:rPr>
        <w:t>issue identification</w:t>
      </w:r>
    </w:p>
    <w:p w:rsidR="00795B43" w:rsidRPr="00FD7BF1" w:rsidRDefault="00795B43" w:rsidP="00795B43">
      <w:pPr>
        <w:pStyle w:val="ans"/>
        <w:numPr>
          <w:ilvl w:val="0"/>
          <w:numId w:val="155"/>
        </w:numPr>
        <w:spacing w:line="360" w:lineRule="auto"/>
        <w:rPr>
          <w:rFonts w:asciiTheme="minorHAnsi" w:hAnsiTheme="minorHAnsi"/>
          <w:sz w:val="24"/>
          <w:szCs w:val="24"/>
        </w:rPr>
      </w:pPr>
      <w:r w:rsidRPr="00FD7BF1">
        <w:rPr>
          <w:rFonts w:asciiTheme="minorHAnsi" w:hAnsiTheme="minorHAnsi"/>
          <w:sz w:val="24"/>
          <w:szCs w:val="24"/>
        </w:rPr>
        <w:t>policy coherence</w:t>
      </w:r>
    </w:p>
    <w:p w:rsidR="00795B43" w:rsidRPr="00FD7BF1" w:rsidRDefault="00795B43" w:rsidP="00795B43">
      <w:pPr>
        <w:pStyle w:val="ans"/>
        <w:numPr>
          <w:ilvl w:val="0"/>
          <w:numId w:val="155"/>
        </w:numPr>
        <w:spacing w:line="360" w:lineRule="auto"/>
        <w:rPr>
          <w:rFonts w:asciiTheme="minorHAnsi" w:hAnsiTheme="minorHAnsi"/>
          <w:sz w:val="24"/>
          <w:szCs w:val="24"/>
        </w:rPr>
      </w:pPr>
      <w:r w:rsidRPr="00FD7BF1">
        <w:rPr>
          <w:rFonts w:asciiTheme="minorHAnsi" w:hAnsiTheme="minorHAnsi"/>
          <w:sz w:val="24"/>
          <w:szCs w:val="24"/>
        </w:rPr>
        <w:t>policy formulation</w:t>
      </w:r>
    </w:p>
    <w:p w:rsidR="00795B43" w:rsidRPr="00FD7BF1" w:rsidRDefault="00795B43" w:rsidP="00795B43">
      <w:pPr>
        <w:pStyle w:val="ans"/>
        <w:numPr>
          <w:ilvl w:val="0"/>
          <w:numId w:val="155"/>
        </w:numPr>
        <w:spacing w:line="360" w:lineRule="auto"/>
        <w:rPr>
          <w:rFonts w:asciiTheme="minorHAnsi" w:hAnsiTheme="minorHAnsi"/>
          <w:sz w:val="24"/>
          <w:szCs w:val="24"/>
        </w:rPr>
      </w:pPr>
      <w:r w:rsidRPr="00FD7BF1">
        <w:rPr>
          <w:rFonts w:asciiTheme="minorHAnsi" w:hAnsiTheme="minorHAnsi"/>
          <w:sz w:val="24"/>
          <w:szCs w:val="24"/>
        </w:rPr>
        <w:t>policy evaluation</w:t>
      </w:r>
    </w:p>
    <w:p w:rsidR="00795B43" w:rsidRPr="00FD7BF1" w:rsidRDefault="00795B43" w:rsidP="00795B43">
      <w:pPr>
        <w:pStyle w:val="ans"/>
        <w:numPr>
          <w:ilvl w:val="0"/>
          <w:numId w:val="155"/>
        </w:numPr>
        <w:spacing w:line="360" w:lineRule="auto"/>
        <w:rPr>
          <w:rFonts w:asciiTheme="minorHAnsi" w:hAnsiTheme="minorHAnsi"/>
          <w:sz w:val="24"/>
          <w:szCs w:val="24"/>
        </w:rPr>
      </w:pPr>
      <w:r w:rsidRPr="00FD7BF1">
        <w:rPr>
          <w:rFonts w:asciiTheme="minorHAnsi" w:hAnsiTheme="minorHAnsi"/>
          <w:sz w:val="24"/>
          <w:szCs w:val="24"/>
        </w:rPr>
        <w:t>policy implementation</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What doctrine is an extension of Locke’s idea that people are able to make rational decisions and that they understand what policies would best serve their interests?</w:t>
      </w:r>
    </w:p>
    <w:p w:rsidR="00795B43" w:rsidRPr="00FD7BF1" w:rsidRDefault="00795B43" w:rsidP="00795B43">
      <w:pPr>
        <w:pStyle w:val="ans"/>
        <w:numPr>
          <w:ilvl w:val="0"/>
          <w:numId w:val="156"/>
        </w:numPr>
        <w:spacing w:line="360" w:lineRule="auto"/>
        <w:rPr>
          <w:rFonts w:asciiTheme="minorHAnsi" w:hAnsiTheme="minorHAnsi"/>
          <w:sz w:val="24"/>
          <w:szCs w:val="24"/>
        </w:rPr>
      </w:pPr>
      <w:r w:rsidRPr="00FD7BF1">
        <w:rPr>
          <w:rFonts w:asciiTheme="minorHAnsi" w:hAnsiTheme="minorHAnsi"/>
          <w:sz w:val="24"/>
          <w:szCs w:val="24"/>
        </w:rPr>
        <w:t xml:space="preserve">Checks and balances </w:t>
      </w:r>
    </w:p>
    <w:p w:rsidR="00795B43" w:rsidRPr="00FD7BF1" w:rsidRDefault="00795B43" w:rsidP="00795B43">
      <w:pPr>
        <w:pStyle w:val="ans"/>
        <w:numPr>
          <w:ilvl w:val="0"/>
          <w:numId w:val="156"/>
        </w:numPr>
        <w:spacing w:line="360" w:lineRule="auto"/>
        <w:rPr>
          <w:rFonts w:asciiTheme="minorHAnsi" w:hAnsiTheme="minorHAnsi"/>
          <w:sz w:val="24"/>
          <w:szCs w:val="24"/>
        </w:rPr>
      </w:pPr>
      <w:r w:rsidRPr="00FD7BF1">
        <w:rPr>
          <w:rFonts w:asciiTheme="minorHAnsi" w:hAnsiTheme="minorHAnsi"/>
          <w:sz w:val="24"/>
          <w:szCs w:val="24"/>
        </w:rPr>
        <w:t xml:space="preserve">Limited government </w:t>
      </w:r>
    </w:p>
    <w:p w:rsidR="00795B43" w:rsidRPr="00FD7BF1" w:rsidRDefault="00795B43" w:rsidP="00795B43">
      <w:pPr>
        <w:pStyle w:val="ans"/>
        <w:numPr>
          <w:ilvl w:val="0"/>
          <w:numId w:val="156"/>
        </w:numPr>
        <w:spacing w:line="360" w:lineRule="auto"/>
        <w:rPr>
          <w:rFonts w:asciiTheme="minorHAnsi" w:hAnsiTheme="minorHAnsi"/>
          <w:sz w:val="24"/>
          <w:szCs w:val="24"/>
        </w:rPr>
      </w:pPr>
      <w:r w:rsidRPr="00FD7BF1">
        <w:rPr>
          <w:rFonts w:asciiTheme="minorHAnsi" w:hAnsiTheme="minorHAnsi"/>
          <w:sz w:val="24"/>
          <w:szCs w:val="24"/>
        </w:rPr>
        <w:t xml:space="preserve">Majority rule </w:t>
      </w:r>
    </w:p>
    <w:p w:rsidR="00795B43" w:rsidRPr="00FD7BF1" w:rsidRDefault="00795B43" w:rsidP="00795B43">
      <w:pPr>
        <w:pStyle w:val="ans"/>
        <w:numPr>
          <w:ilvl w:val="0"/>
          <w:numId w:val="156"/>
        </w:numPr>
        <w:spacing w:line="360" w:lineRule="auto"/>
        <w:rPr>
          <w:rFonts w:asciiTheme="minorHAnsi" w:hAnsiTheme="minorHAnsi"/>
          <w:sz w:val="24"/>
          <w:szCs w:val="24"/>
        </w:rPr>
      </w:pPr>
      <w:r w:rsidRPr="00FD7BF1">
        <w:rPr>
          <w:rFonts w:asciiTheme="minorHAnsi" w:hAnsiTheme="minorHAnsi"/>
          <w:sz w:val="24"/>
          <w:szCs w:val="24"/>
        </w:rPr>
        <w:t xml:space="preserve">Minority rights </w:t>
      </w:r>
    </w:p>
    <w:p w:rsidR="00795B43" w:rsidRPr="00FD7BF1" w:rsidRDefault="00795B43" w:rsidP="00795B43">
      <w:pPr>
        <w:pStyle w:val="ans"/>
        <w:numPr>
          <w:ilvl w:val="0"/>
          <w:numId w:val="156"/>
        </w:numPr>
        <w:spacing w:line="360" w:lineRule="auto"/>
        <w:rPr>
          <w:rFonts w:asciiTheme="minorHAnsi" w:hAnsiTheme="minorHAnsi"/>
          <w:sz w:val="24"/>
          <w:szCs w:val="24"/>
        </w:rPr>
      </w:pPr>
      <w:r w:rsidRPr="00FD7BF1">
        <w:rPr>
          <w:rFonts w:asciiTheme="minorHAnsi" w:hAnsiTheme="minorHAnsi"/>
          <w:sz w:val="24"/>
          <w:szCs w:val="24"/>
        </w:rPr>
        <w:t>Separation of powers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filibuster, which permits a few U.S. senators – or even one – to indefinitely postpone or delay a vote in the Senate, is an example of __________.</w:t>
      </w:r>
    </w:p>
    <w:p w:rsidR="00795B43" w:rsidRPr="00FD7BF1" w:rsidRDefault="00795B43" w:rsidP="00795B43">
      <w:pPr>
        <w:pStyle w:val="ans"/>
        <w:numPr>
          <w:ilvl w:val="0"/>
          <w:numId w:val="157"/>
        </w:numPr>
        <w:spacing w:line="360" w:lineRule="auto"/>
        <w:rPr>
          <w:rFonts w:asciiTheme="minorHAnsi" w:hAnsiTheme="minorHAnsi"/>
          <w:sz w:val="24"/>
          <w:szCs w:val="24"/>
        </w:rPr>
      </w:pPr>
      <w:r w:rsidRPr="00FD7BF1">
        <w:rPr>
          <w:rFonts w:asciiTheme="minorHAnsi" w:hAnsiTheme="minorHAnsi"/>
          <w:sz w:val="24"/>
          <w:szCs w:val="24"/>
        </w:rPr>
        <w:t>basic rights</w:t>
      </w:r>
    </w:p>
    <w:p w:rsidR="00795B43" w:rsidRPr="00FD7BF1" w:rsidRDefault="00795B43" w:rsidP="00795B43">
      <w:pPr>
        <w:pStyle w:val="ans"/>
        <w:numPr>
          <w:ilvl w:val="0"/>
          <w:numId w:val="157"/>
        </w:numPr>
        <w:spacing w:line="360" w:lineRule="auto"/>
        <w:rPr>
          <w:rFonts w:asciiTheme="minorHAnsi" w:hAnsiTheme="minorHAnsi"/>
          <w:sz w:val="24"/>
          <w:szCs w:val="24"/>
        </w:rPr>
      </w:pPr>
      <w:r w:rsidRPr="00FD7BF1">
        <w:rPr>
          <w:rFonts w:asciiTheme="minorHAnsi" w:hAnsiTheme="minorHAnsi"/>
          <w:sz w:val="24"/>
          <w:szCs w:val="24"/>
        </w:rPr>
        <w:t>civil rights</w:t>
      </w:r>
    </w:p>
    <w:p w:rsidR="00795B43" w:rsidRPr="00FD7BF1" w:rsidRDefault="00795B43" w:rsidP="00795B43">
      <w:pPr>
        <w:pStyle w:val="ans"/>
        <w:numPr>
          <w:ilvl w:val="0"/>
          <w:numId w:val="157"/>
        </w:numPr>
        <w:spacing w:line="360" w:lineRule="auto"/>
        <w:rPr>
          <w:rFonts w:asciiTheme="minorHAnsi" w:hAnsiTheme="minorHAnsi"/>
          <w:sz w:val="24"/>
          <w:szCs w:val="24"/>
        </w:rPr>
      </w:pPr>
      <w:r w:rsidRPr="00FD7BF1">
        <w:rPr>
          <w:rFonts w:asciiTheme="minorHAnsi" w:hAnsiTheme="minorHAnsi"/>
          <w:sz w:val="24"/>
          <w:szCs w:val="24"/>
        </w:rPr>
        <w:lastRenderedPageBreak/>
        <w:t>limited rights</w:t>
      </w:r>
    </w:p>
    <w:p w:rsidR="00795B43" w:rsidRPr="00FD7BF1" w:rsidRDefault="00795B43" w:rsidP="00795B43">
      <w:pPr>
        <w:pStyle w:val="ans"/>
        <w:numPr>
          <w:ilvl w:val="0"/>
          <w:numId w:val="157"/>
        </w:numPr>
        <w:spacing w:line="360" w:lineRule="auto"/>
        <w:rPr>
          <w:rFonts w:asciiTheme="minorHAnsi" w:hAnsiTheme="minorHAnsi"/>
          <w:sz w:val="24"/>
          <w:szCs w:val="24"/>
        </w:rPr>
      </w:pPr>
      <w:r w:rsidRPr="00FD7BF1">
        <w:rPr>
          <w:rFonts w:asciiTheme="minorHAnsi" w:hAnsiTheme="minorHAnsi"/>
          <w:sz w:val="24"/>
          <w:szCs w:val="24"/>
        </w:rPr>
        <w:t>majority rights</w:t>
      </w:r>
    </w:p>
    <w:p w:rsidR="00795B43" w:rsidRPr="00FD7BF1" w:rsidRDefault="00795B43" w:rsidP="00795B43">
      <w:pPr>
        <w:pStyle w:val="ans"/>
        <w:numPr>
          <w:ilvl w:val="0"/>
          <w:numId w:val="157"/>
        </w:numPr>
        <w:spacing w:line="360" w:lineRule="auto"/>
        <w:rPr>
          <w:rFonts w:asciiTheme="minorHAnsi" w:hAnsiTheme="minorHAnsi"/>
          <w:sz w:val="24"/>
          <w:szCs w:val="24"/>
        </w:rPr>
      </w:pPr>
      <w:r w:rsidRPr="00FD7BF1">
        <w:rPr>
          <w:rFonts w:asciiTheme="minorHAnsi" w:hAnsiTheme="minorHAnsi"/>
          <w:sz w:val="24"/>
          <w:szCs w:val="24"/>
        </w:rPr>
        <w:t>minority rights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Which of the following statements regarding </w:t>
      </w:r>
      <w:r w:rsidRPr="00FD7BF1">
        <w:rPr>
          <w:rFonts w:asciiTheme="minorHAnsi" w:hAnsiTheme="minorHAnsi"/>
          <w:i/>
          <w:sz w:val="24"/>
          <w:szCs w:val="24"/>
        </w:rPr>
        <w:t>The Federalist Papers</w:t>
      </w:r>
      <w:r w:rsidRPr="00FD7BF1">
        <w:rPr>
          <w:rFonts w:asciiTheme="minorHAnsi" w:hAnsiTheme="minorHAnsi"/>
          <w:sz w:val="24"/>
          <w:szCs w:val="24"/>
        </w:rPr>
        <w:t xml:space="preserve"> is true?</w:t>
      </w:r>
    </w:p>
    <w:p w:rsidR="00795B43" w:rsidRPr="00FD7BF1" w:rsidRDefault="00795B43" w:rsidP="00795B43">
      <w:pPr>
        <w:pStyle w:val="ans"/>
        <w:numPr>
          <w:ilvl w:val="0"/>
          <w:numId w:val="158"/>
        </w:numPr>
        <w:spacing w:line="360" w:lineRule="auto"/>
        <w:rPr>
          <w:rFonts w:asciiTheme="minorHAnsi" w:hAnsiTheme="minorHAnsi"/>
          <w:sz w:val="24"/>
          <w:szCs w:val="24"/>
        </w:rPr>
      </w:pPr>
      <w:r w:rsidRPr="00FD7BF1">
        <w:rPr>
          <w:rFonts w:asciiTheme="minorHAnsi" w:hAnsiTheme="minorHAnsi"/>
          <w:sz w:val="24"/>
          <w:szCs w:val="24"/>
        </w:rPr>
        <w:t>Although they shaped debate at the time they were published, they are of little importance today.</w:t>
      </w:r>
    </w:p>
    <w:p w:rsidR="00795B43" w:rsidRPr="00FD7BF1" w:rsidRDefault="00795B43" w:rsidP="00795B43">
      <w:pPr>
        <w:pStyle w:val="ans"/>
        <w:numPr>
          <w:ilvl w:val="0"/>
          <w:numId w:val="158"/>
        </w:numPr>
        <w:spacing w:line="360" w:lineRule="auto"/>
        <w:rPr>
          <w:rFonts w:asciiTheme="minorHAnsi" w:hAnsiTheme="minorHAnsi"/>
          <w:sz w:val="24"/>
          <w:szCs w:val="24"/>
        </w:rPr>
      </w:pPr>
      <w:r w:rsidRPr="00FD7BF1">
        <w:rPr>
          <w:rFonts w:asciiTheme="minorHAnsi" w:hAnsiTheme="minorHAnsi"/>
          <w:sz w:val="24"/>
          <w:szCs w:val="24"/>
        </w:rPr>
        <w:t>Many of their arguments were rejected when the Constitution was ratified.</w:t>
      </w:r>
    </w:p>
    <w:p w:rsidR="00795B43" w:rsidRPr="00FD7BF1" w:rsidRDefault="00795B43" w:rsidP="00795B43">
      <w:pPr>
        <w:pStyle w:val="ans"/>
        <w:numPr>
          <w:ilvl w:val="0"/>
          <w:numId w:val="158"/>
        </w:numPr>
        <w:spacing w:line="360" w:lineRule="auto"/>
        <w:rPr>
          <w:rFonts w:asciiTheme="minorHAnsi" w:hAnsiTheme="minorHAnsi"/>
          <w:sz w:val="24"/>
          <w:szCs w:val="24"/>
        </w:rPr>
      </w:pPr>
      <w:r w:rsidRPr="00FD7BF1">
        <w:rPr>
          <w:rFonts w:asciiTheme="minorHAnsi" w:hAnsiTheme="minorHAnsi"/>
          <w:sz w:val="24"/>
          <w:szCs w:val="24"/>
        </w:rPr>
        <w:t xml:space="preserve">They have played a central role in American constitutional history. </w:t>
      </w:r>
    </w:p>
    <w:p w:rsidR="00795B43" w:rsidRPr="00FD7BF1" w:rsidRDefault="00795B43" w:rsidP="00795B43">
      <w:pPr>
        <w:pStyle w:val="ans"/>
        <w:numPr>
          <w:ilvl w:val="0"/>
          <w:numId w:val="158"/>
        </w:numPr>
        <w:spacing w:line="360" w:lineRule="auto"/>
        <w:rPr>
          <w:rFonts w:asciiTheme="minorHAnsi" w:hAnsiTheme="minorHAnsi"/>
          <w:sz w:val="24"/>
          <w:szCs w:val="24"/>
        </w:rPr>
      </w:pPr>
      <w:r w:rsidRPr="00FD7BF1">
        <w:rPr>
          <w:rFonts w:asciiTheme="minorHAnsi" w:hAnsiTheme="minorHAnsi"/>
          <w:sz w:val="24"/>
          <w:szCs w:val="24"/>
        </w:rPr>
        <w:t>They were never more than historical curiosities.</w:t>
      </w:r>
    </w:p>
    <w:p w:rsidR="00795B43" w:rsidRPr="00FD7BF1" w:rsidRDefault="00795B43" w:rsidP="00795B43">
      <w:pPr>
        <w:pStyle w:val="ans"/>
        <w:numPr>
          <w:ilvl w:val="0"/>
          <w:numId w:val="158"/>
        </w:numPr>
        <w:spacing w:line="360" w:lineRule="auto"/>
        <w:rPr>
          <w:rFonts w:asciiTheme="minorHAnsi" w:hAnsiTheme="minorHAnsi"/>
          <w:sz w:val="24"/>
          <w:szCs w:val="24"/>
        </w:rPr>
      </w:pPr>
      <w:r w:rsidRPr="00FD7BF1">
        <w:rPr>
          <w:rFonts w:asciiTheme="minorHAnsi" w:hAnsiTheme="minorHAnsi"/>
          <w:sz w:val="24"/>
          <w:szCs w:val="24"/>
        </w:rPr>
        <w:t>They were not important at the time they were published, but have gained importance since then.</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federal courts can interpret the meaning of laws and of the Constitution, but they are limited by the broad authority of Congress to shape the structure of the federal judicial system and by the types of cases courts can hear. This illustrates what constitutional device?</w:t>
      </w:r>
    </w:p>
    <w:p w:rsidR="00795B43" w:rsidRPr="00FD7BF1" w:rsidRDefault="00795B43" w:rsidP="00795B43">
      <w:pPr>
        <w:pStyle w:val="ans"/>
        <w:numPr>
          <w:ilvl w:val="0"/>
          <w:numId w:val="159"/>
        </w:numPr>
        <w:spacing w:line="360" w:lineRule="auto"/>
        <w:rPr>
          <w:rFonts w:asciiTheme="minorHAnsi" w:hAnsiTheme="minorHAnsi"/>
          <w:sz w:val="24"/>
          <w:szCs w:val="24"/>
        </w:rPr>
      </w:pPr>
      <w:r w:rsidRPr="00FD7BF1">
        <w:rPr>
          <w:rFonts w:asciiTheme="minorHAnsi" w:hAnsiTheme="minorHAnsi"/>
          <w:sz w:val="24"/>
          <w:szCs w:val="24"/>
        </w:rPr>
        <w:t xml:space="preserve">Checks and balances </w:t>
      </w:r>
    </w:p>
    <w:p w:rsidR="00795B43" w:rsidRPr="00FD7BF1" w:rsidRDefault="00795B43" w:rsidP="00795B43">
      <w:pPr>
        <w:pStyle w:val="ans"/>
        <w:numPr>
          <w:ilvl w:val="0"/>
          <w:numId w:val="159"/>
        </w:numPr>
        <w:spacing w:line="360" w:lineRule="auto"/>
        <w:rPr>
          <w:rFonts w:asciiTheme="minorHAnsi" w:hAnsiTheme="minorHAnsi"/>
          <w:sz w:val="24"/>
          <w:szCs w:val="24"/>
        </w:rPr>
      </w:pPr>
      <w:r w:rsidRPr="00FD7BF1">
        <w:rPr>
          <w:rFonts w:asciiTheme="minorHAnsi" w:hAnsiTheme="minorHAnsi"/>
          <w:sz w:val="24"/>
          <w:szCs w:val="24"/>
        </w:rPr>
        <w:t>Federalism</w:t>
      </w:r>
    </w:p>
    <w:p w:rsidR="00795B43" w:rsidRPr="00FD7BF1" w:rsidRDefault="00795B43" w:rsidP="00795B43">
      <w:pPr>
        <w:pStyle w:val="ans"/>
        <w:numPr>
          <w:ilvl w:val="0"/>
          <w:numId w:val="159"/>
        </w:numPr>
        <w:spacing w:line="360" w:lineRule="auto"/>
        <w:rPr>
          <w:rFonts w:asciiTheme="minorHAnsi" w:hAnsiTheme="minorHAnsi"/>
          <w:sz w:val="24"/>
          <w:szCs w:val="24"/>
        </w:rPr>
      </w:pPr>
      <w:r w:rsidRPr="00FD7BF1">
        <w:rPr>
          <w:rFonts w:asciiTheme="minorHAnsi" w:hAnsiTheme="minorHAnsi"/>
          <w:sz w:val="24"/>
          <w:szCs w:val="24"/>
        </w:rPr>
        <w:t>Judicial review</w:t>
      </w:r>
    </w:p>
    <w:p w:rsidR="00795B43" w:rsidRPr="00FD7BF1" w:rsidRDefault="00795B43" w:rsidP="00795B43">
      <w:pPr>
        <w:pStyle w:val="ans"/>
        <w:numPr>
          <w:ilvl w:val="0"/>
          <w:numId w:val="159"/>
        </w:numPr>
        <w:spacing w:line="360" w:lineRule="auto"/>
        <w:rPr>
          <w:rFonts w:asciiTheme="minorHAnsi" w:hAnsiTheme="minorHAnsi"/>
          <w:sz w:val="24"/>
          <w:szCs w:val="24"/>
        </w:rPr>
      </w:pPr>
      <w:r w:rsidRPr="00FD7BF1">
        <w:rPr>
          <w:rFonts w:asciiTheme="minorHAnsi" w:hAnsiTheme="minorHAnsi"/>
          <w:sz w:val="24"/>
          <w:szCs w:val="24"/>
        </w:rPr>
        <w:t>National supremacy</w:t>
      </w:r>
    </w:p>
    <w:p w:rsidR="00795B43" w:rsidRPr="00FD7BF1" w:rsidRDefault="00795B43" w:rsidP="00795B43">
      <w:pPr>
        <w:pStyle w:val="ans"/>
        <w:numPr>
          <w:ilvl w:val="0"/>
          <w:numId w:val="159"/>
        </w:numPr>
        <w:spacing w:line="360" w:lineRule="auto"/>
        <w:rPr>
          <w:rFonts w:asciiTheme="minorHAnsi" w:hAnsiTheme="minorHAnsi"/>
          <w:sz w:val="24"/>
          <w:szCs w:val="24"/>
        </w:rPr>
      </w:pPr>
      <w:r w:rsidRPr="00FD7BF1">
        <w:rPr>
          <w:rFonts w:asciiTheme="minorHAnsi" w:hAnsiTheme="minorHAnsi"/>
          <w:sz w:val="24"/>
          <w:szCs w:val="24"/>
        </w:rPr>
        <w:t>Separation of powers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 xml:space="preserve">When a person charged with a crime in Wyoming flees to Nevada, the governor of Nevada is compelled to return the fugitive when the governor of Wyoming requests his return. </w:t>
      </w:r>
    </w:p>
    <w:p w:rsidR="00795B43" w:rsidRPr="00FD7BF1" w:rsidRDefault="00795B43" w:rsidP="00795B43">
      <w:pPr>
        <w:pStyle w:val="body"/>
        <w:ind w:left="360"/>
        <w:rPr>
          <w:rFonts w:asciiTheme="minorHAnsi" w:hAnsiTheme="minorHAnsi"/>
          <w:sz w:val="24"/>
          <w:szCs w:val="24"/>
        </w:rPr>
      </w:pPr>
    </w:p>
    <w:p w:rsidR="00795B43" w:rsidRPr="00FD7BF1" w:rsidRDefault="00795B43" w:rsidP="00795B43">
      <w:pPr>
        <w:pStyle w:val="body"/>
        <w:ind w:left="360" w:firstLine="180"/>
        <w:rPr>
          <w:rFonts w:asciiTheme="minorHAnsi" w:hAnsiTheme="minorHAnsi"/>
          <w:sz w:val="24"/>
          <w:szCs w:val="24"/>
        </w:rPr>
      </w:pPr>
      <w:r w:rsidRPr="00FD7BF1">
        <w:rPr>
          <w:rFonts w:asciiTheme="minorHAnsi" w:hAnsiTheme="minorHAnsi"/>
          <w:sz w:val="24"/>
          <w:szCs w:val="24"/>
        </w:rPr>
        <w:t xml:space="preserve">This action is based on ___________. </w:t>
      </w:r>
    </w:p>
    <w:p w:rsidR="00795B43" w:rsidRPr="00FD7BF1" w:rsidRDefault="00795B43" w:rsidP="00795B43">
      <w:pPr>
        <w:pStyle w:val="ans"/>
        <w:numPr>
          <w:ilvl w:val="0"/>
          <w:numId w:val="160"/>
        </w:numPr>
        <w:spacing w:line="360" w:lineRule="auto"/>
        <w:rPr>
          <w:rFonts w:asciiTheme="minorHAnsi" w:hAnsiTheme="minorHAnsi"/>
          <w:sz w:val="24"/>
          <w:szCs w:val="24"/>
        </w:rPr>
      </w:pPr>
      <w:r w:rsidRPr="00FD7BF1">
        <w:rPr>
          <w:rFonts w:asciiTheme="minorHAnsi" w:hAnsiTheme="minorHAnsi"/>
          <w:sz w:val="24"/>
          <w:szCs w:val="24"/>
        </w:rPr>
        <w:t>the Commerce Clause</w:t>
      </w:r>
    </w:p>
    <w:p w:rsidR="00795B43" w:rsidRPr="00FD7BF1" w:rsidRDefault="00795B43" w:rsidP="00795B43">
      <w:pPr>
        <w:pStyle w:val="ans"/>
        <w:numPr>
          <w:ilvl w:val="0"/>
          <w:numId w:val="160"/>
        </w:numPr>
        <w:spacing w:line="360" w:lineRule="auto"/>
        <w:rPr>
          <w:rFonts w:asciiTheme="minorHAnsi" w:hAnsiTheme="minorHAnsi"/>
          <w:sz w:val="24"/>
          <w:szCs w:val="24"/>
        </w:rPr>
      </w:pPr>
      <w:r w:rsidRPr="00FD7BF1">
        <w:rPr>
          <w:rFonts w:asciiTheme="minorHAnsi" w:hAnsiTheme="minorHAnsi"/>
          <w:sz w:val="24"/>
          <w:szCs w:val="24"/>
        </w:rPr>
        <w:t>the Equal Protection Clause</w:t>
      </w:r>
    </w:p>
    <w:p w:rsidR="00795B43" w:rsidRPr="00FD7BF1" w:rsidRDefault="00795B43" w:rsidP="00795B43">
      <w:pPr>
        <w:pStyle w:val="ans"/>
        <w:numPr>
          <w:ilvl w:val="0"/>
          <w:numId w:val="160"/>
        </w:numPr>
        <w:spacing w:line="360" w:lineRule="auto"/>
        <w:rPr>
          <w:rFonts w:asciiTheme="minorHAnsi" w:hAnsiTheme="minorHAnsi"/>
          <w:sz w:val="24"/>
          <w:szCs w:val="24"/>
        </w:rPr>
      </w:pPr>
      <w:r w:rsidRPr="00FD7BF1">
        <w:rPr>
          <w:rFonts w:asciiTheme="minorHAnsi" w:hAnsiTheme="minorHAnsi"/>
          <w:sz w:val="24"/>
          <w:szCs w:val="24"/>
        </w:rPr>
        <w:t xml:space="preserve">the Full Faith and Credit Clause </w:t>
      </w:r>
    </w:p>
    <w:p w:rsidR="00795B43" w:rsidRPr="00FD7BF1" w:rsidRDefault="00795B43" w:rsidP="00795B43">
      <w:pPr>
        <w:pStyle w:val="ans"/>
        <w:numPr>
          <w:ilvl w:val="0"/>
          <w:numId w:val="160"/>
        </w:numPr>
        <w:spacing w:line="360" w:lineRule="auto"/>
        <w:rPr>
          <w:rFonts w:asciiTheme="minorHAnsi" w:hAnsiTheme="minorHAnsi"/>
          <w:sz w:val="24"/>
          <w:szCs w:val="24"/>
        </w:rPr>
      </w:pPr>
      <w:r w:rsidRPr="00FD7BF1">
        <w:rPr>
          <w:rFonts w:asciiTheme="minorHAnsi" w:hAnsiTheme="minorHAnsi"/>
          <w:sz w:val="24"/>
          <w:szCs w:val="24"/>
        </w:rPr>
        <w:t>the Necessary and Proper Clause</w:t>
      </w:r>
    </w:p>
    <w:p w:rsidR="00795B43" w:rsidRPr="00FD7BF1" w:rsidRDefault="00795B43" w:rsidP="00795B43">
      <w:pPr>
        <w:pStyle w:val="ans"/>
        <w:numPr>
          <w:ilvl w:val="0"/>
          <w:numId w:val="160"/>
        </w:numPr>
        <w:spacing w:line="360" w:lineRule="auto"/>
        <w:rPr>
          <w:rFonts w:asciiTheme="minorHAnsi" w:hAnsiTheme="minorHAnsi"/>
          <w:sz w:val="24"/>
          <w:szCs w:val="24"/>
        </w:rPr>
      </w:pPr>
      <w:r w:rsidRPr="00FD7BF1">
        <w:rPr>
          <w:rFonts w:asciiTheme="minorHAnsi" w:hAnsiTheme="minorHAnsi"/>
          <w:sz w:val="24"/>
          <w:szCs w:val="24"/>
        </w:rPr>
        <w:t>a writ of habeas corpus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In the continuing debate between those who argue for states’ rights and those who favor strengthening the national government, it is commonly said that one’s political philosophy (liberal or conservative) is arrived at only after one’s self-interest is determined. A small Virginia businessman with a vineyard is a conservative. </w:t>
      </w:r>
    </w:p>
    <w:p w:rsidR="00795B43" w:rsidRPr="00FD7BF1" w:rsidRDefault="00795B43" w:rsidP="00795B43">
      <w:pPr>
        <w:pStyle w:val="body"/>
        <w:ind w:left="360"/>
        <w:rPr>
          <w:rFonts w:asciiTheme="minorHAnsi" w:hAnsiTheme="minorHAnsi"/>
          <w:sz w:val="24"/>
          <w:szCs w:val="24"/>
        </w:rPr>
      </w:pPr>
    </w:p>
    <w:p w:rsidR="00795B43" w:rsidRPr="00FD7BF1" w:rsidRDefault="00795B43" w:rsidP="00795B43">
      <w:pPr>
        <w:pStyle w:val="body"/>
        <w:ind w:left="360" w:firstLine="180"/>
        <w:rPr>
          <w:rFonts w:asciiTheme="minorHAnsi" w:hAnsiTheme="minorHAnsi"/>
          <w:sz w:val="24"/>
          <w:szCs w:val="24"/>
        </w:rPr>
      </w:pPr>
      <w:r w:rsidRPr="00FD7BF1">
        <w:rPr>
          <w:rFonts w:asciiTheme="minorHAnsi" w:hAnsiTheme="minorHAnsi"/>
          <w:sz w:val="24"/>
          <w:szCs w:val="24"/>
        </w:rPr>
        <w:t>Which Supreme Court ruling would the wine maker most likely support?</w:t>
      </w:r>
    </w:p>
    <w:p w:rsidR="00795B43" w:rsidRPr="00FD7BF1" w:rsidRDefault="00795B43" w:rsidP="00795B43">
      <w:pPr>
        <w:pStyle w:val="body"/>
        <w:ind w:left="360"/>
        <w:rPr>
          <w:rFonts w:asciiTheme="minorHAnsi" w:hAnsiTheme="minorHAnsi"/>
          <w:sz w:val="24"/>
          <w:szCs w:val="24"/>
        </w:rPr>
      </w:pPr>
    </w:p>
    <w:p w:rsidR="00795B43" w:rsidRPr="00FD7BF1" w:rsidRDefault="00795B43" w:rsidP="00795B43">
      <w:pPr>
        <w:pStyle w:val="ans"/>
        <w:numPr>
          <w:ilvl w:val="0"/>
          <w:numId w:val="177"/>
        </w:numPr>
        <w:spacing w:line="360" w:lineRule="auto"/>
        <w:rPr>
          <w:rFonts w:asciiTheme="minorHAnsi" w:hAnsiTheme="minorHAnsi"/>
          <w:sz w:val="24"/>
          <w:szCs w:val="24"/>
        </w:rPr>
      </w:pPr>
      <w:r w:rsidRPr="00FD7BF1">
        <w:rPr>
          <w:rFonts w:asciiTheme="minorHAnsi" w:hAnsiTheme="minorHAnsi"/>
          <w:sz w:val="24"/>
          <w:szCs w:val="24"/>
        </w:rPr>
        <w:t>Congressional regulation of interstate commerce using civil rights acts of the 1960s</w:t>
      </w:r>
    </w:p>
    <w:p w:rsidR="00795B43" w:rsidRPr="00FD7BF1" w:rsidRDefault="00795B43" w:rsidP="00795B43">
      <w:pPr>
        <w:pStyle w:val="ans"/>
        <w:numPr>
          <w:ilvl w:val="0"/>
          <w:numId w:val="177"/>
        </w:numPr>
        <w:spacing w:line="360" w:lineRule="auto"/>
        <w:rPr>
          <w:rFonts w:asciiTheme="minorHAnsi" w:hAnsiTheme="minorHAnsi"/>
          <w:sz w:val="24"/>
          <w:szCs w:val="24"/>
        </w:rPr>
      </w:pPr>
      <w:r w:rsidRPr="00FD7BF1">
        <w:rPr>
          <w:rFonts w:asciiTheme="minorHAnsi" w:hAnsiTheme="minorHAnsi"/>
          <w:sz w:val="24"/>
          <w:szCs w:val="24"/>
        </w:rPr>
        <w:t>A new federal Medicare prescription drug program that mandates billions of dollars in long-term costs to state treasuries</w:t>
      </w:r>
    </w:p>
    <w:p w:rsidR="00795B43" w:rsidRPr="00FD7BF1" w:rsidRDefault="00795B43" w:rsidP="00795B43">
      <w:pPr>
        <w:pStyle w:val="ans"/>
        <w:numPr>
          <w:ilvl w:val="0"/>
          <w:numId w:val="177"/>
        </w:numPr>
        <w:spacing w:line="360" w:lineRule="auto"/>
        <w:rPr>
          <w:rFonts w:asciiTheme="minorHAnsi" w:hAnsiTheme="minorHAnsi"/>
          <w:sz w:val="24"/>
          <w:szCs w:val="24"/>
        </w:rPr>
      </w:pPr>
      <w:r w:rsidRPr="00FD7BF1">
        <w:rPr>
          <w:rFonts w:asciiTheme="minorHAnsi" w:hAnsiTheme="minorHAnsi"/>
          <w:sz w:val="24"/>
          <w:szCs w:val="24"/>
        </w:rPr>
        <w:t>A ruling that states could not bar consumers from ordering products from out-of-state small business suppliers</w:t>
      </w:r>
    </w:p>
    <w:p w:rsidR="00795B43" w:rsidRPr="00FD7BF1" w:rsidRDefault="00795B43" w:rsidP="00795B43">
      <w:pPr>
        <w:pStyle w:val="ans"/>
        <w:numPr>
          <w:ilvl w:val="0"/>
          <w:numId w:val="177"/>
        </w:numPr>
        <w:spacing w:line="360" w:lineRule="auto"/>
        <w:rPr>
          <w:rFonts w:asciiTheme="minorHAnsi" w:hAnsiTheme="minorHAnsi"/>
          <w:sz w:val="24"/>
          <w:szCs w:val="24"/>
        </w:rPr>
      </w:pPr>
      <w:r w:rsidRPr="00FD7BF1">
        <w:rPr>
          <w:rFonts w:asciiTheme="minorHAnsi" w:hAnsiTheme="minorHAnsi"/>
          <w:sz w:val="24"/>
          <w:szCs w:val="24"/>
        </w:rPr>
        <w:lastRenderedPageBreak/>
        <w:t>The Supreme Court overruling a state’s right to legalize marijuana</w:t>
      </w:r>
    </w:p>
    <w:p w:rsidR="00795B43" w:rsidRPr="00FD7BF1" w:rsidRDefault="00795B43" w:rsidP="00795B43">
      <w:pPr>
        <w:pStyle w:val="ans"/>
        <w:numPr>
          <w:ilvl w:val="0"/>
          <w:numId w:val="177"/>
        </w:numPr>
        <w:spacing w:line="360" w:lineRule="auto"/>
        <w:rPr>
          <w:rFonts w:asciiTheme="minorHAnsi" w:hAnsiTheme="minorHAnsi"/>
          <w:sz w:val="24"/>
          <w:szCs w:val="24"/>
        </w:rPr>
      </w:pPr>
      <w:r w:rsidRPr="00FD7BF1">
        <w:rPr>
          <w:rFonts w:asciiTheme="minorHAnsi" w:hAnsiTheme="minorHAnsi"/>
          <w:sz w:val="24"/>
          <w:szCs w:val="24"/>
        </w:rPr>
        <w:t>A Supreme Court ruling that allows Montanans to choose lower taxes over social programs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Which one of the following would be an important issue for most Americans?</w:t>
      </w:r>
    </w:p>
    <w:p w:rsidR="00795B43" w:rsidRPr="00FD7BF1" w:rsidRDefault="00795B43" w:rsidP="00795B43">
      <w:pPr>
        <w:pStyle w:val="ans"/>
        <w:numPr>
          <w:ilvl w:val="0"/>
          <w:numId w:val="178"/>
        </w:numPr>
        <w:spacing w:line="360" w:lineRule="auto"/>
        <w:rPr>
          <w:rFonts w:asciiTheme="minorHAnsi" w:hAnsiTheme="minorHAnsi"/>
          <w:sz w:val="24"/>
          <w:szCs w:val="24"/>
        </w:rPr>
      </w:pPr>
      <w:r w:rsidRPr="00FD7BF1">
        <w:rPr>
          <w:rFonts w:asciiTheme="minorHAnsi" w:hAnsiTheme="minorHAnsi"/>
          <w:sz w:val="24"/>
          <w:szCs w:val="24"/>
        </w:rPr>
        <w:t>Aid for farmers growing corn in Illinois</w:t>
      </w:r>
    </w:p>
    <w:p w:rsidR="00795B43" w:rsidRPr="00FD7BF1" w:rsidRDefault="00795B43" w:rsidP="00795B43">
      <w:pPr>
        <w:pStyle w:val="ans"/>
        <w:numPr>
          <w:ilvl w:val="0"/>
          <w:numId w:val="178"/>
        </w:numPr>
        <w:spacing w:line="360" w:lineRule="auto"/>
        <w:rPr>
          <w:rFonts w:asciiTheme="minorHAnsi" w:hAnsiTheme="minorHAnsi"/>
          <w:sz w:val="24"/>
          <w:szCs w:val="24"/>
        </w:rPr>
      </w:pPr>
      <w:r w:rsidRPr="00FD7BF1">
        <w:rPr>
          <w:rFonts w:asciiTheme="minorHAnsi" w:hAnsiTheme="minorHAnsi"/>
          <w:sz w:val="24"/>
          <w:szCs w:val="24"/>
        </w:rPr>
        <w:t>Aid to a small island nation in Asia</w:t>
      </w:r>
    </w:p>
    <w:p w:rsidR="00795B43" w:rsidRPr="00FD7BF1" w:rsidRDefault="00795B43" w:rsidP="00795B43">
      <w:pPr>
        <w:pStyle w:val="ans"/>
        <w:numPr>
          <w:ilvl w:val="0"/>
          <w:numId w:val="178"/>
        </w:numPr>
        <w:spacing w:line="360" w:lineRule="auto"/>
        <w:rPr>
          <w:rFonts w:asciiTheme="minorHAnsi" w:hAnsiTheme="minorHAnsi"/>
          <w:sz w:val="24"/>
          <w:szCs w:val="24"/>
        </w:rPr>
      </w:pPr>
      <w:r w:rsidRPr="00FD7BF1">
        <w:rPr>
          <w:rFonts w:asciiTheme="minorHAnsi" w:hAnsiTheme="minorHAnsi"/>
          <w:sz w:val="24"/>
          <w:szCs w:val="24"/>
        </w:rPr>
        <w:t>Anti-trust laws</w:t>
      </w:r>
    </w:p>
    <w:p w:rsidR="00795B43" w:rsidRPr="00FD7BF1" w:rsidRDefault="00795B43" w:rsidP="00795B43">
      <w:pPr>
        <w:pStyle w:val="ans"/>
        <w:numPr>
          <w:ilvl w:val="0"/>
          <w:numId w:val="178"/>
        </w:numPr>
        <w:spacing w:line="360" w:lineRule="auto"/>
        <w:rPr>
          <w:rFonts w:asciiTheme="minorHAnsi" w:hAnsiTheme="minorHAnsi"/>
          <w:sz w:val="24"/>
          <w:szCs w:val="24"/>
        </w:rPr>
      </w:pPr>
      <w:r w:rsidRPr="00FD7BF1">
        <w:rPr>
          <w:rFonts w:asciiTheme="minorHAnsi" w:hAnsiTheme="minorHAnsi"/>
          <w:sz w:val="24"/>
          <w:szCs w:val="24"/>
        </w:rPr>
        <w:t>Policies toward small business</w:t>
      </w:r>
    </w:p>
    <w:p w:rsidR="00795B43" w:rsidRPr="00FD7BF1" w:rsidRDefault="00795B43" w:rsidP="00795B43">
      <w:pPr>
        <w:pStyle w:val="ans"/>
        <w:numPr>
          <w:ilvl w:val="0"/>
          <w:numId w:val="178"/>
        </w:numPr>
        <w:spacing w:line="360" w:lineRule="auto"/>
        <w:rPr>
          <w:rFonts w:asciiTheme="minorHAnsi" w:hAnsiTheme="minorHAnsi"/>
          <w:sz w:val="24"/>
          <w:szCs w:val="24"/>
        </w:rPr>
      </w:pPr>
      <w:r w:rsidRPr="00FD7BF1">
        <w:rPr>
          <w:rFonts w:asciiTheme="minorHAnsi" w:hAnsiTheme="minorHAnsi"/>
          <w:sz w:val="24"/>
          <w:szCs w:val="24"/>
        </w:rPr>
        <w:t xml:space="preserve">The state of the economy </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Which approach to the role of courts in setting policy is most likely to declare actions of the other branches as unconstitutional, and more inclined to have the courts set policy for the nation?</w:t>
      </w:r>
    </w:p>
    <w:p w:rsidR="00795B43" w:rsidRPr="00FD7BF1" w:rsidRDefault="00795B43" w:rsidP="00795B43">
      <w:pPr>
        <w:pStyle w:val="ans"/>
        <w:numPr>
          <w:ilvl w:val="1"/>
          <w:numId w:val="164"/>
        </w:numPr>
        <w:spacing w:line="360" w:lineRule="auto"/>
        <w:rPr>
          <w:rFonts w:asciiTheme="minorHAnsi" w:hAnsiTheme="minorHAnsi"/>
          <w:sz w:val="24"/>
          <w:szCs w:val="24"/>
        </w:rPr>
      </w:pPr>
      <w:r w:rsidRPr="00FD7BF1">
        <w:rPr>
          <w:rFonts w:asciiTheme="minorHAnsi" w:hAnsiTheme="minorHAnsi"/>
          <w:sz w:val="24"/>
          <w:szCs w:val="24"/>
        </w:rPr>
        <w:t xml:space="preserve">Judicial activism </w:t>
      </w:r>
    </w:p>
    <w:p w:rsidR="00795B43" w:rsidRPr="00FD7BF1" w:rsidRDefault="00795B43" w:rsidP="00795B43">
      <w:pPr>
        <w:pStyle w:val="ans"/>
        <w:numPr>
          <w:ilvl w:val="1"/>
          <w:numId w:val="164"/>
        </w:numPr>
        <w:spacing w:line="360" w:lineRule="auto"/>
        <w:rPr>
          <w:rFonts w:asciiTheme="minorHAnsi" w:hAnsiTheme="minorHAnsi"/>
          <w:sz w:val="24"/>
          <w:szCs w:val="24"/>
        </w:rPr>
      </w:pPr>
      <w:r w:rsidRPr="00FD7BF1">
        <w:rPr>
          <w:rFonts w:asciiTheme="minorHAnsi" w:hAnsiTheme="minorHAnsi"/>
          <w:sz w:val="24"/>
          <w:szCs w:val="24"/>
        </w:rPr>
        <w:t>Judicial intent</w:t>
      </w:r>
    </w:p>
    <w:p w:rsidR="00795B43" w:rsidRPr="00FD7BF1" w:rsidRDefault="00795B43" w:rsidP="00795B43">
      <w:pPr>
        <w:pStyle w:val="ans"/>
        <w:numPr>
          <w:ilvl w:val="1"/>
          <w:numId w:val="164"/>
        </w:numPr>
        <w:spacing w:line="360" w:lineRule="auto"/>
        <w:rPr>
          <w:rFonts w:asciiTheme="minorHAnsi" w:hAnsiTheme="minorHAnsi"/>
          <w:sz w:val="24"/>
          <w:szCs w:val="24"/>
        </w:rPr>
      </w:pPr>
      <w:r w:rsidRPr="00FD7BF1">
        <w:rPr>
          <w:rFonts w:asciiTheme="minorHAnsi" w:hAnsiTheme="minorHAnsi"/>
          <w:sz w:val="24"/>
          <w:szCs w:val="24"/>
        </w:rPr>
        <w:t>Judicial self-restraint</w:t>
      </w:r>
    </w:p>
    <w:p w:rsidR="00795B43" w:rsidRPr="00FD7BF1" w:rsidRDefault="00795B43" w:rsidP="00795B43">
      <w:pPr>
        <w:pStyle w:val="ans"/>
        <w:numPr>
          <w:ilvl w:val="1"/>
          <w:numId w:val="164"/>
        </w:numPr>
        <w:spacing w:line="360" w:lineRule="auto"/>
        <w:rPr>
          <w:rFonts w:asciiTheme="minorHAnsi" w:hAnsiTheme="minorHAnsi"/>
          <w:sz w:val="24"/>
          <w:szCs w:val="24"/>
        </w:rPr>
      </w:pPr>
      <w:proofErr w:type="spellStart"/>
      <w:r w:rsidRPr="00FD7BF1">
        <w:rPr>
          <w:rFonts w:asciiTheme="minorHAnsi" w:hAnsiTheme="minorHAnsi"/>
          <w:sz w:val="24"/>
          <w:szCs w:val="24"/>
        </w:rPr>
        <w:t>Originalism</w:t>
      </w:r>
      <w:proofErr w:type="spellEnd"/>
    </w:p>
    <w:p w:rsidR="00795B43" w:rsidRPr="00FD7BF1" w:rsidRDefault="00795B43" w:rsidP="00795B43">
      <w:pPr>
        <w:pStyle w:val="ans"/>
        <w:numPr>
          <w:ilvl w:val="1"/>
          <w:numId w:val="164"/>
        </w:numPr>
        <w:spacing w:line="360" w:lineRule="auto"/>
        <w:rPr>
          <w:rFonts w:asciiTheme="minorHAnsi" w:hAnsiTheme="minorHAnsi"/>
          <w:sz w:val="24"/>
          <w:szCs w:val="24"/>
        </w:rPr>
      </w:pPr>
      <w:proofErr w:type="spellStart"/>
      <w:r w:rsidRPr="00FD7BF1">
        <w:rPr>
          <w:rFonts w:asciiTheme="minorHAnsi" w:hAnsiTheme="minorHAnsi"/>
          <w:sz w:val="24"/>
          <w:szCs w:val="24"/>
        </w:rPr>
        <w:t>Textualism</w:t>
      </w:r>
      <w:proofErr w:type="spellEnd"/>
    </w:p>
    <w:p w:rsidR="00795B43" w:rsidRPr="00FD7BF1" w:rsidRDefault="00795B43" w:rsidP="00795B43">
      <w:pPr>
        <w:pStyle w:val="body"/>
        <w:rPr>
          <w:rFonts w:asciiTheme="minorHAnsi" w:hAnsiTheme="minorHAnsi"/>
          <w:sz w:val="24"/>
          <w:szCs w:val="24"/>
        </w:rPr>
      </w:pPr>
    </w:p>
    <w:p w:rsidR="00795B43" w:rsidRDefault="00795B43" w:rsidP="00795B43">
      <w:pPr>
        <w:spacing w:before="0" w:after="0" w:line="240" w:lineRule="auto"/>
        <w:rPr>
          <w:rFonts w:asciiTheme="minorHAnsi" w:hAnsiTheme="minorHAnsi"/>
          <w:sz w:val="24"/>
          <w:szCs w:val="24"/>
        </w:rPr>
      </w:pPr>
      <w:r>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 xml:space="preserve">Congress convenes a hearing to study the effectiveness of its food inspection laws. What stage in the policy process does this illustrate? </w:t>
      </w:r>
    </w:p>
    <w:p w:rsidR="00795B43" w:rsidRPr="00FD7BF1" w:rsidRDefault="00795B43" w:rsidP="00795B43">
      <w:pPr>
        <w:pStyle w:val="ans"/>
        <w:numPr>
          <w:ilvl w:val="0"/>
          <w:numId w:val="168"/>
        </w:numPr>
        <w:spacing w:line="360" w:lineRule="auto"/>
        <w:rPr>
          <w:rFonts w:asciiTheme="minorHAnsi" w:hAnsiTheme="minorHAnsi"/>
          <w:sz w:val="24"/>
          <w:szCs w:val="24"/>
        </w:rPr>
      </w:pPr>
      <w:r w:rsidRPr="00FD7BF1">
        <w:rPr>
          <w:rFonts w:asciiTheme="minorHAnsi" w:hAnsiTheme="minorHAnsi"/>
          <w:sz w:val="24"/>
          <w:szCs w:val="24"/>
        </w:rPr>
        <w:t>Issue identification</w:t>
      </w:r>
    </w:p>
    <w:p w:rsidR="00795B43" w:rsidRPr="00FD7BF1" w:rsidRDefault="00795B43" w:rsidP="00795B43">
      <w:pPr>
        <w:pStyle w:val="ans"/>
        <w:numPr>
          <w:ilvl w:val="0"/>
          <w:numId w:val="168"/>
        </w:numPr>
        <w:spacing w:line="360" w:lineRule="auto"/>
        <w:rPr>
          <w:rFonts w:asciiTheme="minorHAnsi" w:hAnsiTheme="minorHAnsi"/>
          <w:sz w:val="24"/>
          <w:szCs w:val="24"/>
        </w:rPr>
      </w:pPr>
      <w:r w:rsidRPr="00FD7BF1">
        <w:rPr>
          <w:rFonts w:asciiTheme="minorHAnsi" w:hAnsiTheme="minorHAnsi"/>
          <w:sz w:val="24"/>
          <w:szCs w:val="24"/>
        </w:rPr>
        <w:t>Agenda setting</w:t>
      </w:r>
    </w:p>
    <w:p w:rsidR="00795B43" w:rsidRPr="00FD7BF1" w:rsidRDefault="00795B43" w:rsidP="00795B43">
      <w:pPr>
        <w:pStyle w:val="ans"/>
        <w:numPr>
          <w:ilvl w:val="0"/>
          <w:numId w:val="168"/>
        </w:numPr>
        <w:spacing w:line="360" w:lineRule="auto"/>
        <w:rPr>
          <w:rFonts w:asciiTheme="minorHAnsi" w:hAnsiTheme="minorHAnsi"/>
          <w:sz w:val="24"/>
          <w:szCs w:val="24"/>
        </w:rPr>
      </w:pPr>
      <w:r w:rsidRPr="00FD7BF1">
        <w:rPr>
          <w:rFonts w:asciiTheme="minorHAnsi" w:hAnsiTheme="minorHAnsi"/>
          <w:sz w:val="24"/>
          <w:szCs w:val="24"/>
        </w:rPr>
        <w:t>Policy adoption</w:t>
      </w:r>
    </w:p>
    <w:p w:rsidR="00795B43" w:rsidRPr="00FD7BF1" w:rsidRDefault="00795B43" w:rsidP="00795B43">
      <w:pPr>
        <w:pStyle w:val="ans"/>
        <w:numPr>
          <w:ilvl w:val="0"/>
          <w:numId w:val="168"/>
        </w:numPr>
        <w:spacing w:line="360" w:lineRule="auto"/>
        <w:rPr>
          <w:rFonts w:asciiTheme="minorHAnsi" w:hAnsiTheme="minorHAnsi"/>
          <w:sz w:val="24"/>
          <w:szCs w:val="24"/>
        </w:rPr>
      </w:pPr>
      <w:r w:rsidRPr="00FD7BF1">
        <w:rPr>
          <w:rFonts w:asciiTheme="minorHAnsi" w:hAnsiTheme="minorHAnsi"/>
          <w:sz w:val="24"/>
          <w:szCs w:val="24"/>
        </w:rPr>
        <w:t>Policy evaluation</w:t>
      </w:r>
    </w:p>
    <w:p w:rsidR="00795B43" w:rsidRPr="00FD7BF1" w:rsidRDefault="00795B43" w:rsidP="00795B43">
      <w:pPr>
        <w:pStyle w:val="ans"/>
        <w:numPr>
          <w:ilvl w:val="0"/>
          <w:numId w:val="168"/>
        </w:numPr>
        <w:spacing w:line="360" w:lineRule="auto"/>
        <w:rPr>
          <w:rFonts w:asciiTheme="minorHAnsi" w:hAnsiTheme="minorHAnsi"/>
          <w:sz w:val="24"/>
          <w:szCs w:val="24"/>
        </w:rPr>
      </w:pPr>
      <w:r w:rsidRPr="00FD7BF1">
        <w:rPr>
          <w:rFonts w:asciiTheme="minorHAnsi" w:hAnsiTheme="minorHAnsi"/>
          <w:sz w:val="24"/>
          <w:szCs w:val="24"/>
        </w:rPr>
        <w:t>Policy implementation</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Which of the following clauses does </w:t>
      </w:r>
      <w:r w:rsidRPr="00FD7BF1">
        <w:rPr>
          <w:rFonts w:asciiTheme="minorHAnsi" w:hAnsiTheme="minorHAnsi"/>
          <w:b/>
          <w:sz w:val="24"/>
          <w:szCs w:val="24"/>
        </w:rPr>
        <w:t>not</w:t>
      </w:r>
      <w:r w:rsidRPr="00FD7BF1">
        <w:rPr>
          <w:rFonts w:asciiTheme="minorHAnsi" w:hAnsiTheme="minorHAnsi"/>
          <w:sz w:val="24"/>
          <w:szCs w:val="24"/>
        </w:rPr>
        <w:t xml:space="preserve"> come from the Amendments to the U.S. Constitution?</w:t>
      </w:r>
    </w:p>
    <w:p w:rsidR="00795B43" w:rsidRPr="00FD7BF1" w:rsidRDefault="00795B43" w:rsidP="00795B43">
      <w:pPr>
        <w:pStyle w:val="ans"/>
        <w:numPr>
          <w:ilvl w:val="0"/>
          <w:numId w:val="179"/>
        </w:numPr>
        <w:spacing w:line="360" w:lineRule="auto"/>
        <w:rPr>
          <w:rFonts w:asciiTheme="minorHAnsi" w:hAnsiTheme="minorHAnsi"/>
          <w:sz w:val="24"/>
          <w:szCs w:val="24"/>
        </w:rPr>
      </w:pPr>
      <w:r w:rsidRPr="00FD7BF1">
        <w:rPr>
          <w:rFonts w:asciiTheme="minorHAnsi" w:hAnsiTheme="minorHAnsi"/>
          <w:sz w:val="24"/>
          <w:szCs w:val="24"/>
        </w:rPr>
        <w:t>Excessive bail shall not be required, nor excessive fines imposed, nor cruel and unusual punishments inflicted.</w:t>
      </w:r>
    </w:p>
    <w:p w:rsidR="00795B43" w:rsidRPr="00FD7BF1" w:rsidRDefault="00795B43" w:rsidP="00795B43">
      <w:pPr>
        <w:pStyle w:val="ans"/>
        <w:numPr>
          <w:ilvl w:val="0"/>
          <w:numId w:val="179"/>
        </w:numPr>
        <w:spacing w:line="360" w:lineRule="auto"/>
        <w:rPr>
          <w:rFonts w:asciiTheme="minorHAnsi" w:hAnsiTheme="minorHAnsi"/>
          <w:sz w:val="24"/>
          <w:szCs w:val="24"/>
        </w:rPr>
      </w:pPr>
      <w:r w:rsidRPr="00FD7BF1">
        <w:rPr>
          <w:rFonts w:asciiTheme="minorHAnsi" w:hAnsiTheme="minorHAnsi"/>
          <w:sz w:val="24"/>
          <w:szCs w:val="24"/>
        </w:rPr>
        <w:t>Make no law . . . abridging the freedom of speech, or of the press</w:t>
      </w:r>
    </w:p>
    <w:p w:rsidR="00795B43" w:rsidRPr="00FD7BF1" w:rsidRDefault="00795B43" w:rsidP="00795B43">
      <w:pPr>
        <w:pStyle w:val="ans"/>
        <w:numPr>
          <w:ilvl w:val="0"/>
          <w:numId w:val="179"/>
        </w:numPr>
        <w:spacing w:line="360" w:lineRule="auto"/>
        <w:rPr>
          <w:rFonts w:asciiTheme="minorHAnsi" w:hAnsiTheme="minorHAnsi"/>
          <w:sz w:val="24"/>
          <w:szCs w:val="24"/>
        </w:rPr>
      </w:pPr>
      <w:r w:rsidRPr="00FD7BF1">
        <w:rPr>
          <w:rFonts w:asciiTheme="minorHAnsi" w:hAnsiTheme="minorHAnsi"/>
          <w:sz w:val="24"/>
          <w:szCs w:val="24"/>
        </w:rPr>
        <w:t>Neither slavery nor involuntary servitude, except as a punishment for crime whereof the party shall have been duly convicted, shall exist.</w:t>
      </w:r>
    </w:p>
    <w:p w:rsidR="00795B43" w:rsidRPr="00FD7BF1" w:rsidRDefault="00795B43" w:rsidP="00795B43">
      <w:pPr>
        <w:pStyle w:val="ans"/>
        <w:numPr>
          <w:ilvl w:val="0"/>
          <w:numId w:val="179"/>
        </w:numPr>
        <w:spacing w:line="360" w:lineRule="auto"/>
        <w:rPr>
          <w:rFonts w:asciiTheme="minorHAnsi" w:hAnsiTheme="minorHAnsi"/>
          <w:sz w:val="24"/>
          <w:szCs w:val="24"/>
        </w:rPr>
      </w:pPr>
      <w:r w:rsidRPr="00FD7BF1">
        <w:rPr>
          <w:rFonts w:asciiTheme="minorHAnsi" w:hAnsiTheme="minorHAnsi"/>
          <w:sz w:val="24"/>
          <w:szCs w:val="24"/>
        </w:rPr>
        <w:t xml:space="preserve">The right of the people to be secure in their persons, houses, papers, and effects, against unreasonable searches and seizures, shall not be violated </w:t>
      </w:r>
    </w:p>
    <w:p w:rsidR="00795B43" w:rsidRPr="00FD7BF1" w:rsidRDefault="00795B43" w:rsidP="00795B43">
      <w:pPr>
        <w:pStyle w:val="ans"/>
        <w:numPr>
          <w:ilvl w:val="0"/>
          <w:numId w:val="179"/>
        </w:numPr>
        <w:spacing w:line="360" w:lineRule="auto"/>
        <w:rPr>
          <w:rFonts w:asciiTheme="minorHAnsi" w:hAnsiTheme="minorHAnsi"/>
          <w:sz w:val="24"/>
          <w:szCs w:val="24"/>
        </w:rPr>
      </w:pPr>
      <w:r w:rsidRPr="00FD7BF1">
        <w:rPr>
          <w:rFonts w:asciiTheme="minorHAnsi" w:hAnsiTheme="minorHAnsi"/>
          <w:sz w:val="24"/>
          <w:szCs w:val="24"/>
        </w:rPr>
        <w:t>Whereas Almighty God hath created the mind free . . .</w:t>
      </w:r>
    </w:p>
    <w:p w:rsidR="00795B43" w:rsidRPr="00FD7BF1" w:rsidRDefault="00795B43" w:rsidP="00795B43">
      <w:pPr>
        <w:pStyle w:val="body"/>
        <w:rPr>
          <w:rFonts w:asciiTheme="minorHAnsi" w:hAnsiTheme="minorHAnsi"/>
          <w:sz w:val="24"/>
          <w:szCs w:val="24"/>
        </w:rPr>
      </w:pPr>
    </w:p>
    <w:p w:rsidR="00795B43" w:rsidRPr="00FD7BF1" w:rsidRDefault="00795B43" w:rsidP="00795B43">
      <w:pPr>
        <w:spacing w:before="0" w:after="0" w:line="240" w:lineRule="auto"/>
        <w:rPr>
          <w:rFonts w:asciiTheme="minorHAnsi" w:hAnsiTheme="minorHAnsi"/>
          <w:sz w:val="24"/>
          <w:szCs w:val="24"/>
        </w:rPr>
      </w:pPr>
      <w:r w:rsidRPr="00FD7BF1">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Compare the following two cases:</w:t>
      </w:r>
    </w:p>
    <w:p w:rsidR="00795B43" w:rsidRPr="00FD7BF1" w:rsidRDefault="00795B43" w:rsidP="00795B43">
      <w:pPr>
        <w:pStyle w:val="body"/>
        <w:ind w:left="1281" w:hanging="734"/>
        <w:rPr>
          <w:rFonts w:asciiTheme="minorHAnsi" w:hAnsiTheme="minorHAnsi"/>
          <w:sz w:val="24"/>
          <w:szCs w:val="24"/>
        </w:rPr>
      </w:pPr>
      <w:r w:rsidRPr="00FD7BF1">
        <w:rPr>
          <w:rFonts w:asciiTheme="minorHAnsi" w:hAnsiTheme="minorHAnsi"/>
          <w:sz w:val="24"/>
          <w:szCs w:val="24"/>
        </w:rPr>
        <w:t xml:space="preserve">Case 1: Ohio police officers received a warrant to search a house for a person who was a suspect in a crime. They found him. They also found a locked chest stored in the house. The chest contained illegal materials. The owner of the house was charged with a felony for keeping the illegal materials, but the Supreme Court ruled that the Bill of Rights meant that police officers could not use a warrant for one thing to search an entire house for other things. </w:t>
      </w:r>
    </w:p>
    <w:p w:rsidR="00795B43" w:rsidRPr="00FD7BF1" w:rsidRDefault="00795B43" w:rsidP="00795B43">
      <w:pPr>
        <w:pStyle w:val="ans"/>
        <w:spacing w:line="360" w:lineRule="auto"/>
        <w:rPr>
          <w:rFonts w:asciiTheme="minorHAnsi" w:hAnsiTheme="minorHAnsi"/>
          <w:sz w:val="24"/>
          <w:szCs w:val="24"/>
        </w:rPr>
      </w:pPr>
    </w:p>
    <w:p w:rsidR="00795B43" w:rsidRPr="00FD7BF1" w:rsidRDefault="00795B43" w:rsidP="00795B43">
      <w:pPr>
        <w:pStyle w:val="body"/>
        <w:ind w:left="1281" w:hanging="734"/>
        <w:rPr>
          <w:rFonts w:asciiTheme="minorHAnsi" w:hAnsiTheme="minorHAnsi"/>
          <w:sz w:val="24"/>
          <w:szCs w:val="24"/>
        </w:rPr>
      </w:pPr>
      <w:r w:rsidRPr="00FD7BF1">
        <w:rPr>
          <w:rFonts w:asciiTheme="minorHAnsi" w:hAnsiTheme="minorHAnsi"/>
          <w:sz w:val="24"/>
          <w:szCs w:val="24"/>
        </w:rPr>
        <w:t>Case 2: A Connecticut law made it illegal to use birth control. A married couple bought birth control to challenge the law. The Supreme Court ruled that under the Bill of Rights, the state could not interfere with the actions of a married couple in the most intimate parts of their relationship.</w:t>
      </w:r>
    </w:p>
    <w:p w:rsidR="00795B43" w:rsidRPr="00FD7BF1" w:rsidRDefault="00795B43" w:rsidP="00795B43">
      <w:pPr>
        <w:pStyle w:val="ans"/>
        <w:spacing w:line="360" w:lineRule="auto"/>
        <w:rPr>
          <w:rFonts w:asciiTheme="minorHAnsi" w:hAnsiTheme="minorHAnsi"/>
          <w:sz w:val="24"/>
          <w:szCs w:val="24"/>
        </w:rPr>
      </w:pPr>
    </w:p>
    <w:p w:rsidR="00795B43" w:rsidRPr="00FD7BF1" w:rsidRDefault="00795B43" w:rsidP="00795B43">
      <w:pPr>
        <w:pStyle w:val="body"/>
        <w:ind w:left="360" w:firstLine="180"/>
        <w:rPr>
          <w:rFonts w:asciiTheme="minorHAnsi" w:hAnsiTheme="minorHAnsi"/>
          <w:sz w:val="24"/>
          <w:szCs w:val="24"/>
        </w:rPr>
      </w:pPr>
      <w:r w:rsidRPr="00FD7BF1">
        <w:rPr>
          <w:rFonts w:asciiTheme="minorHAnsi" w:hAnsiTheme="minorHAnsi"/>
          <w:sz w:val="24"/>
          <w:szCs w:val="24"/>
        </w:rPr>
        <w:t>What is the most important connection between these two cases?</w:t>
      </w:r>
    </w:p>
    <w:p w:rsidR="00795B43" w:rsidRPr="00FD7BF1" w:rsidRDefault="00795B43" w:rsidP="00795B43">
      <w:pPr>
        <w:pStyle w:val="ans"/>
        <w:numPr>
          <w:ilvl w:val="0"/>
          <w:numId w:val="161"/>
        </w:numPr>
        <w:spacing w:line="360" w:lineRule="auto"/>
        <w:rPr>
          <w:rFonts w:asciiTheme="minorHAnsi" w:hAnsiTheme="minorHAnsi"/>
          <w:sz w:val="24"/>
          <w:szCs w:val="24"/>
        </w:rPr>
      </w:pPr>
      <w:r w:rsidRPr="00FD7BF1">
        <w:rPr>
          <w:rFonts w:asciiTheme="minorHAnsi" w:hAnsiTheme="minorHAnsi"/>
          <w:sz w:val="24"/>
          <w:szCs w:val="24"/>
        </w:rPr>
        <w:t>The Bill of Rights was applied to the states a little at a time.</w:t>
      </w:r>
    </w:p>
    <w:p w:rsidR="00795B43" w:rsidRPr="00FD7BF1" w:rsidRDefault="00795B43" w:rsidP="00795B43">
      <w:pPr>
        <w:pStyle w:val="ans"/>
        <w:numPr>
          <w:ilvl w:val="0"/>
          <w:numId w:val="161"/>
        </w:numPr>
        <w:spacing w:line="360" w:lineRule="auto"/>
        <w:rPr>
          <w:rFonts w:asciiTheme="minorHAnsi" w:hAnsiTheme="minorHAnsi"/>
          <w:sz w:val="24"/>
          <w:szCs w:val="24"/>
        </w:rPr>
      </w:pPr>
      <w:r w:rsidRPr="00FD7BF1">
        <w:rPr>
          <w:rFonts w:asciiTheme="minorHAnsi" w:hAnsiTheme="minorHAnsi"/>
          <w:sz w:val="24"/>
          <w:szCs w:val="24"/>
        </w:rPr>
        <w:t>The government cannot interfere with people’s private lives.</w:t>
      </w:r>
    </w:p>
    <w:p w:rsidR="00795B43" w:rsidRPr="00FD7BF1" w:rsidRDefault="00795B43" w:rsidP="00795B43">
      <w:pPr>
        <w:pStyle w:val="ans"/>
        <w:numPr>
          <w:ilvl w:val="0"/>
          <w:numId w:val="161"/>
        </w:numPr>
        <w:spacing w:line="360" w:lineRule="auto"/>
        <w:rPr>
          <w:rFonts w:asciiTheme="minorHAnsi" w:hAnsiTheme="minorHAnsi"/>
          <w:sz w:val="24"/>
          <w:szCs w:val="24"/>
        </w:rPr>
      </w:pPr>
      <w:r w:rsidRPr="00FD7BF1">
        <w:rPr>
          <w:rFonts w:asciiTheme="minorHAnsi" w:hAnsiTheme="minorHAnsi"/>
          <w:sz w:val="24"/>
          <w:szCs w:val="24"/>
        </w:rPr>
        <w:t>Police officers and state lawmakers have to know the Constitution.</w:t>
      </w:r>
    </w:p>
    <w:p w:rsidR="00795B43" w:rsidRPr="00FD7BF1" w:rsidRDefault="00795B43" w:rsidP="00795B43">
      <w:pPr>
        <w:pStyle w:val="ans"/>
        <w:numPr>
          <w:ilvl w:val="0"/>
          <w:numId w:val="161"/>
        </w:numPr>
        <w:spacing w:line="360" w:lineRule="auto"/>
        <w:rPr>
          <w:rFonts w:asciiTheme="minorHAnsi" w:hAnsiTheme="minorHAnsi"/>
          <w:sz w:val="24"/>
          <w:szCs w:val="24"/>
        </w:rPr>
      </w:pPr>
      <w:r w:rsidRPr="00FD7BF1">
        <w:rPr>
          <w:rFonts w:asciiTheme="minorHAnsi" w:hAnsiTheme="minorHAnsi"/>
          <w:sz w:val="24"/>
          <w:szCs w:val="24"/>
        </w:rPr>
        <w:t>Proper procedures must be followed when enforcing the laws.</w:t>
      </w:r>
    </w:p>
    <w:p w:rsidR="00795B43" w:rsidRPr="00FD7BF1" w:rsidRDefault="00795B43" w:rsidP="00795B43">
      <w:pPr>
        <w:pStyle w:val="ans"/>
        <w:numPr>
          <w:ilvl w:val="0"/>
          <w:numId w:val="161"/>
        </w:numPr>
        <w:spacing w:line="360" w:lineRule="auto"/>
        <w:rPr>
          <w:rFonts w:asciiTheme="minorHAnsi" w:hAnsiTheme="minorHAnsi"/>
          <w:sz w:val="24"/>
          <w:szCs w:val="24"/>
        </w:rPr>
      </w:pPr>
      <w:r w:rsidRPr="00FD7BF1">
        <w:rPr>
          <w:rFonts w:asciiTheme="minorHAnsi" w:hAnsiTheme="minorHAnsi"/>
          <w:sz w:val="24"/>
          <w:szCs w:val="24"/>
        </w:rPr>
        <w:t>The two cases have no connection at all.</w:t>
      </w:r>
    </w:p>
    <w:p w:rsidR="00795B43" w:rsidRPr="00FD7BF1" w:rsidRDefault="00795B43" w:rsidP="00795B43">
      <w:pPr>
        <w:spacing w:before="0" w:after="0" w:line="240" w:lineRule="auto"/>
        <w:rPr>
          <w:rFonts w:asciiTheme="minorHAnsi" w:hAnsiTheme="minorHAnsi"/>
          <w:sz w:val="24"/>
          <w:szCs w:val="24"/>
        </w:rPr>
      </w:pPr>
      <w:r w:rsidRPr="00FD7BF1">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The voters in Jefferson County elect people to the legislature, and these legislators will ultimately make policy decisions on behalf of the citizens of Jefferson County. Which of the following terms best describes the government of Jefferson County?</w:t>
      </w:r>
    </w:p>
    <w:p w:rsidR="00795B43" w:rsidRPr="00FD7BF1" w:rsidRDefault="00795B43" w:rsidP="00795B43">
      <w:pPr>
        <w:pStyle w:val="ans"/>
        <w:numPr>
          <w:ilvl w:val="0"/>
          <w:numId w:val="163"/>
        </w:numPr>
        <w:spacing w:line="360" w:lineRule="auto"/>
        <w:rPr>
          <w:rFonts w:asciiTheme="minorHAnsi" w:hAnsiTheme="minorHAnsi"/>
          <w:sz w:val="24"/>
          <w:szCs w:val="24"/>
        </w:rPr>
      </w:pPr>
      <w:r w:rsidRPr="00FD7BF1">
        <w:rPr>
          <w:rFonts w:asciiTheme="minorHAnsi" w:hAnsiTheme="minorHAnsi"/>
          <w:sz w:val="24"/>
          <w:szCs w:val="24"/>
        </w:rPr>
        <w:t>Authoritarianism</w:t>
      </w:r>
    </w:p>
    <w:p w:rsidR="00795B43" w:rsidRPr="00FD7BF1" w:rsidRDefault="00795B43" w:rsidP="00795B43">
      <w:pPr>
        <w:pStyle w:val="ans"/>
        <w:numPr>
          <w:ilvl w:val="0"/>
          <w:numId w:val="163"/>
        </w:numPr>
        <w:spacing w:line="360" w:lineRule="auto"/>
        <w:rPr>
          <w:rFonts w:asciiTheme="minorHAnsi" w:hAnsiTheme="minorHAnsi"/>
          <w:sz w:val="24"/>
          <w:szCs w:val="24"/>
        </w:rPr>
      </w:pPr>
      <w:r w:rsidRPr="00FD7BF1">
        <w:rPr>
          <w:rFonts w:asciiTheme="minorHAnsi" w:hAnsiTheme="minorHAnsi"/>
          <w:sz w:val="24"/>
          <w:szCs w:val="24"/>
        </w:rPr>
        <w:t>Direct democracy</w:t>
      </w:r>
    </w:p>
    <w:p w:rsidR="00795B43" w:rsidRPr="00FD7BF1" w:rsidRDefault="00795B43" w:rsidP="00795B43">
      <w:pPr>
        <w:pStyle w:val="ans"/>
        <w:numPr>
          <w:ilvl w:val="0"/>
          <w:numId w:val="163"/>
        </w:numPr>
        <w:spacing w:line="360" w:lineRule="auto"/>
        <w:rPr>
          <w:rFonts w:asciiTheme="minorHAnsi" w:hAnsiTheme="minorHAnsi"/>
          <w:sz w:val="24"/>
          <w:szCs w:val="24"/>
        </w:rPr>
      </w:pPr>
      <w:r w:rsidRPr="00FD7BF1">
        <w:rPr>
          <w:rFonts w:asciiTheme="minorHAnsi" w:hAnsiTheme="minorHAnsi"/>
          <w:sz w:val="24"/>
          <w:szCs w:val="24"/>
        </w:rPr>
        <w:t>Federalism</w:t>
      </w:r>
    </w:p>
    <w:p w:rsidR="00795B43" w:rsidRPr="00FD7BF1" w:rsidRDefault="00795B43" w:rsidP="00795B43">
      <w:pPr>
        <w:pStyle w:val="ans"/>
        <w:numPr>
          <w:ilvl w:val="0"/>
          <w:numId w:val="163"/>
        </w:numPr>
        <w:spacing w:line="360" w:lineRule="auto"/>
        <w:rPr>
          <w:rFonts w:asciiTheme="minorHAnsi" w:hAnsiTheme="minorHAnsi"/>
          <w:sz w:val="24"/>
          <w:szCs w:val="24"/>
        </w:rPr>
      </w:pPr>
      <w:r w:rsidRPr="00FD7BF1">
        <w:rPr>
          <w:rFonts w:asciiTheme="minorHAnsi" w:hAnsiTheme="minorHAnsi"/>
          <w:sz w:val="24"/>
          <w:szCs w:val="24"/>
        </w:rPr>
        <w:t>Representative democracy</w:t>
      </w:r>
    </w:p>
    <w:p w:rsidR="00795B43" w:rsidRPr="00FD7BF1" w:rsidRDefault="00795B43" w:rsidP="00795B43">
      <w:pPr>
        <w:pStyle w:val="ans"/>
        <w:numPr>
          <w:ilvl w:val="0"/>
          <w:numId w:val="163"/>
        </w:numPr>
        <w:spacing w:line="360" w:lineRule="auto"/>
        <w:rPr>
          <w:rFonts w:asciiTheme="minorHAnsi" w:hAnsiTheme="minorHAnsi"/>
          <w:sz w:val="24"/>
          <w:szCs w:val="24"/>
        </w:rPr>
      </w:pPr>
      <w:r w:rsidRPr="00FD7BF1">
        <w:rPr>
          <w:rFonts w:asciiTheme="minorHAnsi" w:hAnsiTheme="minorHAnsi"/>
          <w:sz w:val="24"/>
          <w:szCs w:val="24"/>
        </w:rPr>
        <w:t>Unitary government</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A sixteen year-old teenager, Bill O. Rights, has been sentenced to life in prison for committing an act of aggravated assault while on probation for a felony burglary conviction. His attorneys have asked the U.S. Supreme Court to overturn Mr. Rights’ sentence as a violation of the Constitutional prohibition against cruel and unusual punishment. On what basis would the U.S. Supreme Court hear the appeal of Mr. Rights?</w:t>
      </w:r>
    </w:p>
    <w:p w:rsidR="00795B43" w:rsidRPr="00FD7BF1" w:rsidRDefault="00795B43" w:rsidP="00795B43">
      <w:pPr>
        <w:pStyle w:val="ans"/>
        <w:numPr>
          <w:ilvl w:val="0"/>
          <w:numId w:val="180"/>
        </w:numPr>
        <w:spacing w:line="360" w:lineRule="auto"/>
        <w:rPr>
          <w:rFonts w:asciiTheme="minorHAnsi" w:hAnsiTheme="minorHAnsi"/>
          <w:sz w:val="24"/>
          <w:szCs w:val="24"/>
        </w:rPr>
      </w:pPr>
      <w:r w:rsidRPr="00FD7BF1">
        <w:rPr>
          <w:rFonts w:asciiTheme="minorHAnsi" w:hAnsiTheme="minorHAnsi"/>
          <w:sz w:val="24"/>
          <w:szCs w:val="24"/>
        </w:rPr>
        <w:t>The counsel for Mr. Rights has a right to ask a federal court to intervene because the Eighth Amendment’s prohibition against cruel and unusual punishments applies not just to actions of the federal government, but to state governments as well.</w:t>
      </w:r>
    </w:p>
    <w:p w:rsidR="00795B43" w:rsidRPr="00FD7BF1" w:rsidRDefault="00795B43" w:rsidP="00795B43">
      <w:pPr>
        <w:pStyle w:val="ans"/>
        <w:numPr>
          <w:ilvl w:val="0"/>
          <w:numId w:val="180"/>
        </w:numPr>
        <w:spacing w:line="360" w:lineRule="auto"/>
        <w:rPr>
          <w:rFonts w:asciiTheme="minorHAnsi" w:hAnsiTheme="minorHAnsi"/>
          <w:sz w:val="24"/>
          <w:szCs w:val="24"/>
        </w:rPr>
      </w:pPr>
      <w:r w:rsidRPr="00FD7BF1">
        <w:rPr>
          <w:rFonts w:asciiTheme="minorHAnsi" w:hAnsiTheme="minorHAnsi"/>
          <w:sz w:val="24"/>
          <w:szCs w:val="24"/>
        </w:rPr>
        <w:t>The U.S. Supreme Court would most likely hear the case because it is interesting and, as a rule, the justices enjoy deciding unique and noteworthy cases.</w:t>
      </w:r>
    </w:p>
    <w:p w:rsidR="00795B43" w:rsidRPr="00FD7BF1" w:rsidRDefault="00795B43" w:rsidP="00795B43">
      <w:pPr>
        <w:pStyle w:val="ans"/>
        <w:numPr>
          <w:ilvl w:val="0"/>
          <w:numId w:val="180"/>
        </w:numPr>
        <w:spacing w:line="360" w:lineRule="auto"/>
        <w:rPr>
          <w:rFonts w:asciiTheme="minorHAnsi" w:hAnsiTheme="minorHAnsi"/>
          <w:sz w:val="24"/>
          <w:szCs w:val="24"/>
        </w:rPr>
      </w:pPr>
      <w:r w:rsidRPr="00FD7BF1">
        <w:rPr>
          <w:rFonts w:asciiTheme="minorHAnsi" w:hAnsiTheme="minorHAnsi"/>
          <w:sz w:val="24"/>
          <w:szCs w:val="24"/>
        </w:rPr>
        <w:t>The U.S. Supreme Court would be required to consider the case because the appeal would be made by a juvenile and the punishment under appeal involves life in prison, and the original verdict was tried in federal court.</w:t>
      </w:r>
    </w:p>
    <w:p w:rsidR="00795B43" w:rsidRPr="00FD7BF1" w:rsidRDefault="00795B43" w:rsidP="00795B43">
      <w:pPr>
        <w:pStyle w:val="ans"/>
        <w:numPr>
          <w:ilvl w:val="0"/>
          <w:numId w:val="180"/>
        </w:numPr>
        <w:spacing w:line="360" w:lineRule="auto"/>
        <w:rPr>
          <w:rFonts w:asciiTheme="minorHAnsi" w:hAnsiTheme="minorHAnsi"/>
          <w:sz w:val="24"/>
          <w:szCs w:val="24"/>
        </w:rPr>
      </w:pPr>
      <w:r w:rsidRPr="00FD7BF1">
        <w:rPr>
          <w:rFonts w:asciiTheme="minorHAnsi" w:hAnsiTheme="minorHAnsi"/>
          <w:sz w:val="24"/>
          <w:szCs w:val="24"/>
        </w:rPr>
        <w:t xml:space="preserve">The U.S. Supreme Court’s decision to hear the appeal would depend on the acquiescence and consent of the Chief </w:t>
      </w:r>
      <w:r w:rsidRPr="00FD7BF1">
        <w:rPr>
          <w:rFonts w:asciiTheme="minorHAnsi" w:hAnsiTheme="minorHAnsi"/>
          <w:sz w:val="24"/>
          <w:szCs w:val="24"/>
        </w:rPr>
        <w:lastRenderedPageBreak/>
        <w:t>Justice, who has sole responsibility for choosing the appeals heard by the court.</w:t>
      </w:r>
    </w:p>
    <w:p w:rsidR="00795B43" w:rsidRPr="00FD7BF1" w:rsidRDefault="00795B43" w:rsidP="00795B43">
      <w:pPr>
        <w:pStyle w:val="ans"/>
        <w:numPr>
          <w:ilvl w:val="0"/>
          <w:numId w:val="180"/>
        </w:numPr>
        <w:spacing w:line="360" w:lineRule="auto"/>
        <w:rPr>
          <w:rFonts w:asciiTheme="minorHAnsi" w:hAnsiTheme="minorHAnsi"/>
          <w:sz w:val="24"/>
          <w:szCs w:val="24"/>
        </w:rPr>
      </w:pPr>
      <w:r w:rsidRPr="00FD7BF1">
        <w:rPr>
          <w:rFonts w:asciiTheme="minorHAnsi" w:hAnsiTheme="minorHAnsi"/>
          <w:sz w:val="24"/>
          <w:szCs w:val="24"/>
        </w:rPr>
        <w:t>None, because the U.S. Supreme Court has no judicial authority to review state court decisions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principal of a local public high school has decided to implement “a moment of silent prayer” at the beginning of each school day, immediately following the public recitation of the pledge of allegiance. This particular high school is attended by a predominantly white, Christian student population (roughly 85% of the student body consider themselves to be white Christians). A local atheist, joined by members of various non-Christian religious organizations, decides to protest the policies of the principal and threatens a lawsuit if the policy isn’t ended. Which of the following Constitutional provisions will serve as the basis for settling this legal dispute?</w:t>
      </w:r>
    </w:p>
    <w:p w:rsidR="00795B43" w:rsidRPr="00FD7BF1" w:rsidRDefault="00795B43" w:rsidP="00795B43">
      <w:pPr>
        <w:pStyle w:val="ans"/>
        <w:numPr>
          <w:ilvl w:val="0"/>
          <w:numId w:val="181"/>
        </w:numPr>
        <w:spacing w:line="360" w:lineRule="auto"/>
        <w:rPr>
          <w:rFonts w:asciiTheme="minorHAnsi" w:hAnsiTheme="minorHAnsi"/>
          <w:sz w:val="24"/>
          <w:szCs w:val="24"/>
        </w:rPr>
      </w:pPr>
      <w:r w:rsidRPr="00FD7BF1">
        <w:rPr>
          <w:rFonts w:asciiTheme="minorHAnsi" w:hAnsiTheme="minorHAnsi"/>
          <w:sz w:val="24"/>
          <w:szCs w:val="24"/>
        </w:rPr>
        <w:t>The First Amendment’s freedom of assembly clause</w:t>
      </w:r>
    </w:p>
    <w:p w:rsidR="00795B43" w:rsidRPr="00FD7BF1" w:rsidRDefault="00795B43" w:rsidP="00795B43">
      <w:pPr>
        <w:pStyle w:val="ans"/>
        <w:numPr>
          <w:ilvl w:val="0"/>
          <w:numId w:val="181"/>
        </w:numPr>
        <w:spacing w:line="360" w:lineRule="auto"/>
        <w:rPr>
          <w:rFonts w:asciiTheme="minorHAnsi" w:hAnsiTheme="minorHAnsi"/>
          <w:sz w:val="24"/>
          <w:szCs w:val="24"/>
        </w:rPr>
      </w:pPr>
      <w:r w:rsidRPr="00FD7BF1">
        <w:rPr>
          <w:rFonts w:asciiTheme="minorHAnsi" w:hAnsiTheme="minorHAnsi"/>
          <w:sz w:val="24"/>
          <w:szCs w:val="24"/>
        </w:rPr>
        <w:t>The First Amendment’s freedom of expression clause</w:t>
      </w:r>
    </w:p>
    <w:p w:rsidR="00795B43" w:rsidRPr="00FD7BF1" w:rsidRDefault="00795B43" w:rsidP="00795B43">
      <w:pPr>
        <w:pStyle w:val="ans"/>
        <w:numPr>
          <w:ilvl w:val="0"/>
          <w:numId w:val="181"/>
        </w:numPr>
        <w:spacing w:line="360" w:lineRule="auto"/>
        <w:rPr>
          <w:rFonts w:asciiTheme="minorHAnsi" w:hAnsiTheme="minorHAnsi"/>
          <w:sz w:val="24"/>
          <w:szCs w:val="24"/>
        </w:rPr>
      </w:pPr>
      <w:r w:rsidRPr="00FD7BF1">
        <w:rPr>
          <w:rFonts w:asciiTheme="minorHAnsi" w:hAnsiTheme="minorHAnsi"/>
          <w:sz w:val="24"/>
          <w:szCs w:val="24"/>
        </w:rPr>
        <w:t>The First Amendment’s establishment of religion clause</w:t>
      </w:r>
    </w:p>
    <w:p w:rsidR="00795B43" w:rsidRPr="00FD7BF1" w:rsidRDefault="00795B43" w:rsidP="00795B43">
      <w:pPr>
        <w:pStyle w:val="ans"/>
        <w:numPr>
          <w:ilvl w:val="0"/>
          <w:numId w:val="181"/>
        </w:numPr>
        <w:spacing w:line="360" w:lineRule="auto"/>
        <w:rPr>
          <w:rFonts w:asciiTheme="minorHAnsi" w:hAnsiTheme="minorHAnsi"/>
          <w:sz w:val="24"/>
          <w:szCs w:val="24"/>
        </w:rPr>
      </w:pPr>
      <w:r w:rsidRPr="00FD7BF1">
        <w:rPr>
          <w:rFonts w:asciiTheme="minorHAnsi" w:hAnsiTheme="minorHAnsi"/>
          <w:sz w:val="24"/>
          <w:szCs w:val="24"/>
        </w:rPr>
        <w:t>The Third Amendment’s foundation for individual privacy rights</w:t>
      </w:r>
    </w:p>
    <w:p w:rsidR="00795B43" w:rsidRPr="00FD7BF1" w:rsidRDefault="00795B43" w:rsidP="00795B43">
      <w:pPr>
        <w:pStyle w:val="ans"/>
        <w:numPr>
          <w:ilvl w:val="0"/>
          <w:numId w:val="181"/>
        </w:numPr>
        <w:spacing w:line="360" w:lineRule="auto"/>
        <w:rPr>
          <w:rFonts w:asciiTheme="minorHAnsi" w:hAnsiTheme="minorHAnsi"/>
          <w:sz w:val="24"/>
          <w:szCs w:val="24"/>
        </w:rPr>
      </w:pPr>
      <w:r w:rsidRPr="00FD7BF1">
        <w:rPr>
          <w:rFonts w:asciiTheme="minorHAnsi" w:hAnsiTheme="minorHAnsi"/>
          <w:sz w:val="24"/>
          <w:szCs w:val="24"/>
        </w:rPr>
        <w:t>The Fourth Amendment’s foundation for the exclusionary rule</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Regarding the </w:t>
      </w:r>
      <w:proofErr w:type="spellStart"/>
      <w:r w:rsidRPr="00FD7BF1">
        <w:rPr>
          <w:rFonts w:asciiTheme="minorHAnsi" w:hAnsiTheme="minorHAnsi"/>
          <w:i/>
          <w:sz w:val="24"/>
          <w:szCs w:val="24"/>
        </w:rPr>
        <w:t>Grutter</w:t>
      </w:r>
      <w:proofErr w:type="spellEnd"/>
      <w:r w:rsidRPr="00FD7BF1">
        <w:rPr>
          <w:rFonts w:asciiTheme="minorHAnsi" w:hAnsiTheme="minorHAnsi"/>
          <w:i/>
          <w:sz w:val="24"/>
          <w:szCs w:val="24"/>
        </w:rPr>
        <w:t xml:space="preserve"> </w:t>
      </w:r>
      <w:r w:rsidRPr="00FD7BF1">
        <w:rPr>
          <w:rFonts w:asciiTheme="minorHAnsi" w:hAnsiTheme="minorHAnsi"/>
          <w:sz w:val="24"/>
          <w:szCs w:val="24"/>
        </w:rPr>
        <w:t xml:space="preserve">and </w:t>
      </w:r>
      <w:proofErr w:type="spellStart"/>
      <w:r w:rsidRPr="00FD7BF1">
        <w:rPr>
          <w:rFonts w:asciiTheme="minorHAnsi" w:hAnsiTheme="minorHAnsi"/>
          <w:i/>
          <w:sz w:val="24"/>
          <w:szCs w:val="24"/>
        </w:rPr>
        <w:t>Gratz</w:t>
      </w:r>
      <w:proofErr w:type="spellEnd"/>
      <w:r w:rsidRPr="00FD7BF1">
        <w:rPr>
          <w:rFonts w:asciiTheme="minorHAnsi" w:hAnsiTheme="minorHAnsi"/>
          <w:i/>
          <w:sz w:val="24"/>
          <w:szCs w:val="24"/>
        </w:rPr>
        <w:t xml:space="preserve"> </w:t>
      </w:r>
      <w:r w:rsidRPr="00FD7BF1">
        <w:rPr>
          <w:rFonts w:asciiTheme="minorHAnsi" w:hAnsiTheme="minorHAnsi"/>
          <w:sz w:val="24"/>
          <w:szCs w:val="24"/>
        </w:rPr>
        <w:t xml:space="preserve">lawsuits, what reason did the Supreme Court give for upholding the admissions standards and programs at the University </w:t>
      </w:r>
      <w:proofErr w:type="gramStart"/>
      <w:r w:rsidRPr="00FD7BF1">
        <w:rPr>
          <w:rFonts w:asciiTheme="minorHAnsi" w:hAnsiTheme="minorHAnsi"/>
          <w:sz w:val="24"/>
          <w:szCs w:val="24"/>
        </w:rPr>
        <w:t>of</w:t>
      </w:r>
      <w:proofErr w:type="gramEnd"/>
      <w:r w:rsidRPr="00FD7BF1">
        <w:rPr>
          <w:rFonts w:asciiTheme="minorHAnsi" w:hAnsiTheme="minorHAnsi"/>
          <w:sz w:val="24"/>
          <w:szCs w:val="24"/>
        </w:rPr>
        <w:t xml:space="preserve"> Michigan Law School?</w:t>
      </w:r>
    </w:p>
    <w:p w:rsidR="00795B43" w:rsidRPr="00FD7BF1" w:rsidRDefault="00795B43" w:rsidP="00795B43">
      <w:pPr>
        <w:pStyle w:val="ans"/>
        <w:numPr>
          <w:ilvl w:val="0"/>
          <w:numId w:val="182"/>
        </w:numPr>
        <w:spacing w:line="360" w:lineRule="auto"/>
        <w:rPr>
          <w:rFonts w:asciiTheme="minorHAnsi" w:hAnsiTheme="minorHAnsi"/>
          <w:sz w:val="24"/>
          <w:szCs w:val="24"/>
        </w:rPr>
      </w:pPr>
      <w:r w:rsidRPr="00FD7BF1">
        <w:rPr>
          <w:rFonts w:asciiTheme="minorHAnsi" w:hAnsiTheme="minorHAnsi"/>
          <w:sz w:val="24"/>
          <w:szCs w:val="24"/>
        </w:rPr>
        <w:t>It ruled that the government has a compelling interest in promoting racial and ethnic diversity in higher education.</w:t>
      </w:r>
    </w:p>
    <w:p w:rsidR="00795B43" w:rsidRPr="00FD7BF1" w:rsidRDefault="00795B43" w:rsidP="00795B43">
      <w:pPr>
        <w:pStyle w:val="ans"/>
        <w:numPr>
          <w:ilvl w:val="0"/>
          <w:numId w:val="182"/>
        </w:numPr>
        <w:spacing w:line="360" w:lineRule="auto"/>
        <w:rPr>
          <w:rFonts w:asciiTheme="minorHAnsi" w:hAnsiTheme="minorHAnsi"/>
          <w:sz w:val="24"/>
          <w:szCs w:val="24"/>
        </w:rPr>
      </w:pPr>
      <w:r w:rsidRPr="00FD7BF1">
        <w:rPr>
          <w:rFonts w:asciiTheme="minorHAnsi" w:hAnsiTheme="minorHAnsi"/>
          <w:sz w:val="24"/>
          <w:szCs w:val="24"/>
        </w:rPr>
        <w:t>The University of Michigan admissions program did not establish a racial and/or ethnic quota for admissions.</w:t>
      </w:r>
    </w:p>
    <w:p w:rsidR="00795B43" w:rsidRPr="00FD7BF1" w:rsidRDefault="00795B43" w:rsidP="00795B43">
      <w:pPr>
        <w:pStyle w:val="ans"/>
        <w:numPr>
          <w:ilvl w:val="0"/>
          <w:numId w:val="182"/>
        </w:numPr>
        <w:spacing w:line="360" w:lineRule="auto"/>
        <w:rPr>
          <w:rFonts w:asciiTheme="minorHAnsi" w:hAnsiTheme="minorHAnsi"/>
          <w:sz w:val="24"/>
          <w:szCs w:val="24"/>
        </w:rPr>
      </w:pPr>
      <w:r w:rsidRPr="00FD7BF1">
        <w:rPr>
          <w:rFonts w:asciiTheme="minorHAnsi" w:hAnsiTheme="minorHAnsi"/>
          <w:sz w:val="24"/>
          <w:szCs w:val="24"/>
        </w:rPr>
        <w:t>The admissions program did not award a set number of points to applicants based on their race or ethnicity.</w:t>
      </w:r>
    </w:p>
    <w:p w:rsidR="00795B43" w:rsidRPr="00FD7BF1" w:rsidRDefault="00795B43" w:rsidP="00795B43">
      <w:pPr>
        <w:pStyle w:val="ans"/>
        <w:numPr>
          <w:ilvl w:val="0"/>
          <w:numId w:val="182"/>
        </w:numPr>
        <w:spacing w:line="360" w:lineRule="auto"/>
        <w:rPr>
          <w:rFonts w:asciiTheme="minorHAnsi" w:hAnsiTheme="minorHAnsi"/>
          <w:sz w:val="24"/>
          <w:szCs w:val="24"/>
        </w:rPr>
      </w:pPr>
      <w:r w:rsidRPr="00FD7BF1">
        <w:rPr>
          <w:rFonts w:asciiTheme="minorHAnsi" w:hAnsiTheme="minorHAnsi"/>
          <w:sz w:val="24"/>
          <w:szCs w:val="24"/>
        </w:rPr>
        <w:lastRenderedPageBreak/>
        <w:t>All of these</w:t>
      </w:r>
    </w:p>
    <w:p w:rsidR="00795B43" w:rsidRPr="00FD7BF1" w:rsidRDefault="00795B43" w:rsidP="00795B43">
      <w:pPr>
        <w:pStyle w:val="ans"/>
        <w:numPr>
          <w:ilvl w:val="0"/>
          <w:numId w:val="182"/>
        </w:numPr>
        <w:spacing w:line="360" w:lineRule="auto"/>
        <w:rPr>
          <w:rFonts w:asciiTheme="minorHAnsi" w:hAnsiTheme="minorHAnsi"/>
          <w:sz w:val="24"/>
          <w:szCs w:val="24"/>
        </w:rPr>
      </w:pPr>
      <w:r w:rsidRPr="00FD7BF1">
        <w:rPr>
          <w:rFonts w:asciiTheme="minorHAnsi" w:hAnsiTheme="minorHAnsi"/>
          <w:sz w:val="24"/>
          <w:szCs w:val="24"/>
        </w:rPr>
        <w:t xml:space="preserve">None of these </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According to data collected by the U.S. Census Bureau, which of the following individuals is most likely to vote?</w:t>
      </w:r>
    </w:p>
    <w:p w:rsidR="00795B43" w:rsidRPr="00FD7BF1" w:rsidRDefault="00795B43" w:rsidP="00795B43">
      <w:pPr>
        <w:pStyle w:val="ans"/>
        <w:numPr>
          <w:ilvl w:val="0"/>
          <w:numId w:val="183"/>
        </w:numPr>
        <w:spacing w:line="360" w:lineRule="auto"/>
        <w:rPr>
          <w:rFonts w:asciiTheme="minorHAnsi" w:hAnsiTheme="minorHAnsi"/>
          <w:sz w:val="24"/>
          <w:szCs w:val="24"/>
        </w:rPr>
      </w:pPr>
      <w:proofErr w:type="spellStart"/>
      <w:r w:rsidRPr="00FD7BF1">
        <w:rPr>
          <w:rFonts w:asciiTheme="minorHAnsi" w:hAnsiTheme="minorHAnsi"/>
          <w:sz w:val="24"/>
          <w:szCs w:val="24"/>
        </w:rPr>
        <w:t>Avi</w:t>
      </w:r>
      <w:proofErr w:type="spellEnd"/>
      <w:r w:rsidRPr="00FD7BF1">
        <w:rPr>
          <w:rFonts w:asciiTheme="minorHAnsi" w:hAnsiTheme="minorHAnsi"/>
          <w:sz w:val="24"/>
          <w:szCs w:val="24"/>
        </w:rPr>
        <w:t>, an 18-year-old Jewish male studying at a religious school</w:t>
      </w:r>
    </w:p>
    <w:p w:rsidR="00795B43" w:rsidRPr="00FD7BF1" w:rsidRDefault="00795B43" w:rsidP="00795B43">
      <w:pPr>
        <w:pStyle w:val="ans"/>
        <w:numPr>
          <w:ilvl w:val="0"/>
          <w:numId w:val="183"/>
        </w:numPr>
        <w:spacing w:line="360" w:lineRule="auto"/>
        <w:rPr>
          <w:rFonts w:asciiTheme="minorHAnsi" w:hAnsiTheme="minorHAnsi"/>
          <w:sz w:val="24"/>
          <w:szCs w:val="24"/>
        </w:rPr>
      </w:pPr>
      <w:r w:rsidRPr="00FD7BF1">
        <w:rPr>
          <w:rFonts w:asciiTheme="minorHAnsi" w:hAnsiTheme="minorHAnsi"/>
          <w:sz w:val="24"/>
          <w:szCs w:val="24"/>
        </w:rPr>
        <w:t>Hector, a 21-year-old Latino male making minimum wage</w:t>
      </w:r>
    </w:p>
    <w:p w:rsidR="00795B43" w:rsidRPr="00FD7BF1" w:rsidRDefault="00795B43" w:rsidP="00795B43">
      <w:pPr>
        <w:pStyle w:val="ans"/>
        <w:numPr>
          <w:ilvl w:val="0"/>
          <w:numId w:val="183"/>
        </w:numPr>
        <w:spacing w:line="360" w:lineRule="auto"/>
        <w:rPr>
          <w:rFonts w:asciiTheme="minorHAnsi" w:hAnsiTheme="minorHAnsi"/>
          <w:sz w:val="24"/>
          <w:szCs w:val="24"/>
        </w:rPr>
      </w:pPr>
      <w:r w:rsidRPr="00FD7BF1">
        <w:rPr>
          <w:rFonts w:asciiTheme="minorHAnsi" w:hAnsiTheme="minorHAnsi"/>
          <w:sz w:val="24"/>
          <w:szCs w:val="24"/>
        </w:rPr>
        <w:t>Joseph, a 55-year-old, married white male making $150,000 per year</w:t>
      </w:r>
    </w:p>
    <w:p w:rsidR="00795B43" w:rsidRPr="00FD7BF1" w:rsidRDefault="00795B43" w:rsidP="00795B43">
      <w:pPr>
        <w:pStyle w:val="ans"/>
        <w:numPr>
          <w:ilvl w:val="0"/>
          <w:numId w:val="183"/>
        </w:numPr>
        <w:spacing w:line="360" w:lineRule="auto"/>
        <w:rPr>
          <w:rFonts w:asciiTheme="minorHAnsi" w:hAnsiTheme="minorHAnsi"/>
          <w:sz w:val="24"/>
          <w:szCs w:val="24"/>
        </w:rPr>
      </w:pPr>
      <w:r w:rsidRPr="00FD7BF1">
        <w:rPr>
          <w:rFonts w:asciiTheme="minorHAnsi" w:hAnsiTheme="minorHAnsi"/>
          <w:sz w:val="24"/>
          <w:szCs w:val="24"/>
        </w:rPr>
        <w:t>Liz, a 35-year-old African American single mother</w:t>
      </w:r>
    </w:p>
    <w:p w:rsidR="00795B43" w:rsidRPr="00FD7BF1" w:rsidRDefault="00795B43" w:rsidP="00795B43">
      <w:pPr>
        <w:pStyle w:val="ans"/>
        <w:numPr>
          <w:ilvl w:val="0"/>
          <w:numId w:val="183"/>
        </w:numPr>
        <w:spacing w:line="360" w:lineRule="auto"/>
        <w:rPr>
          <w:rFonts w:asciiTheme="minorHAnsi" w:hAnsiTheme="minorHAnsi"/>
          <w:sz w:val="24"/>
          <w:szCs w:val="24"/>
        </w:rPr>
      </w:pPr>
      <w:r w:rsidRPr="00FD7BF1">
        <w:rPr>
          <w:rFonts w:asciiTheme="minorHAnsi" w:hAnsiTheme="minorHAnsi"/>
          <w:sz w:val="24"/>
          <w:szCs w:val="24"/>
        </w:rPr>
        <w:t>Shannon, a 30-year-old female college student with two prior criminal convictions for shoplifting and burglary</w:t>
      </w:r>
    </w:p>
    <w:p w:rsidR="00795B43" w:rsidRPr="00FD7BF1" w:rsidRDefault="00795B43" w:rsidP="00795B43">
      <w:pPr>
        <w:pStyle w:val="body"/>
        <w:rPr>
          <w:rFonts w:asciiTheme="minorHAnsi" w:hAnsiTheme="minorHAnsi"/>
          <w:sz w:val="24"/>
          <w:szCs w:val="24"/>
        </w:rPr>
      </w:pPr>
      <w:r w:rsidRPr="00FD7BF1">
        <w:rPr>
          <w:rFonts w:asciiTheme="minorHAnsi" w:hAnsiTheme="minorHAnsi"/>
          <w:sz w:val="24"/>
          <w:szCs w:val="24"/>
        </w:rPr>
        <w:t xml:space="preserve"> </w:t>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Which of the following is an example of a purposive incentive for joining an interest group?</w:t>
      </w:r>
    </w:p>
    <w:p w:rsidR="00795B43" w:rsidRPr="00FD7BF1" w:rsidRDefault="00795B43" w:rsidP="00795B43">
      <w:pPr>
        <w:pStyle w:val="ans"/>
        <w:numPr>
          <w:ilvl w:val="0"/>
          <w:numId w:val="184"/>
        </w:numPr>
        <w:spacing w:line="360" w:lineRule="auto"/>
        <w:rPr>
          <w:rFonts w:asciiTheme="minorHAnsi" w:hAnsiTheme="minorHAnsi"/>
          <w:sz w:val="24"/>
          <w:szCs w:val="24"/>
        </w:rPr>
      </w:pPr>
      <w:r w:rsidRPr="00FD7BF1">
        <w:rPr>
          <w:rFonts w:asciiTheme="minorHAnsi" w:hAnsiTheme="minorHAnsi"/>
          <w:sz w:val="24"/>
          <w:szCs w:val="24"/>
        </w:rPr>
        <w:t>Diego joins the National Rifle Association (NRA) because he wants to enroll his sons in gun safety classes.</w:t>
      </w:r>
    </w:p>
    <w:p w:rsidR="00795B43" w:rsidRPr="00FD7BF1" w:rsidRDefault="00795B43" w:rsidP="00795B43">
      <w:pPr>
        <w:pStyle w:val="ans"/>
        <w:numPr>
          <w:ilvl w:val="0"/>
          <w:numId w:val="184"/>
        </w:numPr>
        <w:spacing w:line="360" w:lineRule="auto"/>
        <w:rPr>
          <w:rFonts w:asciiTheme="minorHAnsi" w:hAnsiTheme="minorHAnsi"/>
          <w:sz w:val="24"/>
          <w:szCs w:val="24"/>
        </w:rPr>
      </w:pPr>
      <w:r w:rsidRPr="00FD7BF1">
        <w:rPr>
          <w:rFonts w:asciiTheme="minorHAnsi" w:hAnsiTheme="minorHAnsi"/>
          <w:sz w:val="24"/>
          <w:szCs w:val="24"/>
        </w:rPr>
        <w:t>Donald joins the American Federation of Teachers because many of his fellow teachers belong and he enjoys the camaraderie and being a part of a team.</w:t>
      </w:r>
    </w:p>
    <w:p w:rsidR="00795B43" w:rsidRPr="00FD7BF1" w:rsidRDefault="00795B43" w:rsidP="00795B43">
      <w:pPr>
        <w:pStyle w:val="ans"/>
        <w:numPr>
          <w:ilvl w:val="0"/>
          <w:numId w:val="184"/>
        </w:numPr>
        <w:spacing w:line="360" w:lineRule="auto"/>
        <w:rPr>
          <w:rFonts w:asciiTheme="minorHAnsi" w:hAnsiTheme="minorHAnsi"/>
          <w:sz w:val="24"/>
          <w:szCs w:val="24"/>
        </w:rPr>
      </w:pPr>
      <w:r w:rsidRPr="00FD7BF1">
        <w:rPr>
          <w:rFonts w:asciiTheme="minorHAnsi" w:hAnsiTheme="minorHAnsi"/>
          <w:sz w:val="24"/>
          <w:szCs w:val="24"/>
        </w:rPr>
        <w:t>Eric joined the American Legion because he enjoys hanging out at the Legion Hall with his friends.</w:t>
      </w:r>
    </w:p>
    <w:p w:rsidR="00795B43" w:rsidRPr="00FD7BF1" w:rsidRDefault="00795B43" w:rsidP="00795B43">
      <w:pPr>
        <w:pStyle w:val="ans"/>
        <w:numPr>
          <w:ilvl w:val="0"/>
          <w:numId w:val="184"/>
        </w:numPr>
        <w:spacing w:line="360" w:lineRule="auto"/>
        <w:rPr>
          <w:rFonts w:asciiTheme="minorHAnsi" w:hAnsiTheme="minorHAnsi"/>
          <w:sz w:val="24"/>
          <w:szCs w:val="24"/>
        </w:rPr>
      </w:pPr>
      <w:r w:rsidRPr="00FD7BF1">
        <w:rPr>
          <w:rFonts w:asciiTheme="minorHAnsi" w:hAnsiTheme="minorHAnsi"/>
          <w:sz w:val="24"/>
          <w:szCs w:val="24"/>
        </w:rPr>
        <w:t>Leslie joins Greenpeace because she feels strongly about protecting the environment.</w:t>
      </w:r>
    </w:p>
    <w:p w:rsidR="00795B43" w:rsidRPr="00FD7BF1" w:rsidRDefault="00795B43" w:rsidP="00795B43">
      <w:pPr>
        <w:pStyle w:val="ans"/>
        <w:numPr>
          <w:ilvl w:val="0"/>
          <w:numId w:val="184"/>
        </w:numPr>
        <w:spacing w:line="360" w:lineRule="auto"/>
        <w:rPr>
          <w:rFonts w:asciiTheme="minorHAnsi" w:hAnsiTheme="minorHAnsi"/>
          <w:sz w:val="24"/>
          <w:szCs w:val="24"/>
        </w:rPr>
      </w:pPr>
      <w:r w:rsidRPr="00FD7BF1">
        <w:rPr>
          <w:rFonts w:asciiTheme="minorHAnsi" w:hAnsiTheme="minorHAnsi"/>
          <w:sz w:val="24"/>
          <w:szCs w:val="24"/>
        </w:rPr>
        <w:t>Sarah joins a church youth group because she is new in town and wants to make new friends.</w:t>
      </w:r>
    </w:p>
    <w:p w:rsidR="00795B43" w:rsidRPr="00FD7BF1" w:rsidRDefault="00795B43" w:rsidP="00795B43">
      <w:pPr>
        <w:pStyle w:val="body"/>
        <w:rPr>
          <w:rFonts w:asciiTheme="minorHAnsi" w:hAnsiTheme="minorHAnsi"/>
          <w:sz w:val="24"/>
          <w:szCs w:val="24"/>
        </w:rPr>
      </w:pPr>
    </w:p>
    <w:p w:rsidR="00795B43" w:rsidRPr="00FD7BF1" w:rsidRDefault="00795B43" w:rsidP="00795B43">
      <w:pPr>
        <w:spacing w:before="0" w:after="0" w:line="240" w:lineRule="auto"/>
        <w:rPr>
          <w:rFonts w:asciiTheme="minorHAnsi" w:hAnsiTheme="minorHAnsi"/>
          <w:sz w:val="24"/>
          <w:szCs w:val="24"/>
        </w:rPr>
      </w:pPr>
      <w:r w:rsidRPr="00FD7BF1">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proofErr w:type="spellStart"/>
      <w:r w:rsidRPr="00FD7BF1">
        <w:rPr>
          <w:rFonts w:asciiTheme="minorHAnsi" w:hAnsiTheme="minorHAnsi"/>
          <w:sz w:val="24"/>
          <w:szCs w:val="24"/>
        </w:rPr>
        <w:lastRenderedPageBreak/>
        <w:t>Jesús</w:t>
      </w:r>
      <w:proofErr w:type="spellEnd"/>
      <w:r w:rsidRPr="00FD7BF1">
        <w:rPr>
          <w:rFonts w:asciiTheme="minorHAnsi" w:hAnsiTheme="minorHAnsi"/>
          <w:sz w:val="24"/>
          <w:szCs w:val="24"/>
        </w:rPr>
        <w:t xml:space="preserve"> is voting for the first time in the presidential election. He votes for the Republican candidate for president, the Republican candidate for the U.S. Senate, and the Democratic candidate for the U.S. House. </w:t>
      </w:r>
      <w:proofErr w:type="spellStart"/>
      <w:r w:rsidRPr="00FD7BF1">
        <w:rPr>
          <w:rFonts w:asciiTheme="minorHAnsi" w:hAnsiTheme="minorHAnsi"/>
          <w:sz w:val="24"/>
          <w:szCs w:val="24"/>
        </w:rPr>
        <w:t>Jesús</w:t>
      </w:r>
      <w:proofErr w:type="spellEnd"/>
      <w:r w:rsidRPr="00FD7BF1">
        <w:rPr>
          <w:rFonts w:asciiTheme="minorHAnsi" w:hAnsiTheme="minorHAnsi"/>
          <w:sz w:val="24"/>
          <w:szCs w:val="24"/>
        </w:rPr>
        <w:t xml:space="preserve"> did which of the following?</w:t>
      </w:r>
    </w:p>
    <w:p w:rsidR="00795B43" w:rsidRPr="00FD7BF1" w:rsidRDefault="00795B43" w:rsidP="00795B43">
      <w:pPr>
        <w:pStyle w:val="ans"/>
        <w:numPr>
          <w:ilvl w:val="0"/>
          <w:numId w:val="185"/>
        </w:numPr>
        <w:spacing w:line="360" w:lineRule="auto"/>
        <w:rPr>
          <w:rFonts w:asciiTheme="minorHAnsi" w:hAnsiTheme="minorHAnsi"/>
          <w:sz w:val="24"/>
          <w:szCs w:val="24"/>
        </w:rPr>
      </w:pPr>
      <w:r w:rsidRPr="00FD7BF1">
        <w:rPr>
          <w:rFonts w:asciiTheme="minorHAnsi" w:hAnsiTheme="minorHAnsi"/>
          <w:sz w:val="24"/>
          <w:szCs w:val="24"/>
        </w:rPr>
        <w:t>Voted in an open primary election</w:t>
      </w:r>
    </w:p>
    <w:p w:rsidR="00795B43" w:rsidRPr="00FD7BF1" w:rsidRDefault="00795B43" w:rsidP="00795B43">
      <w:pPr>
        <w:pStyle w:val="ans"/>
        <w:numPr>
          <w:ilvl w:val="0"/>
          <w:numId w:val="185"/>
        </w:numPr>
        <w:spacing w:line="360" w:lineRule="auto"/>
        <w:rPr>
          <w:rFonts w:asciiTheme="minorHAnsi" w:hAnsiTheme="minorHAnsi"/>
          <w:sz w:val="24"/>
          <w:szCs w:val="24"/>
        </w:rPr>
      </w:pPr>
      <w:r w:rsidRPr="00FD7BF1">
        <w:rPr>
          <w:rFonts w:asciiTheme="minorHAnsi" w:hAnsiTheme="minorHAnsi"/>
          <w:sz w:val="24"/>
          <w:szCs w:val="24"/>
        </w:rPr>
        <w:t xml:space="preserve">Voted in a presidential preference primary </w:t>
      </w:r>
    </w:p>
    <w:p w:rsidR="00795B43" w:rsidRPr="00FD7BF1" w:rsidRDefault="00795B43" w:rsidP="00795B43">
      <w:pPr>
        <w:pStyle w:val="ans"/>
        <w:numPr>
          <w:ilvl w:val="0"/>
          <w:numId w:val="185"/>
        </w:numPr>
        <w:spacing w:line="360" w:lineRule="auto"/>
        <w:rPr>
          <w:rFonts w:asciiTheme="minorHAnsi" w:hAnsiTheme="minorHAnsi"/>
          <w:sz w:val="24"/>
          <w:szCs w:val="24"/>
        </w:rPr>
      </w:pPr>
      <w:r w:rsidRPr="00FD7BF1">
        <w:rPr>
          <w:rFonts w:asciiTheme="minorHAnsi" w:hAnsiTheme="minorHAnsi"/>
          <w:sz w:val="24"/>
          <w:szCs w:val="24"/>
        </w:rPr>
        <w:t>Voted a split-ticket ballot</w:t>
      </w:r>
    </w:p>
    <w:p w:rsidR="00795B43" w:rsidRPr="00FD7BF1" w:rsidRDefault="00795B43" w:rsidP="00795B43">
      <w:pPr>
        <w:pStyle w:val="ans"/>
        <w:numPr>
          <w:ilvl w:val="0"/>
          <w:numId w:val="185"/>
        </w:numPr>
        <w:spacing w:line="360" w:lineRule="auto"/>
        <w:rPr>
          <w:rFonts w:asciiTheme="minorHAnsi" w:hAnsiTheme="minorHAnsi"/>
          <w:sz w:val="24"/>
          <w:szCs w:val="24"/>
        </w:rPr>
      </w:pPr>
      <w:r w:rsidRPr="00FD7BF1">
        <w:rPr>
          <w:rFonts w:asciiTheme="minorHAnsi" w:hAnsiTheme="minorHAnsi"/>
          <w:sz w:val="24"/>
          <w:szCs w:val="24"/>
        </w:rPr>
        <w:t xml:space="preserve">Voted in violation of the Voting Rights Act </w:t>
      </w:r>
    </w:p>
    <w:p w:rsidR="00795B43" w:rsidRPr="00FD7BF1" w:rsidRDefault="00795B43" w:rsidP="00795B43">
      <w:pPr>
        <w:pStyle w:val="ans"/>
        <w:numPr>
          <w:ilvl w:val="0"/>
          <w:numId w:val="185"/>
        </w:numPr>
        <w:spacing w:line="360" w:lineRule="auto"/>
        <w:rPr>
          <w:rFonts w:asciiTheme="minorHAnsi" w:hAnsiTheme="minorHAnsi"/>
          <w:sz w:val="24"/>
          <w:szCs w:val="24"/>
        </w:rPr>
      </w:pPr>
      <w:r w:rsidRPr="00FD7BF1">
        <w:rPr>
          <w:rFonts w:asciiTheme="minorHAnsi" w:hAnsiTheme="minorHAnsi"/>
          <w:sz w:val="24"/>
          <w:szCs w:val="24"/>
        </w:rPr>
        <w:t>None of these</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In terms of political participation, which of the following types of political engagement are people most likely to engage in?</w:t>
      </w:r>
    </w:p>
    <w:p w:rsidR="00795B43" w:rsidRPr="00FD7BF1" w:rsidRDefault="00795B43" w:rsidP="00795B43">
      <w:pPr>
        <w:pStyle w:val="ans"/>
        <w:numPr>
          <w:ilvl w:val="0"/>
          <w:numId w:val="186"/>
        </w:numPr>
        <w:spacing w:line="360" w:lineRule="auto"/>
        <w:rPr>
          <w:rFonts w:asciiTheme="minorHAnsi" w:hAnsiTheme="minorHAnsi"/>
          <w:sz w:val="24"/>
          <w:szCs w:val="24"/>
        </w:rPr>
      </w:pPr>
      <w:r w:rsidRPr="00FD7BF1">
        <w:rPr>
          <w:rFonts w:asciiTheme="minorHAnsi" w:hAnsiTheme="minorHAnsi"/>
          <w:sz w:val="24"/>
          <w:szCs w:val="24"/>
        </w:rPr>
        <w:t>Attend an organized political protest.</w:t>
      </w:r>
    </w:p>
    <w:p w:rsidR="00795B43" w:rsidRPr="00FD7BF1" w:rsidRDefault="00795B43" w:rsidP="00795B43">
      <w:pPr>
        <w:pStyle w:val="ans"/>
        <w:numPr>
          <w:ilvl w:val="0"/>
          <w:numId w:val="186"/>
        </w:numPr>
        <w:spacing w:line="360" w:lineRule="auto"/>
        <w:rPr>
          <w:rFonts w:asciiTheme="minorHAnsi" w:hAnsiTheme="minorHAnsi"/>
          <w:sz w:val="24"/>
          <w:szCs w:val="24"/>
        </w:rPr>
      </w:pPr>
      <w:r w:rsidRPr="00FD7BF1">
        <w:rPr>
          <w:rFonts w:asciiTheme="minorHAnsi" w:hAnsiTheme="minorHAnsi"/>
          <w:sz w:val="24"/>
          <w:szCs w:val="24"/>
        </w:rPr>
        <w:t>Contact a government official about a specific issue.</w:t>
      </w:r>
    </w:p>
    <w:p w:rsidR="00795B43" w:rsidRPr="00FD7BF1" w:rsidRDefault="00795B43" w:rsidP="00795B43">
      <w:pPr>
        <w:pStyle w:val="ans"/>
        <w:numPr>
          <w:ilvl w:val="0"/>
          <w:numId w:val="186"/>
        </w:numPr>
        <w:spacing w:line="360" w:lineRule="auto"/>
        <w:rPr>
          <w:rFonts w:asciiTheme="minorHAnsi" w:hAnsiTheme="minorHAnsi"/>
          <w:sz w:val="24"/>
          <w:szCs w:val="24"/>
        </w:rPr>
      </w:pPr>
      <w:r w:rsidRPr="00FD7BF1">
        <w:rPr>
          <w:rFonts w:asciiTheme="minorHAnsi" w:hAnsiTheme="minorHAnsi"/>
          <w:sz w:val="24"/>
          <w:szCs w:val="24"/>
        </w:rPr>
        <w:t>Contribute money to a candidate for political office.</w:t>
      </w:r>
    </w:p>
    <w:p w:rsidR="00795B43" w:rsidRPr="00FD7BF1" w:rsidRDefault="00795B43" w:rsidP="00795B43">
      <w:pPr>
        <w:pStyle w:val="ans"/>
        <w:numPr>
          <w:ilvl w:val="0"/>
          <w:numId w:val="186"/>
        </w:numPr>
        <w:spacing w:line="360" w:lineRule="auto"/>
        <w:rPr>
          <w:rFonts w:asciiTheme="minorHAnsi" w:hAnsiTheme="minorHAnsi"/>
          <w:sz w:val="24"/>
          <w:szCs w:val="24"/>
        </w:rPr>
      </w:pPr>
      <w:r w:rsidRPr="00FD7BF1">
        <w:rPr>
          <w:rFonts w:asciiTheme="minorHAnsi" w:hAnsiTheme="minorHAnsi"/>
          <w:sz w:val="24"/>
          <w:szCs w:val="24"/>
        </w:rPr>
        <w:t>Sign a petition.</w:t>
      </w:r>
    </w:p>
    <w:p w:rsidR="00795B43" w:rsidRPr="00FD7BF1" w:rsidRDefault="00795B43" w:rsidP="00795B43">
      <w:pPr>
        <w:pStyle w:val="ans"/>
        <w:numPr>
          <w:ilvl w:val="0"/>
          <w:numId w:val="186"/>
        </w:numPr>
        <w:spacing w:line="360" w:lineRule="auto"/>
        <w:rPr>
          <w:rFonts w:asciiTheme="minorHAnsi" w:hAnsiTheme="minorHAnsi"/>
          <w:sz w:val="24"/>
          <w:szCs w:val="24"/>
        </w:rPr>
      </w:pPr>
      <w:r w:rsidRPr="00FD7BF1">
        <w:rPr>
          <w:rFonts w:asciiTheme="minorHAnsi" w:hAnsiTheme="minorHAnsi"/>
          <w:sz w:val="24"/>
          <w:szCs w:val="24"/>
        </w:rPr>
        <w:t>Write a letter to the editor of a local newspaper.</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United States is the world’s only superpower, and as such, it can assert itself internationally and other nations will have no choice but to go along.” Which of the following foreign policy approaches best reflects the above statement?</w:t>
      </w:r>
    </w:p>
    <w:p w:rsidR="00795B43" w:rsidRPr="00FD7BF1" w:rsidRDefault="00795B43" w:rsidP="00795B43">
      <w:pPr>
        <w:pStyle w:val="ans"/>
        <w:numPr>
          <w:ilvl w:val="0"/>
          <w:numId w:val="187"/>
        </w:numPr>
        <w:spacing w:line="360" w:lineRule="auto"/>
        <w:rPr>
          <w:rFonts w:asciiTheme="minorHAnsi" w:hAnsiTheme="minorHAnsi"/>
          <w:sz w:val="24"/>
          <w:szCs w:val="24"/>
        </w:rPr>
      </w:pPr>
      <w:r w:rsidRPr="00FD7BF1">
        <w:rPr>
          <w:rFonts w:asciiTheme="minorHAnsi" w:hAnsiTheme="minorHAnsi"/>
          <w:sz w:val="24"/>
          <w:szCs w:val="24"/>
        </w:rPr>
        <w:t xml:space="preserve">Balance of power thesis </w:t>
      </w:r>
    </w:p>
    <w:p w:rsidR="00795B43" w:rsidRPr="00FD7BF1" w:rsidRDefault="00795B43" w:rsidP="00795B43">
      <w:pPr>
        <w:pStyle w:val="ans"/>
        <w:numPr>
          <w:ilvl w:val="0"/>
          <w:numId w:val="187"/>
        </w:numPr>
        <w:spacing w:line="360" w:lineRule="auto"/>
        <w:rPr>
          <w:rFonts w:asciiTheme="minorHAnsi" w:hAnsiTheme="minorHAnsi"/>
          <w:sz w:val="24"/>
          <w:szCs w:val="24"/>
        </w:rPr>
      </w:pPr>
      <w:r w:rsidRPr="00FD7BF1">
        <w:rPr>
          <w:rFonts w:asciiTheme="minorHAnsi" w:hAnsiTheme="minorHAnsi"/>
          <w:sz w:val="24"/>
          <w:szCs w:val="24"/>
        </w:rPr>
        <w:t>Internationalism</w:t>
      </w:r>
    </w:p>
    <w:p w:rsidR="00795B43" w:rsidRPr="00FD7BF1" w:rsidRDefault="00795B43" w:rsidP="00795B43">
      <w:pPr>
        <w:pStyle w:val="ans"/>
        <w:numPr>
          <w:ilvl w:val="0"/>
          <w:numId w:val="187"/>
        </w:numPr>
        <w:spacing w:line="360" w:lineRule="auto"/>
        <w:rPr>
          <w:rFonts w:asciiTheme="minorHAnsi" w:hAnsiTheme="minorHAnsi"/>
          <w:sz w:val="24"/>
          <w:szCs w:val="24"/>
        </w:rPr>
      </w:pPr>
      <w:r w:rsidRPr="00FD7BF1">
        <w:rPr>
          <w:rFonts w:asciiTheme="minorHAnsi" w:hAnsiTheme="minorHAnsi"/>
          <w:sz w:val="24"/>
          <w:szCs w:val="24"/>
        </w:rPr>
        <w:t>Isolationism</w:t>
      </w:r>
    </w:p>
    <w:p w:rsidR="00795B43" w:rsidRPr="00FD7BF1" w:rsidRDefault="00795B43" w:rsidP="00795B43">
      <w:pPr>
        <w:pStyle w:val="ans"/>
        <w:numPr>
          <w:ilvl w:val="0"/>
          <w:numId w:val="187"/>
        </w:numPr>
        <w:spacing w:line="360" w:lineRule="auto"/>
        <w:rPr>
          <w:rFonts w:asciiTheme="minorHAnsi" w:hAnsiTheme="minorHAnsi"/>
          <w:sz w:val="24"/>
          <w:szCs w:val="24"/>
        </w:rPr>
      </w:pPr>
      <w:r w:rsidRPr="00FD7BF1">
        <w:rPr>
          <w:rFonts w:asciiTheme="minorHAnsi" w:hAnsiTheme="minorHAnsi"/>
          <w:sz w:val="24"/>
          <w:szCs w:val="24"/>
        </w:rPr>
        <w:lastRenderedPageBreak/>
        <w:t>Multinational approach</w:t>
      </w:r>
    </w:p>
    <w:p w:rsidR="00795B43" w:rsidRPr="00FD7BF1" w:rsidRDefault="00795B43" w:rsidP="00795B43">
      <w:pPr>
        <w:pStyle w:val="ans"/>
        <w:numPr>
          <w:ilvl w:val="0"/>
          <w:numId w:val="187"/>
        </w:numPr>
        <w:spacing w:line="360" w:lineRule="auto"/>
        <w:rPr>
          <w:rFonts w:asciiTheme="minorHAnsi" w:hAnsiTheme="minorHAnsi"/>
          <w:sz w:val="24"/>
          <w:szCs w:val="24"/>
        </w:rPr>
      </w:pPr>
      <w:r w:rsidRPr="00FD7BF1">
        <w:rPr>
          <w:rFonts w:asciiTheme="minorHAnsi" w:hAnsiTheme="minorHAnsi"/>
          <w:sz w:val="24"/>
          <w:szCs w:val="24"/>
        </w:rPr>
        <w:t>Unilateralism</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“The United States is suffering a severe economic slump. Many companies have gone out of business and unemployment is at an all-time record high.” This statement best describes which of the following economic concepts?</w:t>
      </w:r>
    </w:p>
    <w:p w:rsidR="00795B43" w:rsidRPr="00FD7BF1" w:rsidRDefault="00795B43" w:rsidP="00795B43">
      <w:pPr>
        <w:pStyle w:val="ans"/>
        <w:numPr>
          <w:ilvl w:val="0"/>
          <w:numId w:val="188"/>
        </w:numPr>
        <w:spacing w:line="360" w:lineRule="auto"/>
        <w:rPr>
          <w:rFonts w:asciiTheme="minorHAnsi" w:hAnsiTheme="minorHAnsi"/>
          <w:sz w:val="24"/>
          <w:szCs w:val="24"/>
        </w:rPr>
      </w:pPr>
      <w:r w:rsidRPr="00FD7BF1">
        <w:rPr>
          <w:rFonts w:asciiTheme="minorHAnsi" w:hAnsiTheme="minorHAnsi"/>
          <w:sz w:val="24"/>
          <w:szCs w:val="24"/>
        </w:rPr>
        <w:t xml:space="preserve">Depression </w:t>
      </w:r>
    </w:p>
    <w:p w:rsidR="00795B43" w:rsidRPr="00FD7BF1" w:rsidRDefault="00795B43" w:rsidP="00795B43">
      <w:pPr>
        <w:pStyle w:val="ans"/>
        <w:numPr>
          <w:ilvl w:val="0"/>
          <w:numId w:val="188"/>
        </w:numPr>
        <w:spacing w:line="360" w:lineRule="auto"/>
        <w:rPr>
          <w:rFonts w:asciiTheme="minorHAnsi" w:hAnsiTheme="minorHAnsi"/>
          <w:sz w:val="24"/>
          <w:szCs w:val="24"/>
        </w:rPr>
      </w:pPr>
      <w:r w:rsidRPr="00FD7BF1">
        <w:rPr>
          <w:rFonts w:asciiTheme="minorHAnsi" w:hAnsiTheme="minorHAnsi"/>
          <w:sz w:val="24"/>
          <w:szCs w:val="24"/>
        </w:rPr>
        <w:t>Inflation</w:t>
      </w:r>
    </w:p>
    <w:p w:rsidR="00795B43" w:rsidRPr="00FD7BF1" w:rsidRDefault="00795B43" w:rsidP="00795B43">
      <w:pPr>
        <w:pStyle w:val="ans"/>
        <w:numPr>
          <w:ilvl w:val="0"/>
          <w:numId w:val="188"/>
        </w:numPr>
        <w:spacing w:line="360" w:lineRule="auto"/>
        <w:rPr>
          <w:rFonts w:asciiTheme="minorHAnsi" w:hAnsiTheme="minorHAnsi"/>
          <w:sz w:val="24"/>
          <w:szCs w:val="24"/>
        </w:rPr>
      </w:pPr>
      <w:r w:rsidRPr="00FD7BF1">
        <w:rPr>
          <w:rFonts w:asciiTheme="minorHAnsi" w:hAnsiTheme="minorHAnsi"/>
          <w:sz w:val="24"/>
          <w:szCs w:val="24"/>
        </w:rPr>
        <w:t>Recession</w:t>
      </w:r>
    </w:p>
    <w:p w:rsidR="00795B43" w:rsidRPr="00FD7BF1" w:rsidRDefault="00795B43" w:rsidP="00795B43">
      <w:pPr>
        <w:pStyle w:val="ans"/>
        <w:numPr>
          <w:ilvl w:val="0"/>
          <w:numId w:val="188"/>
        </w:numPr>
        <w:spacing w:line="360" w:lineRule="auto"/>
        <w:rPr>
          <w:rFonts w:asciiTheme="minorHAnsi" w:hAnsiTheme="minorHAnsi"/>
          <w:sz w:val="24"/>
          <w:szCs w:val="24"/>
        </w:rPr>
      </w:pPr>
      <w:r w:rsidRPr="00FD7BF1">
        <w:rPr>
          <w:rFonts w:asciiTheme="minorHAnsi" w:hAnsiTheme="minorHAnsi"/>
          <w:sz w:val="24"/>
          <w:szCs w:val="24"/>
        </w:rPr>
        <w:t xml:space="preserve">Stagflation </w:t>
      </w:r>
    </w:p>
    <w:p w:rsidR="00795B43" w:rsidRPr="00FD7BF1" w:rsidRDefault="00795B43" w:rsidP="00795B43">
      <w:pPr>
        <w:pStyle w:val="ans"/>
        <w:numPr>
          <w:ilvl w:val="0"/>
          <w:numId w:val="188"/>
        </w:numPr>
        <w:spacing w:line="360" w:lineRule="auto"/>
        <w:rPr>
          <w:rFonts w:asciiTheme="minorHAnsi" w:hAnsiTheme="minorHAnsi"/>
          <w:sz w:val="24"/>
          <w:szCs w:val="24"/>
        </w:rPr>
      </w:pPr>
      <w:r w:rsidRPr="00FD7BF1">
        <w:rPr>
          <w:rFonts w:asciiTheme="minorHAnsi" w:hAnsiTheme="minorHAnsi"/>
          <w:sz w:val="24"/>
          <w:szCs w:val="24"/>
        </w:rPr>
        <w:t>Supply-side economics</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Data suggests that the federal government revenues are $2.5 trillion and expenditures are $3 trillion. Which of the following statements is accurate?</w:t>
      </w:r>
    </w:p>
    <w:p w:rsidR="00795B43" w:rsidRPr="00FD7BF1" w:rsidRDefault="00795B43" w:rsidP="00795B43">
      <w:pPr>
        <w:pStyle w:val="ans"/>
        <w:numPr>
          <w:ilvl w:val="0"/>
          <w:numId w:val="169"/>
        </w:numPr>
        <w:spacing w:line="360" w:lineRule="auto"/>
        <w:rPr>
          <w:rFonts w:asciiTheme="minorHAnsi" w:hAnsiTheme="minorHAnsi"/>
          <w:sz w:val="24"/>
          <w:szCs w:val="24"/>
        </w:rPr>
      </w:pPr>
      <w:r w:rsidRPr="00FD7BF1">
        <w:rPr>
          <w:rFonts w:asciiTheme="minorHAnsi" w:hAnsiTheme="minorHAnsi"/>
          <w:sz w:val="24"/>
          <w:szCs w:val="24"/>
        </w:rPr>
        <w:t>The federal budget is balanced.</w:t>
      </w:r>
    </w:p>
    <w:p w:rsidR="00795B43" w:rsidRPr="00FD7BF1" w:rsidRDefault="00795B43" w:rsidP="00795B43">
      <w:pPr>
        <w:pStyle w:val="ans"/>
        <w:numPr>
          <w:ilvl w:val="0"/>
          <w:numId w:val="169"/>
        </w:numPr>
        <w:spacing w:line="360" w:lineRule="auto"/>
        <w:rPr>
          <w:rFonts w:asciiTheme="minorHAnsi" w:hAnsiTheme="minorHAnsi"/>
          <w:sz w:val="24"/>
          <w:szCs w:val="24"/>
        </w:rPr>
      </w:pPr>
      <w:r w:rsidRPr="00FD7BF1">
        <w:rPr>
          <w:rFonts w:asciiTheme="minorHAnsi" w:hAnsiTheme="minorHAnsi"/>
          <w:sz w:val="24"/>
          <w:szCs w:val="24"/>
        </w:rPr>
        <w:t>The federal government ran a budget surplus of $0.5 trillion.</w:t>
      </w:r>
    </w:p>
    <w:p w:rsidR="00795B43" w:rsidRPr="00FD7BF1" w:rsidRDefault="00795B43" w:rsidP="00795B43">
      <w:pPr>
        <w:pStyle w:val="ans"/>
        <w:numPr>
          <w:ilvl w:val="0"/>
          <w:numId w:val="169"/>
        </w:numPr>
        <w:spacing w:line="360" w:lineRule="auto"/>
        <w:rPr>
          <w:rFonts w:asciiTheme="minorHAnsi" w:hAnsiTheme="minorHAnsi"/>
          <w:sz w:val="24"/>
          <w:szCs w:val="24"/>
        </w:rPr>
      </w:pPr>
      <w:r w:rsidRPr="00FD7BF1">
        <w:rPr>
          <w:rFonts w:asciiTheme="minorHAnsi" w:hAnsiTheme="minorHAnsi"/>
          <w:sz w:val="24"/>
          <w:szCs w:val="24"/>
        </w:rPr>
        <w:t>The federal government ran a budget deficit of $0.5 trillion.</w:t>
      </w:r>
    </w:p>
    <w:p w:rsidR="00795B43" w:rsidRPr="00FD7BF1" w:rsidRDefault="00795B43" w:rsidP="00795B43">
      <w:pPr>
        <w:pStyle w:val="ans"/>
        <w:numPr>
          <w:ilvl w:val="0"/>
          <w:numId w:val="169"/>
        </w:numPr>
        <w:spacing w:line="360" w:lineRule="auto"/>
        <w:rPr>
          <w:rFonts w:asciiTheme="minorHAnsi" w:hAnsiTheme="minorHAnsi"/>
          <w:sz w:val="24"/>
          <w:szCs w:val="24"/>
        </w:rPr>
      </w:pPr>
      <w:r w:rsidRPr="00FD7BF1">
        <w:rPr>
          <w:rFonts w:asciiTheme="minorHAnsi" w:hAnsiTheme="minorHAnsi"/>
          <w:sz w:val="24"/>
          <w:szCs w:val="24"/>
        </w:rPr>
        <w:t>The overall national debt is $0.5 trillion.</w:t>
      </w:r>
    </w:p>
    <w:p w:rsidR="00795B43" w:rsidRPr="00FD7BF1" w:rsidRDefault="00795B43" w:rsidP="00795B43">
      <w:pPr>
        <w:pStyle w:val="ans"/>
        <w:numPr>
          <w:ilvl w:val="0"/>
          <w:numId w:val="169"/>
        </w:numPr>
        <w:spacing w:line="360" w:lineRule="auto"/>
        <w:rPr>
          <w:rFonts w:asciiTheme="minorHAnsi" w:hAnsiTheme="minorHAnsi"/>
          <w:sz w:val="24"/>
          <w:szCs w:val="24"/>
        </w:rPr>
      </w:pPr>
      <w:r w:rsidRPr="00FD7BF1">
        <w:rPr>
          <w:rFonts w:asciiTheme="minorHAnsi" w:hAnsiTheme="minorHAnsi"/>
          <w:sz w:val="24"/>
          <w:szCs w:val="24"/>
        </w:rPr>
        <w:t>The federal budget is $5.5 trillion.</w:t>
      </w:r>
    </w:p>
    <w:p w:rsidR="00795B43" w:rsidRPr="00FD7BF1" w:rsidRDefault="00795B43" w:rsidP="00795B43">
      <w:pPr>
        <w:pStyle w:val="body"/>
        <w:rPr>
          <w:rFonts w:asciiTheme="minorHAnsi" w:hAnsiTheme="minorHAnsi"/>
          <w:sz w:val="24"/>
          <w:szCs w:val="24"/>
        </w:rPr>
      </w:pPr>
    </w:p>
    <w:p w:rsidR="00795B43" w:rsidRDefault="00795B43" w:rsidP="00795B43">
      <w:pPr>
        <w:spacing w:before="0" w:after="0" w:line="240" w:lineRule="auto"/>
        <w:rPr>
          <w:rFonts w:asciiTheme="minorHAnsi" w:hAnsiTheme="minorHAnsi"/>
          <w:sz w:val="24"/>
          <w:szCs w:val="24"/>
        </w:rPr>
      </w:pPr>
      <w:r>
        <w:rPr>
          <w:rFonts w:asciiTheme="minorHAnsi" w:hAnsiTheme="minorHAnsi"/>
          <w:sz w:val="24"/>
          <w:szCs w:val="24"/>
        </w:rPr>
        <w:br w:type="page"/>
      </w: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lastRenderedPageBreak/>
        <w:t>In terms of voting rights, which of the following pairs of items are listed in the correct order in which they took place?</w:t>
      </w:r>
    </w:p>
    <w:p w:rsidR="00795B43" w:rsidRPr="00FD7BF1" w:rsidRDefault="00795B43" w:rsidP="00795B43">
      <w:pPr>
        <w:pStyle w:val="ans"/>
        <w:numPr>
          <w:ilvl w:val="0"/>
          <w:numId w:val="162"/>
        </w:numPr>
        <w:spacing w:line="360" w:lineRule="auto"/>
        <w:rPr>
          <w:rFonts w:asciiTheme="minorHAnsi" w:hAnsiTheme="minorHAnsi"/>
          <w:sz w:val="24"/>
          <w:szCs w:val="24"/>
        </w:rPr>
      </w:pPr>
      <w:r w:rsidRPr="00FD7BF1">
        <w:rPr>
          <w:rFonts w:asciiTheme="minorHAnsi" w:hAnsiTheme="minorHAnsi"/>
          <w:sz w:val="24"/>
          <w:szCs w:val="24"/>
        </w:rPr>
        <w:t xml:space="preserve">Poll taxes were outlawed because they disproportionately harmed African-American voters, then the Fifteenth Amendment guaranteed suffrage to freed slaves and other African-American men. </w:t>
      </w:r>
    </w:p>
    <w:p w:rsidR="00795B43" w:rsidRPr="00FD7BF1" w:rsidRDefault="00795B43" w:rsidP="00795B43">
      <w:pPr>
        <w:pStyle w:val="ans"/>
        <w:numPr>
          <w:ilvl w:val="0"/>
          <w:numId w:val="162"/>
        </w:numPr>
        <w:spacing w:line="360" w:lineRule="auto"/>
        <w:rPr>
          <w:rFonts w:asciiTheme="minorHAnsi" w:hAnsiTheme="minorHAnsi"/>
          <w:sz w:val="24"/>
          <w:szCs w:val="24"/>
        </w:rPr>
      </w:pPr>
      <w:r w:rsidRPr="00FD7BF1">
        <w:rPr>
          <w:rFonts w:asciiTheme="minorHAnsi" w:hAnsiTheme="minorHAnsi"/>
          <w:sz w:val="24"/>
          <w:szCs w:val="24"/>
        </w:rPr>
        <w:t xml:space="preserve">The Voting Rights Act protected the voting rights of racial and ethnic minorities, </w:t>
      </w:r>
      <w:proofErr w:type="gramStart"/>
      <w:r w:rsidRPr="00FD7BF1">
        <w:rPr>
          <w:rFonts w:asciiTheme="minorHAnsi" w:hAnsiTheme="minorHAnsi"/>
          <w:sz w:val="24"/>
          <w:szCs w:val="24"/>
        </w:rPr>
        <w:t>then</w:t>
      </w:r>
      <w:proofErr w:type="gramEnd"/>
      <w:r w:rsidRPr="00FD7BF1">
        <w:rPr>
          <w:rFonts w:asciiTheme="minorHAnsi" w:hAnsiTheme="minorHAnsi"/>
          <w:sz w:val="24"/>
          <w:szCs w:val="24"/>
        </w:rPr>
        <w:t xml:space="preserve"> women were given the right to vote.</w:t>
      </w:r>
    </w:p>
    <w:p w:rsidR="00795B43" w:rsidRPr="00FD7BF1" w:rsidRDefault="00795B43" w:rsidP="00795B43">
      <w:pPr>
        <w:pStyle w:val="ans"/>
        <w:numPr>
          <w:ilvl w:val="0"/>
          <w:numId w:val="162"/>
        </w:numPr>
        <w:spacing w:line="360" w:lineRule="auto"/>
        <w:rPr>
          <w:rFonts w:asciiTheme="minorHAnsi" w:hAnsiTheme="minorHAnsi"/>
          <w:sz w:val="24"/>
          <w:szCs w:val="24"/>
        </w:rPr>
      </w:pPr>
      <w:r w:rsidRPr="00FD7BF1">
        <w:rPr>
          <w:rFonts w:asciiTheme="minorHAnsi" w:hAnsiTheme="minorHAnsi"/>
          <w:sz w:val="24"/>
          <w:szCs w:val="24"/>
        </w:rPr>
        <w:t xml:space="preserve">The white primary system was ruled unconstitutional following the decision in </w:t>
      </w:r>
      <w:r w:rsidRPr="00FD7BF1">
        <w:rPr>
          <w:rFonts w:asciiTheme="minorHAnsi" w:hAnsiTheme="minorHAnsi"/>
          <w:i/>
          <w:sz w:val="24"/>
          <w:szCs w:val="24"/>
        </w:rPr>
        <w:t xml:space="preserve">Smith v. </w:t>
      </w:r>
      <w:proofErr w:type="spellStart"/>
      <w:r w:rsidRPr="00FD7BF1">
        <w:rPr>
          <w:rFonts w:asciiTheme="minorHAnsi" w:hAnsiTheme="minorHAnsi"/>
          <w:i/>
          <w:sz w:val="24"/>
          <w:szCs w:val="24"/>
        </w:rPr>
        <w:t>Allwright</w:t>
      </w:r>
      <w:proofErr w:type="spellEnd"/>
      <w:r w:rsidRPr="00FD7BF1">
        <w:rPr>
          <w:rFonts w:asciiTheme="minorHAnsi" w:hAnsiTheme="minorHAnsi"/>
          <w:sz w:val="24"/>
          <w:szCs w:val="24"/>
        </w:rPr>
        <w:t xml:space="preserve">, </w:t>
      </w:r>
      <w:proofErr w:type="gramStart"/>
      <w:r w:rsidRPr="00FD7BF1">
        <w:rPr>
          <w:rFonts w:asciiTheme="minorHAnsi" w:hAnsiTheme="minorHAnsi"/>
          <w:sz w:val="24"/>
          <w:szCs w:val="24"/>
        </w:rPr>
        <w:t>then</w:t>
      </w:r>
      <w:proofErr w:type="gramEnd"/>
      <w:r w:rsidRPr="00FD7BF1">
        <w:rPr>
          <w:rFonts w:asciiTheme="minorHAnsi" w:hAnsiTheme="minorHAnsi"/>
          <w:sz w:val="24"/>
          <w:szCs w:val="24"/>
        </w:rPr>
        <w:t xml:space="preserve"> passage of the Voting Rights Act protected the voting rights of racial and ethnic minorities.</w:t>
      </w:r>
    </w:p>
    <w:p w:rsidR="00795B43" w:rsidRPr="00FD7BF1" w:rsidRDefault="00795B43" w:rsidP="00795B43">
      <w:pPr>
        <w:pStyle w:val="ans"/>
        <w:numPr>
          <w:ilvl w:val="0"/>
          <w:numId w:val="162"/>
        </w:numPr>
        <w:spacing w:line="360" w:lineRule="auto"/>
        <w:rPr>
          <w:rFonts w:asciiTheme="minorHAnsi" w:hAnsiTheme="minorHAnsi"/>
          <w:sz w:val="24"/>
          <w:szCs w:val="24"/>
        </w:rPr>
      </w:pPr>
      <w:r w:rsidRPr="00FD7BF1">
        <w:rPr>
          <w:rFonts w:asciiTheme="minorHAnsi" w:hAnsiTheme="minorHAnsi"/>
          <w:sz w:val="24"/>
          <w:szCs w:val="24"/>
        </w:rPr>
        <w:t xml:space="preserve">The white primary system was ruled unconstitutional following the decision in </w:t>
      </w:r>
      <w:r w:rsidRPr="00FD7BF1">
        <w:rPr>
          <w:rFonts w:asciiTheme="minorHAnsi" w:hAnsiTheme="minorHAnsi"/>
          <w:i/>
          <w:sz w:val="24"/>
          <w:szCs w:val="24"/>
        </w:rPr>
        <w:t xml:space="preserve">Smith v. </w:t>
      </w:r>
      <w:proofErr w:type="spellStart"/>
      <w:r w:rsidRPr="00FD7BF1">
        <w:rPr>
          <w:rFonts w:asciiTheme="minorHAnsi" w:hAnsiTheme="minorHAnsi"/>
          <w:i/>
          <w:sz w:val="24"/>
          <w:szCs w:val="24"/>
        </w:rPr>
        <w:t>Allwright</w:t>
      </w:r>
      <w:proofErr w:type="spellEnd"/>
      <w:r w:rsidRPr="00FD7BF1">
        <w:rPr>
          <w:rFonts w:asciiTheme="minorHAnsi" w:hAnsiTheme="minorHAnsi"/>
          <w:sz w:val="24"/>
          <w:szCs w:val="24"/>
        </w:rPr>
        <w:t xml:space="preserve">, </w:t>
      </w:r>
      <w:proofErr w:type="gramStart"/>
      <w:r w:rsidRPr="00FD7BF1">
        <w:rPr>
          <w:rFonts w:asciiTheme="minorHAnsi" w:hAnsiTheme="minorHAnsi"/>
          <w:sz w:val="24"/>
          <w:szCs w:val="24"/>
        </w:rPr>
        <w:t>then</w:t>
      </w:r>
      <w:proofErr w:type="gramEnd"/>
      <w:r w:rsidRPr="00FD7BF1">
        <w:rPr>
          <w:rFonts w:asciiTheme="minorHAnsi" w:hAnsiTheme="minorHAnsi"/>
          <w:sz w:val="24"/>
          <w:szCs w:val="24"/>
        </w:rPr>
        <w:t xml:space="preserve"> women were given the right to vote.</w:t>
      </w:r>
    </w:p>
    <w:p w:rsidR="00795B43" w:rsidRPr="00FD7BF1" w:rsidRDefault="00795B43" w:rsidP="00795B43">
      <w:pPr>
        <w:pStyle w:val="ans"/>
        <w:numPr>
          <w:ilvl w:val="0"/>
          <w:numId w:val="162"/>
        </w:numPr>
        <w:spacing w:line="360" w:lineRule="auto"/>
        <w:rPr>
          <w:rFonts w:asciiTheme="minorHAnsi" w:hAnsiTheme="minorHAnsi"/>
          <w:sz w:val="24"/>
          <w:szCs w:val="24"/>
        </w:rPr>
      </w:pPr>
      <w:r w:rsidRPr="00FD7BF1">
        <w:rPr>
          <w:rFonts w:asciiTheme="minorHAnsi" w:hAnsiTheme="minorHAnsi"/>
          <w:sz w:val="24"/>
          <w:szCs w:val="24"/>
        </w:rPr>
        <w:t xml:space="preserve">White women received the right to vote, </w:t>
      </w:r>
      <w:proofErr w:type="gramStart"/>
      <w:r w:rsidRPr="00FD7BF1">
        <w:rPr>
          <w:rFonts w:asciiTheme="minorHAnsi" w:hAnsiTheme="minorHAnsi"/>
          <w:sz w:val="24"/>
          <w:szCs w:val="24"/>
        </w:rPr>
        <w:t>then</w:t>
      </w:r>
      <w:proofErr w:type="gramEnd"/>
      <w:r w:rsidRPr="00FD7BF1">
        <w:rPr>
          <w:rFonts w:asciiTheme="minorHAnsi" w:hAnsiTheme="minorHAnsi"/>
          <w:sz w:val="24"/>
          <w:szCs w:val="24"/>
        </w:rPr>
        <w:t xml:space="preserve"> the 15th Amendment was passed, which guaranteed suffrage to freed African slaves and other African-American men.</w:t>
      </w:r>
    </w:p>
    <w:p w:rsidR="00795B43" w:rsidRPr="00FD7BF1" w:rsidRDefault="00795B43" w:rsidP="00795B43">
      <w:pPr>
        <w:pStyle w:val="body"/>
        <w:rPr>
          <w:rFonts w:asciiTheme="minorHAnsi" w:hAnsiTheme="minorHAnsi"/>
          <w:sz w:val="24"/>
          <w:szCs w:val="24"/>
        </w:rPr>
      </w:pPr>
    </w:p>
    <w:p w:rsidR="00795B43" w:rsidRPr="00FD7BF1" w:rsidRDefault="00795B43" w:rsidP="00795B43">
      <w:pPr>
        <w:numPr>
          <w:ilvl w:val="0"/>
          <w:numId w:val="170"/>
        </w:numPr>
        <w:spacing w:before="120" w:after="0" w:line="360" w:lineRule="auto"/>
        <w:rPr>
          <w:rFonts w:asciiTheme="minorHAnsi" w:hAnsiTheme="minorHAnsi"/>
          <w:sz w:val="24"/>
          <w:szCs w:val="24"/>
        </w:rPr>
      </w:pPr>
      <w:r w:rsidRPr="00FD7BF1">
        <w:rPr>
          <w:rFonts w:asciiTheme="minorHAnsi" w:hAnsiTheme="minorHAnsi"/>
          <w:sz w:val="24"/>
          <w:szCs w:val="24"/>
        </w:rPr>
        <w:t xml:space="preserve">Which of the following statements about the Supreme Court’s decision in the </w:t>
      </w:r>
      <w:r w:rsidRPr="00FD7BF1">
        <w:rPr>
          <w:rFonts w:asciiTheme="minorHAnsi" w:hAnsiTheme="minorHAnsi"/>
          <w:i/>
          <w:sz w:val="24"/>
          <w:szCs w:val="24"/>
        </w:rPr>
        <w:t>Brown v. Board of Education</w:t>
      </w:r>
      <w:r w:rsidRPr="00FD7BF1">
        <w:rPr>
          <w:rFonts w:asciiTheme="minorHAnsi" w:hAnsiTheme="minorHAnsi"/>
          <w:sz w:val="24"/>
          <w:szCs w:val="24"/>
        </w:rPr>
        <w:t xml:space="preserve"> case is </w:t>
      </w:r>
      <w:r w:rsidRPr="00FD7BF1">
        <w:rPr>
          <w:rFonts w:asciiTheme="minorHAnsi" w:hAnsiTheme="minorHAnsi"/>
          <w:b/>
          <w:sz w:val="24"/>
          <w:szCs w:val="24"/>
        </w:rPr>
        <w:t>not</w:t>
      </w:r>
      <w:r w:rsidRPr="00FD7BF1">
        <w:rPr>
          <w:rFonts w:asciiTheme="minorHAnsi" w:hAnsiTheme="minorHAnsi"/>
          <w:sz w:val="24"/>
          <w:szCs w:val="24"/>
        </w:rPr>
        <w:t xml:space="preserve"> correct?</w:t>
      </w:r>
    </w:p>
    <w:p w:rsidR="00795B43" w:rsidRPr="00FD7BF1" w:rsidRDefault="00795B43" w:rsidP="00795B43">
      <w:pPr>
        <w:pStyle w:val="ans"/>
        <w:numPr>
          <w:ilvl w:val="0"/>
          <w:numId w:val="165"/>
        </w:numPr>
        <w:spacing w:line="360" w:lineRule="auto"/>
        <w:rPr>
          <w:rFonts w:asciiTheme="minorHAnsi" w:hAnsiTheme="minorHAnsi"/>
          <w:sz w:val="24"/>
          <w:szCs w:val="24"/>
        </w:rPr>
      </w:pPr>
      <w:r w:rsidRPr="00FD7BF1">
        <w:rPr>
          <w:rFonts w:asciiTheme="minorHAnsi" w:hAnsiTheme="minorHAnsi"/>
          <w:sz w:val="24"/>
          <w:szCs w:val="24"/>
        </w:rPr>
        <w:t>It began as a test case promoted by the NAACP.</w:t>
      </w:r>
    </w:p>
    <w:p w:rsidR="00795B43" w:rsidRPr="00FD7BF1" w:rsidRDefault="00795B43" w:rsidP="00795B43">
      <w:pPr>
        <w:pStyle w:val="ans"/>
        <w:numPr>
          <w:ilvl w:val="0"/>
          <w:numId w:val="165"/>
        </w:numPr>
        <w:spacing w:line="360" w:lineRule="auto"/>
        <w:rPr>
          <w:rFonts w:asciiTheme="minorHAnsi" w:hAnsiTheme="minorHAnsi"/>
          <w:sz w:val="24"/>
          <w:szCs w:val="24"/>
        </w:rPr>
      </w:pPr>
      <w:r w:rsidRPr="00FD7BF1">
        <w:rPr>
          <w:rFonts w:asciiTheme="minorHAnsi" w:hAnsiTheme="minorHAnsi"/>
          <w:sz w:val="24"/>
          <w:szCs w:val="24"/>
        </w:rPr>
        <w:t>It built on a series of earlier challenges to racial segregation.</w:t>
      </w:r>
    </w:p>
    <w:p w:rsidR="00795B43" w:rsidRPr="00FD7BF1" w:rsidRDefault="00795B43" w:rsidP="00795B43">
      <w:pPr>
        <w:pStyle w:val="ans"/>
        <w:numPr>
          <w:ilvl w:val="0"/>
          <w:numId w:val="165"/>
        </w:numPr>
        <w:spacing w:line="360" w:lineRule="auto"/>
        <w:rPr>
          <w:rFonts w:asciiTheme="minorHAnsi" w:hAnsiTheme="minorHAnsi"/>
          <w:sz w:val="24"/>
          <w:szCs w:val="24"/>
        </w:rPr>
      </w:pPr>
      <w:r w:rsidRPr="00FD7BF1">
        <w:rPr>
          <w:rFonts w:asciiTheme="minorHAnsi" w:hAnsiTheme="minorHAnsi"/>
          <w:sz w:val="24"/>
          <w:szCs w:val="24"/>
        </w:rPr>
        <w:t xml:space="preserve">It overturned the prior decision in the </w:t>
      </w:r>
      <w:proofErr w:type="spellStart"/>
      <w:r w:rsidRPr="00FD7BF1">
        <w:rPr>
          <w:rFonts w:asciiTheme="minorHAnsi" w:hAnsiTheme="minorHAnsi"/>
          <w:i/>
          <w:sz w:val="24"/>
          <w:szCs w:val="24"/>
        </w:rPr>
        <w:t>Plessy</w:t>
      </w:r>
      <w:proofErr w:type="spellEnd"/>
      <w:r w:rsidRPr="00FD7BF1">
        <w:rPr>
          <w:rFonts w:asciiTheme="minorHAnsi" w:hAnsiTheme="minorHAnsi"/>
          <w:i/>
          <w:sz w:val="24"/>
          <w:szCs w:val="24"/>
        </w:rPr>
        <w:t xml:space="preserve"> v. Ferguson</w:t>
      </w:r>
      <w:r w:rsidRPr="00FD7BF1">
        <w:rPr>
          <w:rFonts w:asciiTheme="minorHAnsi" w:hAnsiTheme="minorHAnsi"/>
          <w:sz w:val="24"/>
          <w:szCs w:val="24"/>
        </w:rPr>
        <w:t xml:space="preserve"> case.</w:t>
      </w:r>
    </w:p>
    <w:p w:rsidR="00795B43" w:rsidRPr="00FD7BF1" w:rsidRDefault="00795B43" w:rsidP="00795B43">
      <w:pPr>
        <w:pStyle w:val="ans"/>
        <w:numPr>
          <w:ilvl w:val="0"/>
          <w:numId w:val="165"/>
        </w:numPr>
        <w:spacing w:line="360" w:lineRule="auto"/>
        <w:rPr>
          <w:rFonts w:asciiTheme="minorHAnsi" w:hAnsiTheme="minorHAnsi"/>
          <w:sz w:val="24"/>
          <w:szCs w:val="24"/>
        </w:rPr>
      </w:pPr>
      <w:r w:rsidRPr="00FD7BF1">
        <w:rPr>
          <w:rFonts w:asciiTheme="minorHAnsi" w:hAnsiTheme="minorHAnsi"/>
          <w:sz w:val="24"/>
          <w:szCs w:val="24"/>
        </w:rPr>
        <w:t xml:space="preserve">It ruled against both legal and informal segregation. </w:t>
      </w:r>
    </w:p>
    <w:p w:rsidR="00795B43" w:rsidRPr="00FD7BF1" w:rsidRDefault="00795B43" w:rsidP="00795B43">
      <w:pPr>
        <w:pStyle w:val="ans"/>
        <w:numPr>
          <w:ilvl w:val="0"/>
          <w:numId w:val="165"/>
        </w:numPr>
        <w:spacing w:line="360" w:lineRule="auto"/>
        <w:rPr>
          <w:rFonts w:asciiTheme="minorHAnsi" w:hAnsiTheme="minorHAnsi"/>
          <w:sz w:val="24"/>
          <w:szCs w:val="24"/>
        </w:rPr>
      </w:pPr>
      <w:r w:rsidRPr="00FD7BF1">
        <w:rPr>
          <w:rFonts w:asciiTheme="minorHAnsi" w:hAnsiTheme="minorHAnsi"/>
          <w:sz w:val="24"/>
          <w:szCs w:val="24"/>
        </w:rPr>
        <w:t>It was not implemented until a year after the decision was given.</w:t>
      </w:r>
    </w:p>
    <w:p w:rsidR="00795B43" w:rsidRDefault="00795B43">
      <w:pPr>
        <w:spacing w:before="0" w:after="0" w:line="240" w:lineRule="auto"/>
        <w:rPr>
          <w:rFonts w:asciiTheme="minorHAnsi" w:hAnsiTheme="minorHAnsi"/>
          <w:b/>
          <w:sz w:val="26"/>
          <w:szCs w:val="26"/>
        </w:rPr>
      </w:pPr>
      <w:r>
        <w:rPr>
          <w:rFonts w:asciiTheme="minorHAnsi" w:hAnsiTheme="minorHAnsi"/>
          <w:b/>
          <w:sz w:val="26"/>
          <w:szCs w:val="26"/>
        </w:rPr>
        <w:br w:type="page"/>
      </w:r>
    </w:p>
    <w:p w:rsidR="00795B43" w:rsidRPr="00FD7BF1" w:rsidRDefault="00795B43">
      <w:pPr>
        <w:spacing w:before="0" w:after="0" w:line="240" w:lineRule="auto"/>
        <w:rPr>
          <w:rFonts w:asciiTheme="minorHAnsi" w:hAnsiTheme="minorHAnsi"/>
          <w:b/>
          <w:caps/>
          <w:spacing w:val="15"/>
          <w:sz w:val="26"/>
          <w:szCs w:val="26"/>
        </w:rPr>
      </w:pPr>
    </w:p>
    <w:p w:rsidR="000D20DE" w:rsidRPr="00FD7BF1" w:rsidRDefault="00795B43" w:rsidP="00795B43">
      <w:pPr>
        <w:pStyle w:val="Heading1"/>
        <w:rPr>
          <w:rFonts w:asciiTheme="minorHAnsi" w:hAnsiTheme="minorHAnsi"/>
          <w:b w:val="0"/>
          <w:sz w:val="26"/>
          <w:szCs w:val="26"/>
        </w:rPr>
      </w:pPr>
      <w:r>
        <w:rPr>
          <w:rFonts w:asciiTheme="minorHAnsi" w:hAnsiTheme="minorHAnsi"/>
          <w:sz w:val="28"/>
          <w:szCs w:val="28"/>
        </w:rPr>
        <w:t>Appendix E</w:t>
      </w:r>
      <w:r w:rsidRPr="00FD7BF1">
        <w:rPr>
          <w:rFonts w:asciiTheme="minorHAnsi" w:hAnsiTheme="minorHAnsi"/>
          <w:sz w:val="28"/>
          <w:szCs w:val="28"/>
        </w:rPr>
        <w:t>—</w:t>
      </w:r>
      <w:r w:rsidRPr="00795B43">
        <w:rPr>
          <w:rFonts w:asciiTheme="minorHAnsi" w:hAnsiTheme="minorHAnsi"/>
          <w:sz w:val="28"/>
          <w:szCs w:val="28"/>
        </w:rPr>
        <w:t xml:space="preserve">Answer Key </w:t>
      </w:r>
      <w:r>
        <w:rPr>
          <w:rFonts w:asciiTheme="minorHAnsi" w:hAnsiTheme="minorHAnsi"/>
          <w:sz w:val="28"/>
          <w:szCs w:val="28"/>
        </w:rPr>
        <w:t>For Quiz 2</w:t>
      </w:r>
      <w:r w:rsidR="00B42D99">
        <w:rPr>
          <w:rFonts w:asciiTheme="minorHAnsi" w:hAnsiTheme="minorHAnsi"/>
          <w:sz w:val="28"/>
          <w:szCs w:val="28"/>
        </w:rPr>
        <w:t>.1</w:t>
      </w:r>
    </w:p>
    <w:p w:rsidR="00432452" w:rsidRPr="00FD7BF1" w:rsidRDefault="00432452" w:rsidP="00432452">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8"/>
        <w:gridCol w:w="2070"/>
        <w:gridCol w:w="2934"/>
        <w:gridCol w:w="2394"/>
      </w:tblGrid>
      <w:tr w:rsidR="00432452" w:rsidRPr="00FD7BF1" w:rsidTr="00E33ADB">
        <w:trPr>
          <w:trHeight w:val="323"/>
          <w:tblHeader/>
        </w:trPr>
        <w:tc>
          <w:tcPr>
            <w:tcW w:w="2178"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FD7133">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Question Number</w:t>
            </w:r>
          </w:p>
        </w:tc>
        <w:tc>
          <w:tcPr>
            <w:tcW w:w="2070"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FD7133">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Correct Answer</w:t>
            </w:r>
          </w:p>
        </w:tc>
        <w:tc>
          <w:tcPr>
            <w:tcW w:w="293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FD7133">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Course Objective(s) Tested</w:t>
            </w:r>
          </w:p>
        </w:tc>
        <w:tc>
          <w:tcPr>
            <w:tcW w:w="239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FD7133">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Reference</w:t>
            </w:r>
          </w:p>
        </w:tc>
      </w:tr>
      <w:tr w:rsidR="00432452" w:rsidRPr="00FD7BF1" w:rsidTr="00432452">
        <w:tc>
          <w:tcPr>
            <w:tcW w:w="2178"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w:t>
            </w:r>
          </w:p>
        </w:tc>
        <w:tc>
          <w:tcPr>
            <w:tcW w:w="2070"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w:t>
            </w:r>
          </w:p>
        </w:tc>
        <w:tc>
          <w:tcPr>
            <w:tcW w:w="239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E</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30</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21</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29</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E33ADB"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pp. 34–</w:t>
            </w:r>
            <w:r w:rsidR="00432452" w:rsidRPr="00FD7BF1">
              <w:rPr>
                <w:rFonts w:asciiTheme="minorHAnsi" w:hAnsiTheme="minorHAnsi" w:cs="Arial"/>
                <w:sz w:val="24"/>
                <w:szCs w:val="24"/>
              </w:rPr>
              <w:t>35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7</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E33ADB"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pp. 32–</w:t>
            </w:r>
            <w:r w:rsidR="00432452" w:rsidRPr="00FD7BF1">
              <w:rPr>
                <w:rFonts w:asciiTheme="minorHAnsi" w:hAnsiTheme="minorHAnsi" w:cs="Arial"/>
                <w:sz w:val="24"/>
                <w:szCs w:val="24"/>
              </w:rPr>
              <w:t>33</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8</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8</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48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9</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49</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 xml:space="preserve">5 </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55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11</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48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E</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30</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39</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E33ADB"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pp. 6</w:t>
            </w:r>
            <w:r w:rsidR="00432452" w:rsidRPr="00FD7BF1">
              <w:rPr>
                <w:rFonts w:asciiTheme="minorHAnsi" w:hAnsiTheme="minorHAnsi" w:cs="Arial"/>
                <w:sz w:val="24"/>
                <w:szCs w:val="24"/>
              </w:rPr>
              <w:t>–9</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E33ADB"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pp. 29–</w:t>
            </w:r>
            <w:r w:rsidR="00432452" w:rsidRPr="00FD7BF1">
              <w:rPr>
                <w:rFonts w:asciiTheme="minorHAnsi" w:hAnsiTheme="minorHAnsi" w:cs="Arial"/>
                <w:sz w:val="24"/>
                <w:szCs w:val="24"/>
              </w:rPr>
              <w:t>30</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lastRenderedPageBreak/>
              <w:t>16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E</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17</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36</w:t>
            </w:r>
          </w:p>
        </w:tc>
      </w:tr>
    </w:tbl>
    <w:p w:rsidR="00432452" w:rsidRPr="00FD7BF1" w:rsidRDefault="00432452" w:rsidP="00432452">
      <w:pPr>
        <w:spacing w:after="0" w:line="240" w:lineRule="auto"/>
        <w:rPr>
          <w:rFonts w:asciiTheme="minorHAnsi" w:eastAsia="Calibri" w:hAnsiTheme="minorHAnsi"/>
          <w:sz w:val="24"/>
          <w:szCs w:val="24"/>
        </w:rPr>
      </w:pPr>
    </w:p>
    <w:p w:rsidR="00432452" w:rsidRPr="00FD7BF1" w:rsidRDefault="00432452">
      <w:pPr>
        <w:spacing w:before="0" w:after="0" w:line="240" w:lineRule="auto"/>
        <w:rPr>
          <w:rFonts w:asciiTheme="minorHAnsi" w:eastAsia="Calibri" w:hAnsiTheme="minorHAnsi"/>
          <w:sz w:val="24"/>
          <w:szCs w:val="24"/>
        </w:rPr>
      </w:pPr>
      <w:r w:rsidRPr="00FD7BF1">
        <w:rPr>
          <w:rFonts w:asciiTheme="minorHAnsi" w:eastAsia="Calibri" w:hAnsiTheme="minorHAnsi"/>
          <w:sz w:val="24"/>
          <w:szCs w:val="24"/>
        </w:rPr>
        <w:br w:type="page"/>
      </w:r>
    </w:p>
    <w:p w:rsidR="00795B43" w:rsidRPr="00FD7BF1" w:rsidRDefault="00795B43" w:rsidP="00795B43">
      <w:pPr>
        <w:pStyle w:val="Heading1"/>
        <w:rPr>
          <w:rFonts w:asciiTheme="minorHAnsi" w:hAnsiTheme="minorHAnsi"/>
          <w:b w:val="0"/>
          <w:sz w:val="26"/>
          <w:szCs w:val="26"/>
        </w:rPr>
      </w:pPr>
      <w:r>
        <w:rPr>
          <w:rFonts w:asciiTheme="minorHAnsi" w:hAnsiTheme="minorHAnsi"/>
          <w:sz w:val="28"/>
          <w:szCs w:val="28"/>
        </w:rPr>
        <w:lastRenderedPageBreak/>
        <w:t>Appendix F</w:t>
      </w:r>
      <w:r w:rsidRPr="00FD7BF1">
        <w:rPr>
          <w:rFonts w:asciiTheme="minorHAnsi" w:hAnsiTheme="minorHAnsi"/>
          <w:sz w:val="28"/>
          <w:szCs w:val="28"/>
        </w:rPr>
        <w:t>—</w:t>
      </w:r>
      <w:r w:rsidRPr="00795B43">
        <w:rPr>
          <w:rFonts w:asciiTheme="minorHAnsi" w:hAnsiTheme="minorHAnsi"/>
          <w:sz w:val="28"/>
          <w:szCs w:val="28"/>
        </w:rPr>
        <w:t xml:space="preserve">Answer Key </w:t>
      </w:r>
      <w:r>
        <w:rPr>
          <w:rFonts w:asciiTheme="minorHAnsi" w:hAnsiTheme="minorHAnsi"/>
          <w:sz w:val="28"/>
          <w:szCs w:val="28"/>
        </w:rPr>
        <w:t>For Quiz 4</w:t>
      </w:r>
      <w:r w:rsidR="00B42D99">
        <w:rPr>
          <w:rFonts w:asciiTheme="minorHAnsi" w:hAnsiTheme="minorHAnsi"/>
          <w:sz w:val="28"/>
          <w:szCs w:val="28"/>
        </w:rPr>
        <w:t>.1</w:t>
      </w:r>
    </w:p>
    <w:p w:rsidR="00432452" w:rsidRPr="00FD7BF1" w:rsidRDefault="00432452" w:rsidP="00432452">
      <w:pPr>
        <w:spacing w:after="0" w:line="240" w:lineRule="auto"/>
        <w:rPr>
          <w:rFonts w:asciiTheme="minorHAnsi" w:eastAsia="Calibri" w:hAnsiTheme="minorHAns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8"/>
        <w:gridCol w:w="2070"/>
        <w:gridCol w:w="2934"/>
        <w:gridCol w:w="2394"/>
      </w:tblGrid>
      <w:tr w:rsidR="00432452" w:rsidRPr="00FD7BF1" w:rsidTr="002D6BD7">
        <w:trPr>
          <w:trHeight w:val="323"/>
        </w:trPr>
        <w:tc>
          <w:tcPr>
            <w:tcW w:w="2178"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Question Number</w:t>
            </w:r>
          </w:p>
        </w:tc>
        <w:tc>
          <w:tcPr>
            <w:tcW w:w="2070"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Correct Answer</w:t>
            </w:r>
          </w:p>
        </w:tc>
        <w:tc>
          <w:tcPr>
            <w:tcW w:w="293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Course Objective(s) Tested</w:t>
            </w:r>
          </w:p>
        </w:tc>
        <w:tc>
          <w:tcPr>
            <w:tcW w:w="239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Reference</w:t>
            </w:r>
          </w:p>
        </w:tc>
      </w:tr>
      <w:tr w:rsidR="00432452" w:rsidRPr="00FD7BF1" w:rsidTr="00432452">
        <w:tc>
          <w:tcPr>
            <w:tcW w:w="2178"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w:t>
            </w:r>
          </w:p>
        </w:tc>
        <w:tc>
          <w:tcPr>
            <w:tcW w:w="2070"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w:t>
            </w:r>
          </w:p>
        </w:tc>
        <w:tc>
          <w:tcPr>
            <w:tcW w:w="239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37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8</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87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7</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65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9</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69</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E</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8</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87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106</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7</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B</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117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8</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E</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130</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9</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137</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10</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3</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135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11</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68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48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2, 5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65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5</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48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8</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86</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9</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p. 98</w:t>
            </w:r>
          </w:p>
        </w:tc>
      </w:tr>
    </w:tbl>
    <w:p w:rsidR="00795B43" w:rsidRPr="00FD7BF1" w:rsidRDefault="00795B43" w:rsidP="00795B43">
      <w:pPr>
        <w:pStyle w:val="Heading1"/>
        <w:rPr>
          <w:rFonts w:asciiTheme="minorHAnsi" w:hAnsiTheme="minorHAnsi"/>
          <w:b w:val="0"/>
          <w:sz w:val="26"/>
          <w:szCs w:val="26"/>
        </w:rPr>
      </w:pPr>
      <w:r>
        <w:rPr>
          <w:rFonts w:asciiTheme="minorHAnsi" w:hAnsiTheme="minorHAnsi"/>
          <w:sz w:val="28"/>
          <w:szCs w:val="28"/>
        </w:rPr>
        <w:lastRenderedPageBreak/>
        <w:t>Appendix G</w:t>
      </w:r>
      <w:r w:rsidRPr="00FD7BF1">
        <w:rPr>
          <w:rFonts w:asciiTheme="minorHAnsi" w:hAnsiTheme="minorHAnsi"/>
          <w:sz w:val="28"/>
          <w:szCs w:val="28"/>
        </w:rPr>
        <w:t>—</w:t>
      </w:r>
      <w:r w:rsidRPr="00795B43">
        <w:rPr>
          <w:rFonts w:asciiTheme="minorHAnsi" w:hAnsiTheme="minorHAnsi"/>
          <w:sz w:val="28"/>
          <w:szCs w:val="28"/>
        </w:rPr>
        <w:t xml:space="preserve">Answer Key </w:t>
      </w:r>
      <w:r>
        <w:rPr>
          <w:rFonts w:asciiTheme="minorHAnsi" w:hAnsiTheme="minorHAnsi"/>
          <w:sz w:val="28"/>
          <w:szCs w:val="28"/>
        </w:rPr>
        <w:t>For Quiz 6</w:t>
      </w:r>
      <w:r w:rsidR="00B42D99">
        <w:rPr>
          <w:rFonts w:asciiTheme="minorHAnsi" w:hAnsiTheme="minorHAnsi"/>
          <w:sz w:val="28"/>
          <w:szCs w:val="28"/>
        </w:rPr>
        <w:t>.1</w:t>
      </w:r>
    </w:p>
    <w:p w:rsidR="001F53C6" w:rsidRPr="00FD7BF1" w:rsidRDefault="001F53C6" w:rsidP="00560A90">
      <w:pPr>
        <w:pStyle w:val="Style1"/>
        <w:spacing w:line="240" w:lineRule="auto"/>
        <w:rPr>
          <w:rFonts w:asciiTheme="minorHAnsi" w:hAnsiTheme="minorHAnsi"/>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8"/>
        <w:gridCol w:w="2070"/>
        <w:gridCol w:w="2934"/>
        <w:gridCol w:w="2394"/>
      </w:tblGrid>
      <w:tr w:rsidR="00432452" w:rsidRPr="00FD7BF1" w:rsidTr="002D6BD7">
        <w:trPr>
          <w:trHeight w:val="323"/>
        </w:trPr>
        <w:tc>
          <w:tcPr>
            <w:tcW w:w="2178"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Question Number</w:t>
            </w:r>
          </w:p>
        </w:tc>
        <w:tc>
          <w:tcPr>
            <w:tcW w:w="2070"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Correct Answer</w:t>
            </w:r>
          </w:p>
        </w:tc>
        <w:tc>
          <w:tcPr>
            <w:tcW w:w="293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Course Objective(s) Tested</w:t>
            </w:r>
          </w:p>
        </w:tc>
        <w:tc>
          <w:tcPr>
            <w:tcW w:w="2394" w:type="dxa"/>
            <w:tcBorders>
              <w:top w:val="single" w:sz="4" w:space="0" w:color="000000"/>
              <w:left w:val="single" w:sz="4" w:space="0" w:color="000000"/>
              <w:bottom w:val="single" w:sz="12" w:space="0" w:color="000000"/>
              <w:right w:val="single" w:sz="4" w:space="0" w:color="000000"/>
            </w:tcBorders>
            <w:shd w:val="clear" w:color="auto" w:fill="EEECE1"/>
            <w:hideMark/>
          </w:tcPr>
          <w:p w:rsidR="00432452" w:rsidRPr="00FD7BF1" w:rsidRDefault="00432452" w:rsidP="002D6BD7">
            <w:pPr>
              <w:spacing w:before="0" w:after="0" w:line="360" w:lineRule="auto"/>
              <w:jc w:val="center"/>
              <w:rPr>
                <w:rFonts w:asciiTheme="minorHAnsi" w:eastAsia="SimSun" w:hAnsiTheme="minorHAnsi" w:cs="Arial"/>
                <w:b/>
                <w:sz w:val="24"/>
                <w:szCs w:val="24"/>
                <w:lang w:eastAsia="zh-CN"/>
              </w:rPr>
            </w:pPr>
            <w:r w:rsidRPr="00FD7BF1">
              <w:rPr>
                <w:rFonts w:asciiTheme="minorHAnsi" w:hAnsiTheme="minorHAnsi" w:cs="Arial"/>
                <w:b/>
                <w:sz w:val="24"/>
                <w:szCs w:val="24"/>
              </w:rPr>
              <w:t>Reference</w:t>
            </w:r>
          </w:p>
        </w:tc>
      </w:tr>
      <w:tr w:rsidR="00432452" w:rsidRPr="00FD7BF1" w:rsidTr="00432452">
        <w:trPr>
          <w:trHeight w:val="357"/>
        </w:trPr>
        <w:tc>
          <w:tcPr>
            <w:tcW w:w="2178"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1</w:t>
            </w:r>
          </w:p>
        </w:tc>
        <w:tc>
          <w:tcPr>
            <w:tcW w:w="2070"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c</w:t>
            </w:r>
          </w:p>
        </w:tc>
        <w:tc>
          <w:tcPr>
            <w:tcW w:w="293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12"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144</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144</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b</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152</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152</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152</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b</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158</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7</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165</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8</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d</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170</w:t>
            </w:r>
          </w:p>
        </w:tc>
      </w:tr>
      <w:tr w:rsidR="00432452" w:rsidRPr="00FD7BF1" w:rsidTr="00432452">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9</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165</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10</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a</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sz w:val="24"/>
                <w:szCs w:val="24"/>
                <w:lang w:eastAsia="zh-CN"/>
              </w:rPr>
            </w:pPr>
            <w:r w:rsidRPr="00FD7BF1">
              <w:rPr>
                <w:rFonts w:asciiTheme="minorHAnsi" w:hAnsiTheme="minorHAnsi"/>
                <w:sz w:val="24"/>
                <w:szCs w:val="24"/>
              </w:rPr>
              <w:t>p. 170</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11</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 xml:space="preserve">p. </w:t>
            </w:r>
            <w:r w:rsidRPr="00FD7BF1">
              <w:rPr>
                <w:rFonts w:asciiTheme="minorHAnsi" w:hAnsiTheme="minorHAnsi" w:cs="Arial"/>
                <w:sz w:val="24"/>
                <w:szCs w:val="24"/>
              </w:rPr>
              <w:t>151</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12</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p.</w:t>
            </w:r>
            <w:r w:rsidR="00BA63BF">
              <w:rPr>
                <w:rFonts w:asciiTheme="minorHAnsi" w:hAnsiTheme="minorHAnsi"/>
                <w:sz w:val="24"/>
                <w:szCs w:val="24"/>
              </w:rPr>
              <w:t xml:space="preserve"> </w:t>
            </w:r>
            <w:r w:rsidRPr="00FD7BF1">
              <w:rPr>
                <w:rFonts w:asciiTheme="minorHAnsi" w:hAnsiTheme="minorHAnsi"/>
                <w:sz w:val="24"/>
                <w:szCs w:val="24"/>
              </w:rPr>
              <w:t>165</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13</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 xml:space="preserve">p. </w:t>
            </w:r>
            <w:r w:rsidRPr="00FD7BF1">
              <w:rPr>
                <w:rFonts w:asciiTheme="minorHAnsi" w:hAnsiTheme="minorHAnsi" w:cs="Arial"/>
                <w:sz w:val="24"/>
                <w:szCs w:val="24"/>
              </w:rPr>
              <w:t>164</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14</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 xml:space="preserve">p. </w:t>
            </w:r>
            <w:r w:rsidRPr="00FD7BF1">
              <w:rPr>
                <w:rFonts w:asciiTheme="minorHAnsi" w:hAnsiTheme="minorHAnsi" w:cs="Arial"/>
                <w:sz w:val="24"/>
                <w:szCs w:val="24"/>
              </w:rPr>
              <w:t>159</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15</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c</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 xml:space="preserve">p. </w:t>
            </w:r>
            <w:r w:rsidRPr="00FD7BF1">
              <w:rPr>
                <w:rFonts w:asciiTheme="minorHAnsi" w:hAnsiTheme="minorHAnsi" w:cs="Arial"/>
                <w:sz w:val="24"/>
                <w:szCs w:val="24"/>
              </w:rPr>
              <w:t>152</w:t>
            </w:r>
          </w:p>
        </w:tc>
      </w:tr>
      <w:tr w:rsidR="00432452" w:rsidRPr="00FD7BF1" w:rsidTr="00432452">
        <w:trPr>
          <w:trHeight w:val="70"/>
        </w:trPr>
        <w:tc>
          <w:tcPr>
            <w:tcW w:w="2178"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16</w:t>
            </w:r>
          </w:p>
        </w:tc>
        <w:tc>
          <w:tcPr>
            <w:tcW w:w="2070"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b</w:t>
            </w:r>
          </w:p>
        </w:tc>
        <w:tc>
          <w:tcPr>
            <w:tcW w:w="293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cs="Arial"/>
                <w:sz w:val="24"/>
                <w:szCs w:val="24"/>
              </w:rPr>
              <w:t>10</w:t>
            </w:r>
          </w:p>
        </w:tc>
        <w:tc>
          <w:tcPr>
            <w:tcW w:w="2394" w:type="dxa"/>
            <w:tcBorders>
              <w:top w:val="single" w:sz="4" w:space="0" w:color="000000"/>
              <w:left w:val="single" w:sz="4" w:space="0" w:color="000000"/>
              <w:bottom w:val="single" w:sz="4" w:space="0" w:color="000000"/>
              <w:right w:val="single" w:sz="4" w:space="0" w:color="000000"/>
            </w:tcBorders>
            <w:hideMark/>
          </w:tcPr>
          <w:p w:rsidR="00432452" w:rsidRPr="00FD7BF1" w:rsidRDefault="00432452" w:rsidP="00FD7133">
            <w:pPr>
              <w:spacing w:before="0" w:after="0" w:line="360" w:lineRule="auto"/>
              <w:rPr>
                <w:rFonts w:asciiTheme="minorHAnsi" w:eastAsia="SimSun" w:hAnsiTheme="minorHAnsi" w:cs="Arial"/>
                <w:sz w:val="24"/>
                <w:szCs w:val="24"/>
                <w:lang w:eastAsia="zh-CN"/>
              </w:rPr>
            </w:pPr>
            <w:r w:rsidRPr="00FD7BF1">
              <w:rPr>
                <w:rFonts w:asciiTheme="minorHAnsi" w:hAnsiTheme="minorHAnsi"/>
                <w:sz w:val="24"/>
                <w:szCs w:val="24"/>
              </w:rPr>
              <w:t xml:space="preserve">p. </w:t>
            </w:r>
            <w:r w:rsidRPr="00FD7BF1">
              <w:rPr>
                <w:rFonts w:asciiTheme="minorHAnsi" w:hAnsiTheme="minorHAnsi" w:cs="Arial"/>
                <w:sz w:val="24"/>
                <w:szCs w:val="24"/>
              </w:rPr>
              <w:t>152</w:t>
            </w:r>
          </w:p>
        </w:tc>
      </w:tr>
    </w:tbl>
    <w:p w:rsidR="00432452" w:rsidRPr="00FD7BF1" w:rsidRDefault="00432452">
      <w:pPr>
        <w:spacing w:before="0" w:after="0" w:line="240" w:lineRule="auto"/>
        <w:rPr>
          <w:rFonts w:asciiTheme="minorHAnsi" w:hAnsiTheme="minorHAnsi"/>
          <w:szCs w:val="24"/>
        </w:rPr>
      </w:pPr>
      <w:r w:rsidRPr="00FD7BF1">
        <w:rPr>
          <w:rFonts w:asciiTheme="minorHAnsi" w:hAnsiTheme="minorHAnsi"/>
          <w:szCs w:val="24"/>
        </w:rPr>
        <w:br w:type="page"/>
      </w:r>
    </w:p>
    <w:p w:rsidR="00795B43" w:rsidRPr="00FD7BF1" w:rsidRDefault="00795B43" w:rsidP="00795B43">
      <w:pPr>
        <w:pStyle w:val="Heading1"/>
        <w:rPr>
          <w:rFonts w:asciiTheme="minorHAnsi" w:hAnsiTheme="minorHAnsi"/>
          <w:b w:val="0"/>
          <w:sz w:val="26"/>
          <w:szCs w:val="26"/>
        </w:rPr>
      </w:pPr>
      <w:r>
        <w:rPr>
          <w:rFonts w:asciiTheme="minorHAnsi" w:hAnsiTheme="minorHAnsi"/>
          <w:sz w:val="28"/>
          <w:szCs w:val="28"/>
        </w:rPr>
        <w:lastRenderedPageBreak/>
        <w:t>Appendix H</w:t>
      </w:r>
      <w:r w:rsidRPr="00FD7BF1">
        <w:rPr>
          <w:rFonts w:asciiTheme="minorHAnsi" w:hAnsiTheme="minorHAnsi"/>
          <w:sz w:val="28"/>
          <w:szCs w:val="28"/>
        </w:rPr>
        <w:t>—</w:t>
      </w:r>
      <w:r w:rsidRPr="00795B43">
        <w:rPr>
          <w:rFonts w:asciiTheme="minorHAnsi" w:hAnsiTheme="minorHAnsi"/>
          <w:sz w:val="28"/>
          <w:szCs w:val="28"/>
        </w:rPr>
        <w:t xml:space="preserve">Answer Key </w:t>
      </w:r>
      <w:r>
        <w:rPr>
          <w:rFonts w:asciiTheme="minorHAnsi" w:hAnsiTheme="minorHAnsi"/>
          <w:sz w:val="28"/>
          <w:szCs w:val="28"/>
        </w:rPr>
        <w:t>For Quiz 9</w:t>
      </w:r>
      <w:r w:rsidR="00B42D99">
        <w:rPr>
          <w:rFonts w:asciiTheme="minorHAnsi" w:hAnsiTheme="minorHAnsi"/>
          <w:sz w:val="28"/>
          <w:szCs w:val="28"/>
        </w:rPr>
        <w:t>.1</w:t>
      </w:r>
    </w:p>
    <w:p w:rsidR="00432452" w:rsidRPr="00FD7BF1" w:rsidRDefault="00432452" w:rsidP="00560A90">
      <w:pPr>
        <w:pStyle w:val="Style1"/>
        <w:spacing w:line="240" w:lineRule="auto"/>
        <w:rPr>
          <w:rFonts w:asciiTheme="minorHAnsi" w:hAnsiTheme="minorHAnsi"/>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8"/>
        <w:gridCol w:w="2070"/>
        <w:gridCol w:w="2934"/>
        <w:gridCol w:w="2394"/>
      </w:tblGrid>
      <w:tr w:rsidR="00432452" w:rsidRPr="00FD7BF1" w:rsidTr="002D6BD7">
        <w:trPr>
          <w:trHeight w:val="323"/>
          <w:tblHeader/>
        </w:trPr>
        <w:tc>
          <w:tcPr>
            <w:tcW w:w="2178" w:type="dxa"/>
            <w:tcBorders>
              <w:bottom w:val="single" w:sz="12" w:space="0" w:color="000000"/>
            </w:tcBorders>
            <w:shd w:val="clear" w:color="auto" w:fill="EEECE1"/>
          </w:tcPr>
          <w:p w:rsidR="00432452" w:rsidRPr="00FD7BF1" w:rsidRDefault="0043245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Question Number</w:t>
            </w:r>
          </w:p>
        </w:tc>
        <w:tc>
          <w:tcPr>
            <w:tcW w:w="2070" w:type="dxa"/>
            <w:tcBorders>
              <w:bottom w:val="single" w:sz="12" w:space="0" w:color="000000"/>
            </w:tcBorders>
            <w:shd w:val="clear" w:color="auto" w:fill="EEECE1"/>
          </w:tcPr>
          <w:p w:rsidR="00432452" w:rsidRPr="00FD7BF1" w:rsidRDefault="0043245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Correct Answer</w:t>
            </w:r>
          </w:p>
        </w:tc>
        <w:tc>
          <w:tcPr>
            <w:tcW w:w="2934" w:type="dxa"/>
            <w:tcBorders>
              <w:bottom w:val="single" w:sz="12" w:space="0" w:color="000000"/>
            </w:tcBorders>
            <w:shd w:val="clear" w:color="auto" w:fill="EEECE1"/>
          </w:tcPr>
          <w:p w:rsidR="00432452" w:rsidRPr="00FD7BF1" w:rsidRDefault="0043245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Course Objective(s) Tested</w:t>
            </w:r>
          </w:p>
        </w:tc>
        <w:tc>
          <w:tcPr>
            <w:tcW w:w="2394" w:type="dxa"/>
            <w:tcBorders>
              <w:bottom w:val="single" w:sz="12" w:space="0" w:color="000000"/>
            </w:tcBorders>
            <w:shd w:val="clear" w:color="auto" w:fill="EEECE1"/>
          </w:tcPr>
          <w:p w:rsidR="00432452" w:rsidRPr="00FD7BF1" w:rsidRDefault="0043245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Reference</w:t>
            </w:r>
          </w:p>
        </w:tc>
      </w:tr>
      <w:tr w:rsidR="00432452" w:rsidRPr="00FD7BF1" w:rsidTr="004E287D">
        <w:tc>
          <w:tcPr>
            <w:tcW w:w="2178" w:type="dxa"/>
            <w:tcBorders>
              <w:top w:val="single" w:sz="12" w:space="0" w:color="000000"/>
            </w:tcBorders>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w:t>
            </w:r>
          </w:p>
        </w:tc>
        <w:tc>
          <w:tcPr>
            <w:tcW w:w="2070" w:type="dxa"/>
            <w:tcBorders>
              <w:top w:val="single" w:sz="12" w:space="0" w:color="000000"/>
            </w:tcBorders>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Borders>
              <w:top w:val="single" w:sz="12" w:space="0" w:color="000000"/>
            </w:tcBorders>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10</w:t>
            </w:r>
          </w:p>
        </w:tc>
        <w:tc>
          <w:tcPr>
            <w:tcW w:w="2394" w:type="dxa"/>
            <w:tcBorders>
              <w:top w:val="single" w:sz="12" w:space="0" w:color="000000"/>
            </w:tcBorders>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176</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2</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d</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10</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182</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3</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b</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177</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4</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b</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177</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5</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c</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4</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185</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6</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192</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7</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b</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193</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8</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b</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193</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9</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d</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196</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10</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11</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223</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11</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c</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222</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12</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c</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10</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229</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13</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 xml:space="preserve">10 </w:t>
            </w:r>
          </w:p>
        </w:tc>
        <w:tc>
          <w:tcPr>
            <w:tcW w:w="2394" w:type="dxa"/>
          </w:tcPr>
          <w:p w:rsidR="00432452" w:rsidRPr="00FD7BF1" w:rsidRDefault="00EA5553" w:rsidP="00AB028F">
            <w:pPr>
              <w:spacing w:before="0" w:after="0" w:line="360" w:lineRule="auto"/>
              <w:rPr>
                <w:rFonts w:asciiTheme="minorHAnsi" w:hAnsiTheme="minorHAnsi"/>
                <w:sz w:val="24"/>
                <w:szCs w:val="24"/>
              </w:rPr>
            </w:pPr>
            <w:r w:rsidRPr="00FD7BF1">
              <w:rPr>
                <w:rFonts w:asciiTheme="minorHAnsi" w:hAnsiTheme="minorHAnsi"/>
                <w:sz w:val="24"/>
                <w:szCs w:val="24"/>
              </w:rPr>
              <w:t>p</w:t>
            </w:r>
            <w:r w:rsidR="00F13AC2">
              <w:rPr>
                <w:rFonts w:asciiTheme="minorHAnsi" w:hAnsiTheme="minorHAnsi"/>
                <w:sz w:val="24"/>
                <w:szCs w:val="24"/>
              </w:rPr>
              <w:t>p</w:t>
            </w:r>
            <w:r w:rsidRPr="00FD7BF1">
              <w:rPr>
                <w:rFonts w:asciiTheme="minorHAnsi" w:hAnsiTheme="minorHAnsi"/>
                <w:sz w:val="24"/>
                <w:szCs w:val="24"/>
              </w:rPr>
              <w:t xml:space="preserve">. </w:t>
            </w:r>
            <w:r w:rsidR="00432452" w:rsidRPr="00FD7BF1">
              <w:rPr>
                <w:rFonts w:asciiTheme="minorHAnsi" w:hAnsiTheme="minorHAnsi"/>
                <w:sz w:val="24"/>
                <w:szCs w:val="24"/>
              </w:rPr>
              <w:t>234</w:t>
            </w:r>
            <w:r w:rsidR="00AB028F">
              <w:rPr>
                <w:rFonts w:asciiTheme="minorHAnsi" w:hAnsiTheme="minorHAnsi"/>
                <w:sz w:val="24"/>
                <w:szCs w:val="24"/>
              </w:rPr>
              <w:t>–</w:t>
            </w:r>
            <w:r w:rsidR="00432452" w:rsidRPr="00FD7BF1">
              <w:rPr>
                <w:rFonts w:asciiTheme="minorHAnsi" w:hAnsiTheme="minorHAnsi"/>
                <w:sz w:val="24"/>
                <w:szCs w:val="24"/>
              </w:rPr>
              <w:t>235</w:t>
            </w:r>
          </w:p>
        </w:tc>
      </w:tr>
      <w:tr w:rsidR="00432452" w:rsidRPr="00FD7BF1" w:rsidTr="004E287D">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14</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d</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247</w:t>
            </w:r>
          </w:p>
        </w:tc>
      </w:tr>
      <w:tr w:rsidR="00432452" w:rsidRPr="00FD7BF1" w:rsidTr="004E287D">
        <w:trPr>
          <w:trHeight w:val="197"/>
        </w:trPr>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15</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Pr>
          <w:p w:rsidR="00432452" w:rsidRPr="00FD7BF1" w:rsidRDefault="00432452" w:rsidP="002D6BD7">
            <w:pPr>
              <w:spacing w:before="0" w:after="0" w:line="360" w:lineRule="auto"/>
              <w:rPr>
                <w:rFonts w:asciiTheme="minorHAnsi" w:hAnsiTheme="minorHAnsi" w:cs="Arial"/>
                <w:sz w:val="24"/>
                <w:szCs w:val="24"/>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248</w:t>
            </w:r>
          </w:p>
        </w:tc>
      </w:tr>
      <w:tr w:rsidR="00432452" w:rsidRPr="00FD7BF1" w:rsidTr="004E287D">
        <w:trPr>
          <w:trHeight w:val="197"/>
        </w:trPr>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16</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d</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248</w:t>
            </w:r>
          </w:p>
        </w:tc>
      </w:tr>
      <w:tr w:rsidR="00432452" w:rsidRPr="00FD7BF1" w:rsidTr="004E287D">
        <w:trPr>
          <w:trHeight w:val="197"/>
        </w:trPr>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lastRenderedPageBreak/>
              <w:t>17</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c</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249</w:t>
            </w:r>
          </w:p>
        </w:tc>
      </w:tr>
      <w:tr w:rsidR="00432452" w:rsidRPr="00FD7BF1" w:rsidTr="004E287D">
        <w:trPr>
          <w:trHeight w:val="197"/>
        </w:trPr>
        <w:tc>
          <w:tcPr>
            <w:tcW w:w="2178"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18</w:t>
            </w:r>
          </w:p>
        </w:tc>
        <w:tc>
          <w:tcPr>
            <w:tcW w:w="2070" w:type="dxa"/>
          </w:tcPr>
          <w:p w:rsidR="00432452" w:rsidRPr="00FD7BF1" w:rsidRDefault="00432452" w:rsidP="002D6BD7">
            <w:pPr>
              <w:spacing w:before="0" w:after="0" w:line="360" w:lineRule="auto"/>
              <w:rPr>
                <w:rFonts w:asciiTheme="minorHAnsi" w:hAnsiTheme="minorHAnsi"/>
                <w:sz w:val="24"/>
                <w:szCs w:val="24"/>
              </w:rPr>
            </w:pPr>
            <w:r w:rsidRPr="00FD7BF1">
              <w:rPr>
                <w:rFonts w:asciiTheme="minorHAnsi" w:hAnsiTheme="minorHAnsi"/>
                <w:sz w:val="24"/>
                <w:szCs w:val="24"/>
              </w:rPr>
              <w:t>a</w:t>
            </w:r>
          </w:p>
        </w:tc>
        <w:tc>
          <w:tcPr>
            <w:tcW w:w="2934" w:type="dxa"/>
          </w:tcPr>
          <w:p w:rsidR="00432452" w:rsidRPr="00FD7BF1" w:rsidRDefault="00432452" w:rsidP="002D6BD7">
            <w:pPr>
              <w:spacing w:before="0" w:after="0" w:line="360" w:lineRule="auto"/>
              <w:rPr>
                <w:rFonts w:asciiTheme="minorHAnsi" w:hAnsiTheme="minorHAnsi" w:cs="Arial"/>
                <w:iCs/>
                <w:color w:val="000000"/>
                <w:sz w:val="24"/>
                <w:szCs w:val="24"/>
                <w:lang w:bidi="en-US"/>
              </w:rPr>
            </w:pPr>
            <w:r w:rsidRPr="00FD7BF1">
              <w:rPr>
                <w:rFonts w:asciiTheme="minorHAnsi" w:hAnsiTheme="minorHAnsi" w:cs="Arial"/>
                <w:iCs/>
                <w:color w:val="000000"/>
                <w:sz w:val="24"/>
                <w:szCs w:val="24"/>
                <w:lang w:bidi="en-US"/>
              </w:rPr>
              <w:t>6</w:t>
            </w:r>
          </w:p>
        </w:tc>
        <w:tc>
          <w:tcPr>
            <w:tcW w:w="2394" w:type="dxa"/>
          </w:tcPr>
          <w:p w:rsidR="00432452" w:rsidRPr="00FD7BF1" w:rsidRDefault="00EA5553" w:rsidP="002D6BD7">
            <w:pPr>
              <w:spacing w:before="0" w:after="0" w:line="360" w:lineRule="auto"/>
              <w:rPr>
                <w:rFonts w:asciiTheme="minorHAnsi" w:hAnsiTheme="minorHAnsi"/>
                <w:sz w:val="24"/>
                <w:szCs w:val="24"/>
              </w:rPr>
            </w:pPr>
            <w:r w:rsidRPr="00FD7BF1">
              <w:rPr>
                <w:rFonts w:asciiTheme="minorHAnsi" w:hAnsiTheme="minorHAnsi"/>
                <w:sz w:val="24"/>
                <w:szCs w:val="24"/>
              </w:rPr>
              <w:t xml:space="preserve">p. </w:t>
            </w:r>
            <w:r w:rsidR="00432452" w:rsidRPr="00FD7BF1">
              <w:rPr>
                <w:rFonts w:asciiTheme="minorHAnsi" w:hAnsiTheme="minorHAnsi"/>
                <w:sz w:val="24"/>
                <w:szCs w:val="24"/>
              </w:rPr>
              <w:t>251</w:t>
            </w:r>
          </w:p>
        </w:tc>
      </w:tr>
    </w:tbl>
    <w:p w:rsidR="00432452" w:rsidRPr="00FD7BF1" w:rsidRDefault="00432452" w:rsidP="00560A90">
      <w:pPr>
        <w:pStyle w:val="Style1"/>
        <w:spacing w:line="240" w:lineRule="auto"/>
        <w:rPr>
          <w:rFonts w:asciiTheme="minorHAnsi" w:hAnsiTheme="minorHAnsi"/>
          <w:sz w:val="20"/>
          <w:szCs w:val="24"/>
        </w:rPr>
      </w:pPr>
    </w:p>
    <w:p w:rsidR="000546D2" w:rsidRDefault="000546D2">
      <w:pPr>
        <w:spacing w:before="0" w:after="0" w:line="240" w:lineRule="auto"/>
        <w:rPr>
          <w:rFonts w:asciiTheme="minorHAnsi" w:hAnsiTheme="minorHAnsi"/>
          <w:b/>
          <w:bCs/>
        </w:rPr>
      </w:pPr>
      <w:r>
        <w:rPr>
          <w:rFonts w:asciiTheme="minorHAnsi" w:hAnsiTheme="minorHAnsi"/>
          <w:b/>
          <w:bCs/>
        </w:rPr>
        <w:br w:type="page"/>
      </w:r>
    </w:p>
    <w:p w:rsidR="00795B43" w:rsidRPr="00FD7BF1" w:rsidRDefault="00795B43" w:rsidP="00795B43">
      <w:pPr>
        <w:pStyle w:val="Heading1"/>
        <w:rPr>
          <w:rFonts w:asciiTheme="minorHAnsi" w:hAnsiTheme="minorHAnsi"/>
          <w:b w:val="0"/>
          <w:sz w:val="26"/>
          <w:szCs w:val="26"/>
        </w:rPr>
      </w:pPr>
      <w:bookmarkStart w:id="6" w:name="_Final_Exam"/>
      <w:bookmarkEnd w:id="6"/>
      <w:r>
        <w:rPr>
          <w:rFonts w:asciiTheme="minorHAnsi" w:hAnsiTheme="minorHAnsi"/>
          <w:sz w:val="28"/>
          <w:szCs w:val="28"/>
        </w:rPr>
        <w:lastRenderedPageBreak/>
        <w:t>Appendix I</w:t>
      </w:r>
      <w:r w:rsidRPr="00FD7BF1">
        <w:rPr>
          <w:rFonts w:asciiTheme="minorHAnsi" w:hAnsiTheme="minorHAnsi"/>
          <w:sz w:val="28"/>
          <w:szCs w:val="28"/>
        </w:rPr>
        <w:t>—</w:t>
      </w:r>
      <w:r w:rsidRPr="00795B43">
        <w:rPr>
          <w:rFonts w:asciiTheme="minorHAnsi" w:hAnsiTheme="minorHAnsi"/>
          <w:sz w:val="28"/>
          <w:szCs w:val="28"/>
        </w:rPr>
        <w:t xml:space="preserve">Answer Key </w:t>
      </w:r>
      <w:r>
        <w:rPr>
          <w:rFonts w:asciiTheme="minorHAnsi" w:hAnsiTheme="minorHAnsi"/>
          <w:sz w:val="28"/>
          <w:szCs w:val="28"/>
        </w:rPr>
        <w:t>For Final Exam</w:t>
      </w:r>
    </w:p>
    <w:p w:rsidR="001F53C6" w:rsidRPr="00FD7BF1" w:rsidRDefault="001F53C6" w:rsidP="002D6BD7">
      <w:pPr>
        <w:rPr>
          <w:rFonts w:asciiTheme="minorHAnsi" w:hAnsiTheme="minorHAnsi"/>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4"/>
        <w:gridCol w:w="2195"/>
        <w:gridCol w:w="4024"/>
        <w:gridCol w:w="2482"/>
        <w:gridCol w:w="2951"/>
      </w:tblGrid>
      <w:tr w:rsidR="00171A22" w:rsidRPr="00FD7BF1" w:rsidTr="002D6BD7">
        <w:trPr>
          <w:trHeight w:val="323"/>
          <w:tblHeader/>
        </w:trPr>
        <w:tc>
          <w:tcPr>
            <w:tcW w:w="1098" w:type="dxa"/>
            <w:tcBorders>
              <w:bottom w:val="single" w:sz="12" w:space="0" w:color="000000"/>
            </w:tcBorders>
            <w:shd w:val="clear" w:color="auto" w:fill="EEECE1"/>
          </w:tcPr>
          <w:p w:rsidR="00171A22" w:rsidRPr="00FD7BF1" w:rsidRDefault="00171A2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Question</w:t>
            </w:r>
          </w:p>
        </w:tc>
        <w:tc>
          <w:tcPr>
            <w:tcW w:w="1620" w:type="dxa"/>
            <w:tcBorders>
              <w:bottom w:val="single" w:sz="12" w:space="0" w:color="000000"/>
            </w:tcBorders>
            <w:shd w:val="clear" w:color="auto" w:fill="EEECE1"/>
          </w:tcPr>
          <w:p w:rsidR="00171A22" w:rsidRPr="00FD7BF1" w:rsidRDefault="00171A2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Correct Answer</w:t>
            </w:r>
          </w:p>
        </w:tc>
        <w:tc>
          <w:tcPr>
            <w:tcW w:w="2970" w:type="dxa"/>
            <w:tcBorders>
              <w:bottom w:val="single" w:sz="12" w:space="0" w:color="000000"/>
            </w:tcBorders>
            <w:shd w:val="clear" w:color="auto" w:fill="EEECE1"/>
          </w:tcPr>
          <w:p w:rsidR="00171A22" w:rsidRPr="00FD7BF1" w:rsidRDefault="00171A2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Course Objective(s) Tested</w:t>
            </w:r>
          </w:p>
        </w:tc>
        <w:tc>
          <w:tcPr>
            <w:tcW w:w="1710" w:type="dxa"/>
            <w:tcBorders>
              <w:bottom w:val="single" w:sz="12" w:space="0" w:color="000000"/>
            </w:tcBorders>
            <w:shd w:val="clear" w:color="auto" w:fill="EEECE1" w:themeFill="background2"/>
          </w:tcPr>
          <w:p w:rsidR="00171A22" w:rsidRPr="00FD7BF1" w:rsidRDefault="00171A2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Bloom’s Level</w:t>
            </w:r>
          </w:p>
        </w:tc>
        <w:tc>
          <w:tcPr>
            <w:tcW w:w="2178" w:type="dxa"/>
            <w:tcBorders>
              <w:bottom w:val="single" w:sz="12" w:space="0" w:color="000000"/>
            </w:tcBorders>
            <w:shd w:val="clear" w:color="auto" w:fill="EEECE1"/>
          </w:tcPr>
          <w:p w:rsidR="00171A22" w:rsidRPr="00FD7BF1" w:rsidRDefault="00171A22" w:rsidP="002D6BD7">
            <w:pPr>
              <w:spacing w:before="0" w:after="0" w:line="360" w:lineRule="auto"/>
              <w:jc w:val="center"/>
              <w:rPr>
                <w:rFonts w:asciiTheme="minorHAnsi" w:hAnsiTheme="minorHAnsi" w:cs="Arial"/>
                <w:b/>
                <w:sz w:val="24"/>
                <w:szCs w:val="24"/>
              </w:rPr>
            </w:pPr>
            <w:r w:rsidRPr="00FD7BF1">
              <w:rPr>
                <w:rFonts w:asciiTheme="minorHAnsi" w:hAnsiTheme="minorHAnsi" w:cs="Arial"/>
                <w:b/>
                <w:sz w:val="24"/>
                <w:szCs w:val="24"/>
              </w:rPr>
              <w:t>Reference with page(s)</w:t>
            </w:r>
          </w:p>
        </w:tc>
      </w:tr>
      <w:tr w:rsidR="00171A22" w:rsidRPr="00FD7BF1" w:rsidTr="002D6BD7">
        <w:tc>
          <w:tcPr>
            <w:tcW w:w="1098" w:type="dxa"/>
            <w:tcBorders>
              <w:top w:val="single" w:sz="12"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w:t>
            </w:r>
          </w:p>
        </w:tc>
        <w:tc>
          <w:tcPr>
            <w:tcW w:w="1620" w:type="dxa"/>
            <w:tcBorders>
              <w:top w:val="single" w:sz="12"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12"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CO6</w:t>
            </w:r>
          </w:p>
        </w:tc>
        <w:tc>
          <w:tcPr>
            <w:tcW w:w="1710" w:type="dxa"/>
            <w:tcBorders>
              <w:top w:val="single" w:sz="12"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12"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48, 53</w:t>
            </w:r>
            <w:r w:rsidR="003254B3">
              <w:rPr>
                <w:rFonts w:asciiTheme="minorHAnsi" w:hAnsiTheme="minorHAnsi" w:cs="Arial"/>
                <w:sz w:val="24"/>
                <w:szCs w:val="24"/>
                <w:lang w:bidi="en-US"/>
              </w:rPr>
              <w:t>–</w:t>
            </w:r>
            <w:r w:rsidRPr="00FD7BF1">
              <w:rPr>
                <w:rFonts w:asciiTheme="minorHAnsi" w:hAnsiTheme="minorHAnsi" w:cs="Arial"/>
                <w:sz w:val="24"/>
                <w:szCs w:val="24"/>
                <w:lang w:bidi="en-US"/>
              </w:rPr>
              <w:t>54, 55</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CO6, CO8</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16</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3.</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 CO2</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32, 33, 40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4.</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CO8</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 xml:space="preserve">Annenberg Video </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5.</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118</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6.</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CO4, CO8,</w:t>
            </w:r>
            <w:r w:rsidR="000E48FF">
              <w:rPr>
                <w:rFonts w:asciiTheme="minorHAnsi" w:hAnsiTheme="minorHAnsi" w:cs="Arial"/>
                <w:sz w:val="24"/>
                <w:szCs w:val="24"/>
                <w:lang w:bidi="en-US"/>
              </w:rPr>
              <w:t xml:space="preserve"> </w:t>
            </w:r>
            <w:r w:rsidRPr="00FD7BF1">
              <w:rPr>
                <w:rFonts w:asciiTheme="minorHAnsi" w:hAnsiTheme="minorHAnsi" w:cs="Arial"/>
                <w:sz w:val="24"/>
                <w:szCs w:val="24"/>
                <w:lang w:bidi="en-US"/>
              </w:rPr>
              <w:t>CO10</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Application</w:t>
            </w:r>
          </w:p>
        </w:tc>
        <w:tc>
          <w:tcPr>
            <w:tcW w:w="2178" w:type="dxa"/>
            <w:tcBorders>
              <w:top w:val="single" w:sz="4" w:space="0" w:color="000000"/>
              <w:bottom w:val="single" w:sz="4" w:space="0" w:color="000000"/>
            </w:tcBorders>
            <w:vAlign w:val="center"/>
          </w:tcPr>
          <w:p w:rsidR="00171A22" w:rsidRPr="00FD7BF1" w:rsidRDefault="003254B3" w:rsidP="000E48FF">
            <w:pPr>
              <w:spacing w:before="0" w:after="0" w:line="360" w:lineRule="auto"/>
              <w:rPr>
                <w:rFonts w:asciiTheme="minorHAnsi" w:hAnsiTheme="minorHAnsi" w:cs="Arial"/>
                <w:sz w:val="24"/>
                <w:szCs w:val="24"/>
                <w:highlight w:val="green"/>
                <w:lang w:bidi="en-US"/>
              </w:rPr>
            </w:pPr>
            <w:r>
              <w:rPr>
                <w:rFonts w:asciiTheme="minorHAnsi" w:hAnsiTheme="minorHAnsi" w:cs="Arial"/>
                <w:sz w:val="24"/>
                <w:szCs w:val="24"/>
                <w:lang w:bidi="en-US"/>
              </w:rPr>
              <w:t>pp. 21–</w:t>
            </w:r>
            <w:r w:rsidR="00171A22" w:rsidRPr="00FD7BF1">
              <w:rPr>
                <w:rFonts w:asciiTheme="minorHAnsi" w:hAnsiTheme="minorHAnsi" w:cs="Arial"/>
                <w:sz w:val="24"/>
                <w:szCs w:val="24"/>
                <w:lang w:bidi="en-US"/>
              </w:rPr>
              <w:t>22;</w:t>
            </w:r>
            <w:r w:rsidR="001F46AF">
              <w:rPr>
                <w:rFonts w:asciiTheme="minorHAnsi" w:hAnsiTheme="minorHAnsi" w:cs="Arial"/>
                <w:sz w:val="24"/>
                <w:szCs w:val="24"/>
                <w:lang w:bidi="en-US"/>
              </w:rPr>
              <w:t xml:space="preserve"> </w:t>
            </w:r>
            <w:r w:rsidR="00171A22" w:rsidRPr="00FD7BF1">
              <w:rPr>
                <w:rFonts w:asciiTheme="minorHAnsi" w:hAnsiTheme="minorHAnsi" w:cs="Arial"/>
                <w:sz w:val="24"/>
                <w:szCs w:val="24"/>
                <w:lang w:bidi="en-US"/>
              </w:rPr>
              <w:t>106</w:t>
            </w:r>
            <w:r w:rsidR="000E48FF">
              <w:rPr>
                <w:rFonts w:asciiTheme="minorHAnsi" w:hAnsiTheme="minorHAnsi" w:cs="Arial"/>
                <w:sz w:val="24"/>
                <w:szCs w:val="24"/>
                <w:lang w:bidi="en-US"/>
              </w:rPr>
              <w:t>–</w:t>
            </w:r>
            <w:r w:rsidR="00171A22" w:rsidRPr="00FD7BF1">
              <w:rPr>
                <w:rFonts w:asciiTheme="minorHAnsi" w:hAnsiTheme="minorHAnsi" w:cs="Arial"/>
                <w:sz w:val="24"/>
                <w:szCs w:val="24"/>
                <w:lang w:bidi="en-US"/>
              </w:rPr>
              <w:t>107</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7.</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CO4, CO6</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29, 33, 222</w:t>
            </w:r>
            <w:r w:rsidR="003254B3">
              <w:rPr>
                <w:rFonts w:asciiTheme="minorHAnsi" w:hAnsiTheme="minorHAnsi" w:cs="Arial"/>
                <w:sz w:val="24"/>
                <w:szCs w:val="24"/>
                <w:lang w:bidi="en-US"/>
              </w:rPr>
              <w:t>–</w:t>
            </w:r>
            <w:r w:rsidRPr="00FD7BF1">
              <w:rPr>
                <w:rFonts w:asciiTheme="minorHAnsi" w:hAnsiTheme="minorHAnsi" w:cs="Arial"/>
                <w:sz w:val="24"/>
                <w:szCs w:val="24"/>
                <w:lang w:bidi="en-US"/>
              </w:rPr>
              <w:t>229</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8.</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CO3, CO10</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152</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9.</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trike/>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CO6, CO10</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8, 329–</w:t>
            </w:r>
            <w:r w:rsidR="00171A22" w:rsidRPr="00FD7BF1">
              <w:rPr>
                <w:rFonts w:asciiTheme="minorHAnsi" w:hAnsiTheme="minorHAnsi" w:cs="Arial"/>
                <w:sz w:val="24"/>
                <w:szCs w:val="24"/>
                <w:lang w:bidi="en-US"/>
              </w:rPr>
              <w:t>331</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10.</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CO4</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30</w:t>
            </w:r>
            <w:r w:rsidR="003254B3">
              <w:rPr>
                <w:rFonts w:asciiTheme="minorHAnsi" w:hAnsiTheme="minorHAnsi" w:cs="Arial"/>
                <w:sz w:val="24"/>
                <w:szCs w:val="24"/>
                <w:lang w:bidi="en-US"/>
              </w:rPr>
              <w:t>–</w:t>
            </w:r>
            <w:r w:rsidRPr="00FD7BF1">
              <w:rPr>
                <w:rFonts w:asciiTheme="minorHAnsi" w:hAnsiTheme="minorHAnsi" w:cs="Arial"/>
                <w:sz w:val="24"/>
                <w:szCs w:val="24"/>
                <w:lang w:bidi="en-US"/>
              </w:rPr>
              <w:t>31</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11.</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CO4, CO6</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236, 237, 240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12.</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CO4</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Evaluating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32</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13.</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CO6, CO13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0E48FF">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32</w:t>
            </w:r>
            <w:r w:rsidR="000E48FF">
              <w:rPr>
                <w:rFonts w:asciiTheme="minorHAnsi" w:hAnsiTheme="minorHAnsi" w:cs="Arial"/>
                <w:sz w:val="24"/>
                <w:szCs w:val="24"/>
                <w:lang w:bidi="en-US"/>
              </w:rPr>
              <w:t>–</w:t>
            </w:r>
            <w:r w:rsidRPr="00FD7BF1">
              <w:rPr>
                <w:rFonts w:asciiTheme="minorHAnsi" w:hAnsiTheme="minorHAnsi" w:cs="Arial"/>
                <w:sz w:val="24"/>
                <w:szCs w:val="24"/>
                <w:lang w:bidi="en-US"/>
              </w:rPr>
              <w:t>33</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14.</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CO9</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50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15.</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CO4, CO6, CO8, CO13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highlight w:val="green"/>
                <w:lang w:bidi="en-US"/>
              </w:rPr>
            </w:pPr>
            <w:r w:rsidRPr="00FD7BF1">
              <w:rPr>
                <w:rFonts w:asciiTheme="minorHAnsi" w:hAnsiTheme="minorHAnsi" w:cs="Arial"/>
                <w:sz w:val="24"/>
                <w:szCs w:val="24"/>
                <w:lang w:bidi="en-US"/>
              </w:rPr>
              <w:t>Analysis</w:t>
            </w:r>
          </w:p>
        </w:tc>
        <w:tc>
          <w:tcPr>
            <w:tcW w:w="2178" w:type="dxa"/>
            <w:tcBorders>
              <w:top w:val="single" w:sz="4" w:space="0" w:color="000000"/>
              <w:bottom w:val="single" w:sz="4" w:space="0" w:color="000000"/>
            </w:tcBorders>
            <w:vAlign w:val="center"/>
          </w:tcPr>
          <w:p w:rsidR="00171A22" w:rsidRPr="00FD7BF1" w:rsidRDefault="003254B3" w:rsidP="003254B3">
            <w:pPr>
              <w:spacing w:before="0" w:after="0" w:line="360" w:lineRule="auto"/>
              <w:rPr>
                <w:rFonts w:asciiTheme="minorHAnsi" w:hAnsiTheme="minorHAnsi" w:cs="Arial"/>
                <w:sz w:val="24"/>
                <w:szCs w:val="24"/>
                <w:highlight w:val="green"/>
                <w:lang w:bidi="en-US"/>
              </w:rPr>
            </w:pPr>
            <w:r>
              <w:rPr>
                <w:rFonts w:asciiTheme="minorHAnsi" w:hAnsiTheme="minorHAnsi" w:cs="Arial"/>
                <w:sz w:val="24"/>
                <w:szCs w:val="24"/>
                <w:lang w:bidi="en-US"/>
              </w:rPr>
              <w:t>pp. 53–</w:t>
            </w:r>
            <w:r w:rsidR="00171A22" w:rsidRPr="00FD7BF1">
              <w:rPr>
                <w:rFonts w:asciiTheme="minorHAnsi" w:hAnsiTheme="minorHAnsi" w:cs="Arial"/>
                <w:sz w:val="24"/>
                <w:szCs w:val="24"/>
                <w:lang w:bidi="en-US"/>
              </w:rPr>
              <w:t>55; 118</w:t>
            </w:r>
            <w:r>
              <w:rPr>
                <w:rFonts w:asciiTheme="minorHAnsi" w:hAnsiTheme="minorHAnsi" w:cs="Arial"/>
                <w:sz w:val="24"/>
                <w:szCs w:val="24"/>
                <w:lang w:bidi="en-US"/>
              </w:rPr>
              <w:t>–</w:t>
            </w:r>
            <w:r w:rsidR="00171A22" w:rsidRPr="00FD7BF1">
              <w:rPr>
                <w:rFonts w:asciiTheme="minorHAnsi" w:hAnsiTheme="minorHAnsi" w:cs="Arial"/>
                <w:sz w:val="24"/>
                <w:szCs w:val="24"/>
                <w:lang w:bidi="en-US"/>
              </w:rPr>
              <w:t>120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16.</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CO4, CO8, CO10, CO12</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Analysis</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No one page</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lastRenderedPageBreak/>
              <w:t>17.</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CO8, CO13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Comprehending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290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18.</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CO2, CO8, CO10</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8</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19.</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CO7</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363–</w:t>
            </w:r>
            <w:r w:rsidR="00171A22" w:rsidRPr="00FD7BF1">
              <w:rPr>
                <w:rFonts w:asciiTheme="minorHAnsi" w:hAnsiTheme="minorHAnsi" w:cs="Arial"/>
                <w:sz w:val="24"/>
                <w:szCs w:val="24"/>
                <w:lang w:bidi="en-US"/>
              </w:rPr>
              <w:t>367</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20.</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CO9</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Evaluating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No one page</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21.</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CO6</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0E48FF">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31</w:t>
            </w:r>
            <w:r w:rsidR="000E48FF">
              <w:rPr>
                <w:rFonts w:asciiTheme="minorHAnsi" w:hAnsiTheme="minorHAnsi" w:cs="Arial"/>
                <w:sz w:val="24"/>
                <w:szCs w:val="24"/>
                <w:lang w:bidi="en-US"/>
              </w:rPr>
              <w:t>–</w:t>
            </w:r>
            <w:r w:rsidRPr="00FD7BF1">
              <w:rPr>
                <w:rFonts w:asciiTheme="minorHAnsi" w:hAnsiTheme="minorHAnsi" w:cs="Arial"/>
                <w:sz w:val="24"/>
                <w:szCs w:val="24"/>
                <w:lang w:bidi="en-US"/>
              </w:rPr>
              <w:t>32</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22.</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CO5</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3254B3" w:rsidP="000E48FF">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63</w:t>
            </w:r>
            <w:r w:rsidR="000E48FF">
              <w:rPr>
                <w:rFonts w:asciiTheme="minorHAnsi" w:hAnsiTheme="minorHAnsi" w:cs="Arial"/>
                <w:sz w:val="24"/>
                <w:szCs w:val="24"/>
                <w:lang w:bidi="en-US"/>
              </w:rPr>
              <w:t>–</w:t>
            </w:r>
            <w:r>
              <w:rPr>
                <w:rFonts w:asciiTheme="minorHAnsi" w:hAnsiTheme="minorHAnsi" w:cs="Arial"/>
                <w:sz w:val="24"/>
                <w:szCs w:val="24"/>
                <w:lang w:bidi="en-US"/>
              </w:rPr>
              <w:t>64, 77–</w:t>
            </w:r>
            <w:r w:rsidR="00171A22" w:rsidRPr="00FD7BF1">
              <w:rPr>
                <w:rFonts w:asciiTheme="minorHAnsi" w:hAnsiTheme="minorHAnsi" w:cs="Arial"/>
                <w:sz w:val="24"/>
                <w:szCs w:val="24"/>
                <w:lang w:bidi="en-US"/>
              </w:rPr>
              <w:t>79</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23.</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CO8, CO9</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65</w:t>
            </w:r>
            <w:r w:rsidR="000E48FF">
              <w:rPr>
                <w:rFonts w:asciiTheme="minorHAnsi" w:hAnsiTheme="minorHAnsi" w:cs="Arial"/>
                <w:sz w:val="24"/>
                <w:szCs w:val="24"/>
                <w:lang w:bidi="en-US"/>
              </w:rPr>
              <w:t>–</w:t>
            </w:r>
            <w:r w:rsidRPr="00FD7BF1">
              <w:rPr>
                <w:rFonts w:asciiTheme="minorHAnsi" w:hAnsiTheme="minorHAnsi" w:cs="Arial"/>
                <w:sz w:val="24"/>
                <w:szCs w:val="24"/>
                <w:lang w:bidi="en-US"/>
              </w:rPr>
              <w:t>67</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24.</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CO8, CO13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Understanding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98–</w:t>
            </w:r>
            <w:r w:rsidR="00171A22" w:rsidRPr="00FD7BF1">
              <w:rPr>
                <w:rFonts w:asciiTheme="minorHAnsi" w:hAnsiTheme="minorHAnsi" w:cs="Arial"/>
                <w:sz w:val="24"/>
                <w:szCs w:val="24"/>
                <w:lang w:bidi="en-US"/>
              </w:rPr>
              <w:t>100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25.</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CO11</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131</w:t>
            </w:r>
            <w:r w:rsidR="003254B3">
              <w:rPr>
                <w:rFonts w:asciiTheme="minorHAnsi" w:hAnsiTheme="minorHAnsi" w:cs="Arial"/>
                <w:sz w:val="24"/>
                <w:szCs w:val="24"/>
                <w:lang w:bidi="en-US"/>
              </w:rPr>
              <w:t>–</w:t>
            </w:r>
            <w:r w:rsidRPr="00FD7BF1">
              <w:rPr>
                <w:rFonts w:asciiTheme="minorHAnsi" w:hAnsiTheme="minorHAnsi" w:cs="Arial"/>
                <w:sz w:val="24"/>
                <w:szCs w:val="24"/>
                <w:lang w:bidi="en-US"/>
              </w:rPr>
              <w:t>133, PS1350.U8.Read1</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26.</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CO10</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 158</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27.</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CO11</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192–</w:t>
            </w:r>
            <w:r w:rsidR="00171A22" w:rsidRPr="00FD7BF1">
              <w:rPr>
                <w:rFonts w:asciiTheme="minorHAnsi" w:hAnsiTheme="minorHAnsi" w:cs="Arial"/>
                <w:sz w:val="24"/>
                <w:szCs w:val="24"/>
                <w:lang w:bidi="en-US"/>
              </w:rPr>
              <w:t>193</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28.</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CO10, CO11</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130–</w:t>
            </w:r>
            <w:r w:rsidR="00171A22" w:rsidRPr="00FD7BF1">
              <w:rPr>
                <w:rFonts w:asciiTheme="minorHAnsi" w:hAnsiTheme="minorHAnsi" w:cs="Arial"/>
                <w:sz w:val="24"/>
                <w:szCs w:val="24"/>
                <w:lang w:bidi="en-US"/>
              </w:rPr>
              <w:t>131</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29.</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e</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CO4</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341</w:t>
            </w:r>
            <w:r w:rsidR="003254B3">
              <w:rPr>
                <w:rFonts w:asciiTheme="minorHAnsi" w:hAnsiTheme="minorHAnsi" w:cs="Arial"/>
                <w:sz w:val="24"/>
                <w:szCs w:val="24"/>
                <w:lang w:bidi="en-US"/>
              </w:rPr>
              <w:t>–</w:t>
            </w:r>
            <w:r w:rsidRPr="00FD7BF1">
              <w:rPr>
                <w:rFonts w:asciiTheme="minorHAnsi" w:hAnsiTheme="minorHAnsi" w:cs="Arial"/>
                <w:sz w:val="24"/>
                <w:szCs w:val="24"/>
                <w:lang w:bidi="en-US"/>
              </w:rPr>
              <w:t>350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30.</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a</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CO12</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Understanding</w:t>
            </w:r>
          </w:p>
        </w:tc>
        <w:tc>
          <w:tcPr>
            <w:tcW w:w="2178" w:type="dxa"/>
            <w:tcBorders>
              <w:top w:val="single" w:sz="4"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310</w:t>
            </w:r>
            <w:r w:rsidR="003254B3">
              <w:rPr>
                <w:rFonts w:asciiTheme="minorHAnsi" w:hAnsiTheme="minorHAnsi" w:cs="Arial"/>
                <w:sz w:val="24"/>
                <w:szCs w:val="24"/>
                <w:lang w:bidi="en-US"/>
              </w:rPr>
              <w:t>–</w:t>
            </w:r>
            <w:r w:rsidRPr="00FD7BF1">
              <w:rPr>
                <w:rFonts w:asciiTheme="minorHAnsi" w:hAnsiTheme="minorHAnsi" w:cs="Arial"/>
                <w:sz w:val="24"/>
                <w:szCs w:val="24"/>
                <w:lang w:bidi="en-US"/>
              </w:rPr>
              <w:t>312</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31.</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CO12</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Applying</w:t>
            </w:r>
          </w:p>
        </w:tc>
        <w:tc>
          <w:tcPr>
            <w:tcW w:w="2178" w:type="dxa"/>
            <w:tcBorders>
              <w:top w:val="single" w:sz="4" w:space="0" w:color="000000"/>
              <w:bottom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317–</w:t>
            </w:r>
            <w:r w:rsidR="00171A22" w:rsidRPr="00FD7BF1">
              <w:rPr>
                <w:rFonts w:asciiTheme="minorHAnsi" w:hAnsiTheme="minorHAnsi" w:cs="Arial"/>
                <w:sz w:val="24"/>
                <w:szCs w:val="24"/>
                <w:lang w:bidi="en-US"/>
              </w:rPr>
              <w:t>320</w:t>
            </w:r>
          </w:p>
        </w:tc>
      </w:tr>
      <w:tr w:rsidR="00171A22" w:rsidRPr="00FD7BF1" w:rsidTr="002D6BD7">
        <w:tc>
          <w:tcPr>
            <w:tcW w:w="1098"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32.</w:t>
            </w:r>
          </w:p>
        </w:tc>
        <w:tc>
          <w:tcPr>
            <w:tcW w:w="162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b</w:t>
            </w:r>
          </w:p>
        </w:tc>
        <w:tc>
          <w:tcPr>
            <w:tcW w:w="2970" w:type="dxa"/>
            <w:tcBorders>
              <w:top w:val="single" w:sz="4" w:space="0" w:color="000000"/>
              <w:bottom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CO6, CO13</w:t>
            </w:r>
          </w:p>
        </w:tc>
        <w:tc>
          <w:tcPr>
            <w:tcW w:w="1710" w:type="dxa"/>
            <w:tcBorders>
              <w:top w:val="single" w:sz="4" w:space="0" w:color="000000"/>
              <w:bottom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bottom w:val="single" w:sz="4" w:space="0" w:color="000000"/>
            </w:tcBorders>
            <w:vAlign w:val="center"/>
          </w:tcPr>
          <w:p w:rsidR="00171A22" w:rsidRPr="00FD7BF1" w:rsidRDefault="00171A22" w:rsidP="003254B3">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pp. 92</w:t>
            </w:r>
            <w:r w:rsidR="003254B3">
              <w:rPr>
                <w:rFonts w:asciiTheme="minorHAnsi" w:hAnsiTheme="minorHAnsi" w:cs="Arial"/>
                <w:sz w:val="24"/>
                <w:szCs w:val="24"/>
                <w:lang w:bidi="en-US"/>
              </w:rPr>
              <w:t>–</w:t>
            </w:r>
            <w:r w:rsidRPr="00FD7BF1">
              <w:rPr>
                <w:rFonts w:asciiTheme="minorHAnsi" w:hAnsiTheme="minorHAnsi" w:cs="Arial"/>
                <w:sz w:val="24"/>
                <w:szCs w:val="24"/>
                <w:lang w:bidi="en-US"/>
              </w:rPr>
              <w:t>93</w:t>
            </w:r>
          </w:p>
        </w:tc>
      </w:tr>
      <w:tr w:rsidR="00171A22" w:rsidRPr="00FD7BF1" w:rsidTr="002D6BD7">
        <w:tc>
          <w:tcPr>
            <w:tcW w:w="1098" w:type="dxa"/>
            <w:tcBorders>
              <w:top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rPr>
            </w:pPr>
            <w:r w:rsidRPr="00FD7BF1">
              <w:rPr>
                <w:rFonts w:asciiTheme="minorHAnsi" w:hAnsiTheme="minorHAnsi" w:cs="Arial"/>
                <w:sz w:val="24"/>
                <w:szCs w:val="24"/>
              </w:rPr>
              <w:t>33.</w:t>
            </w:r>
          </w:p>
        </w:tc>
        <w:tc>
          <w:tcPr>
            <w:tcW w:w="1620" w:type="dxa"/>
            <w:tcBorders>
              <w:top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d</w:t>
            </w:r>
          </w:p>
        </w:tc>
        <w:tc>
          <w:tcPr>
            <w:tcW w:w="2970" w:type="dxa"/>
            <w:tcBorders>
              <w:top w:val="single" w:sz="4" w:space="0" w:color="000000"/>
            </w:tcBorders>
            <w:vAlign w:val="center"/>
          </w:tcPr>
          <w:p w:rsidR="00171A22" w:rsidRPr="00FD7BF1" w:rsidRDefault="00171A22" w:rsidP="002D6BD7">
            <w:pPr>
              <w:spacing w:before="0" w:after="0" w:line="360" w:lineRule="auto"/>
              <w:rPr>
                <w:rFonts w:asciiTheme="minorHAnsi" w:hAnsiTheme="minorHAnsi" w:cs="Arial"/>
                <w:sz w:val="24"/>
                <w:szCs w:val="24"/>
                <w:lang w:bidi="en-US"/>
              </w:rPr>
            </w:pPr>
            <w:r w:rsidRPr="00FD7BF1">
              <w:rPr>
                <w:rFonts w:asciiTheme="minorHAnsi" w:hAnsiTheme="minorHAnsi" w:cs="Arial"/>
                <w:sz w:val="24"/>
                <w:szCs w:val="24"/>
                <w:lang w:bidi="en-US"/>
              </w:rPr>
              <w:t>CO8, CO13</w:t>
            </w:r>
          </w:p>
        </w:tc>
        <w:tc>
          <w:tcPr>
            <w:tcW w:w="1710" w:type="dxa"/>
            <w:tcBorders>
              <w:top w:val="single" w:sz="4" w:space="0" w:color="000000"/>
            </w:tcBorders>
            <w:shd w:val="clear" w:color="auto" w:fill="auto"/>
            <w:vAlign w:val="center"/>
          </w:tcPr>
          <w:p w:rsidR="00171A22" w:rsidRPr="00FD7BF1" w:rsidRDefault="00171A22" w:rsidP="003254B3">
            <w:pPr>
              <w:spacing w:before="0" w:after="0" w:line="360" w:lineRule="auto"/>
              <w:ind w:left="48"/>
              <w:rPr>
                <w:rFonts w:asciiTheme="minorHAnsi" w:hAnsiTheme="minorHAnsi" w:cs="Arial"/>
                <w:sz w:val="24"/>
                <w:szCs w:val="24"/>
                <w:lang w:bidi="en-US"/>
              </w:rPr>
            </w:pPr>
            <w:r w:rsidRPr="00FD7BF1">
              <w:rPr>
                <w:rFonts w:asciiTheme="minorHAnsi" w:hAnsiTheme="minorHAnsi" w:cs="Arial"/>
                <w:sz w:val="24"/>
                <w:szCs w:val="24"/>
                <w:lang w:bidi="en-US"/>
              </w:rPr>
              <w:t>Analyzing</w:t>
            </w:r>
          </w:p>
        </w:tc>
        <w:tc>
          <w:tcPr>
            <w:tcW w:w="2178" w:type="dxa"/>
            <w:tcBorders>
              <w:top w:val="single" w:sz="4" w:space="0" w:color="000000"/>
            </w:tcBorders>
            <w:vAlign w:val="center"/>
          </w:tcPr>
          <w:p w:rsidR="00171A22" w:rsidRPr="00FD7BF1" w:rsidRDefault="003254B3" w:rsidP="002D6BD7">
            <w:pPr>
              <w:spacing w:before="0" w:after="0" w:line="360" w:lineRule="auto"/>
              <w:rPr>
                <w:rFonts w:asciiTheme="minorHAnsi" w:hAnsiTheme="minorHAnsi" w:cs="Arial"/>
                <w:sz w:val="24"/>
                <w:szCs w:val="24"/>
                <w:lang w:bidi="en-US"/>
              </w:rPr>
            </w:pPr>
            <w:r>
              <w:rPr>
                <w:rFonts w:asciiTheme="minorHAnsi" w:hAnsiTheme="minorHAnsi" w:cs="Arial"/>
                <w:sz w:val="24"/>
                <w:szCs w:val="24"/>
                <w:lang w:bidi="en-US"/>
              </w:rPr>
              <w:t>pp. 41, 86–</w:t>
            </w:r>
            <w:r w:rsidR="00171A22" w:rsidRPr="00FD7BF1">
              <w:rPr>
                <w:rFonts w:asciiTheme="minorHAnsi" w:hAnsiTheme="minorHAnsi" w:cs="Arial"/>
                <w:sz w:val="24"/>
                <w:szCs w:val="24"/>
                <w:lang w:bidi="en-US"/>
              </w:rPr>
              <w:t>90</w:t>
            </w:r>
          </w:p>
        </w:tc>
      </w:tr>
    </w:tbl>
    <w:p w:rsidR="00795B43" w:rsidRDefault="00795B43" w:rsidP="000A45F3">
      <w:pPr>
        <w:spacing w:before="0" w:after="0" w:line="240" w:lineRule="auto"/>
        <w:rPr>
          <w:rFonts w:asciiTheme="minorHAnsi" w:hAnsiTheme="minorHAnsi"/>
          <w:b/>
          <w:bCs/>
        </w:rPr>
      </w:pPr>
    </w:p>
    <w:p w:rsidR="00795B43" w:rsidRDefault="00795B43">
      <w:pPr>
        <w:spacing w:before="0" w:after="0" w:line="240" w:lineRule="auto"/>
        <w:rPr>
          <w:rFonts w:asciiTheme="minorHAnsi" w:hAnsiTheme="minorHAnsi"/>
          <w:b/>
          <w:bCs/>
        </w:rPr>
      </w:pPr>
      <w:r>
        <w:rPr>
          <w:rFonts w:asciiTheme="minorHAnsi" w:hAnsiTheme="minorHAnsi"/>
          <w:b/>
          <w:bCs/>
        </w:rPr>
        <w:br w:type="page"/>
      </w:r>
    </w:p>
    <w:p w:rsidR="00795B43" w:rsidRPr="00FD7BF1" w:rsidRDefault="00795B43" w:rsidP="00795B43">
      <w:pPr>
        <w:pStyle w:val="Heading1"/>
        <w:rPr>
          <w:rFonts w:asciiTheme="minorHAnsi" w:hAnsiTheme="minorHAnsi"/>
          <w:sz w:val="28"/>
          <w:szCs w:val="28"/>
        </w:rPr>
      </w:pPr>
      <w:r w:rsidRPr="00FD7BF1">
        <w:rPr>
          <w:rFonts w:asciiTheme="minorHAnsi" w:hAnsiTheme="minorHAnsi"/>
          <w:sz w:val="28"/>
          <w:szCs w:val="28"/>
        </w:rPr>
        <w:lastRenderedPageBreak/>
        <w:t xml:space="preserve">Appendix </w:t>
      </w:r>
      <w:r>
        <w:rPr>
          <w:rFonts w:asciiTheme="minorHAnsi" w:hAnsiTheme="minorHAnsi"/>
          <w:sz w:val="28"/>
          <w:szCs w:val="28"/>
        </w:rPr>
        <w:t>J</w:t>
      </w:r>
      <w:r w:rsidRPr="00FD7BF1">
        <w:rPr>
          <w:rFonts w:asciiTheme="minorHAnsi" w:hAnsiTheme="minorHAnsi"/>
          <w:sz w:val="28"/>
          <w:szCs w:val="28"/>
        </w:rPr>
        <w:t>—attachments</w:t>
      </w:r>
    </w:p>
    <w:p w:rsidR="00795B43" w:rsidRPr="00FD7BF1" w:rsidRDefault="00795B43" w:rsidP="00795B43">
      <w:pPr>
        <w:pStyle w:val="Heading2"/>
        <w:rPr>
          <w:rFonts w:asciiTheme="minorHAnsi" w:hAnsiTheme="minorHAnsi"/>
          <w:b/>
          <w:sz w:val="26"/>
          <w:szCs w:val="26"/>
        </w:rPr>
      </w:pPr>
      <w:bookmarkStart w:id="7" w:name="_Analysis_4.1"/>
      <w:bookmarkEnd w:id="7"/>
      <w:r w:rsidRPr="00FD7BF1">
        <w:rPr>
          <w:rFonts w:asciiTheme="minorHAnsi" w:hAnsiTheme="minorHAnsi"/>
          <w:b/>
          <w:sz w:val="26"/>
          <w:szCs w:val="26"/>
        </w:rPr>
        <w:t>Analysis 4.1</w:t>
      </w:r>
    </w:p>
    <w:p w:rsidR="00795B43" w:rsidRPr="00FD7BF1" w:rsidRDefault="00795B43" w:rsidP="00795B43">
      <w:pPr>
        <w:pStyle w:val="Heading2"/>
        <w:rPr>
          <w:rFonts w:asciiTheme="minorHAnsi" w:hAnsiTheme="minorHAnsi"/>
          <w:b/>
          <w:sz w:val="26"/>
          <w:szCs w:val="26"/>
        </w:rPr>
      </w:pPr>
      <w:r w:rsidRPr="00FD7BF1">
        <w:rPr>
          <w:rFonts w:asciiTheme="minorHAnsi" w:hAnsiTheme="minorHAnsi"/>
          <w:b/>
          <w:sz w:val="26"/>
          <w:szCs w:val="26"/>
        </w:rPr>
        <w:t>interview template</w:t>
      </w:r>
    </w:p>
    <w:p w:rsidR="00795B43" w:rsidRPr="00FD7BF1" w:rsidRDefault="00795B43" w:rsidP="00795B43">
      <w:pPr>
        <w:spacing w:before="120" w:after="0" w:line="360" w:lineRule="auto"/>
        <w:rPr>
          <w:rFonts w:asciiTheme="minorHAnsi" w:hAnsiTheme="minorHAnsi"/>
          <w:sz w:val="24"/>
          <w:szCs w:val="24"/>
        </w:rPr>
      </w:pPr>
      <w:r w:rsidRPr="00FD7BF1">
        <w:rPr>
          <w:rFonts w:asciiTheme="minorHAnsi" w:hAnsiTheme="minorHAnsi"/>
          <w:sz w:val="24"/>
          <w:szCs w:val="24"/>
        </w:rPr>
        <w:t xml:space="preserve">Ask questions related to the following subjects, as well as any others that you deem important. </w:t>
      </w:r>
    </w:p>
    <w:p w:rsidR="00795B43" w:rsidRPr="00FD7BF1" w:rsidRDefault="00795B43" w:rsidP="00795B43">
      <w:pPr>
        <w:spacing w:before="0" w:after="0" w:line="360" w:lineRule="auto"/>
        <w:rPr>
          <w:rFonts w:asciiTheme="minorHAnsi" w:hAnsiTheme="minorHAnsi"/>
          <w:b/>
          <w:sz w:val="24"/>
          <w:szCs w:val="24"/>
        </w:rPr>
      </w:pPr>
      <w:r w:rsidRPr="00FD7BF1">
        <w:rPr>
          <w:rFonts w:asciiTheme="minorHAnsi" w:hAnsiTheme="minorHAnsi"/>
          <w:b/>
          <w:sz w:val="24"/>
          <w:szCs w:val="24"/>
        </w:rPr>
        <w:t>Demographic Information:</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Name</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Age</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Occupation</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Political party affiliation</w:t>
      </w:r>
    </w:p>
    <w:p w:rsidR="00795B43" w:rsidRPr="00FD7BF1" w:rsidRDefault="00795B43" w:rsidP="00795B43">
      <w:pPr>
        <w:spacing w:before="0" w:after="0" w:line="360" w:lineRule="auto"/>
        <w:rPr>
          <w:rFonts w:asciiTheme="minorHAnsi" w:hAnsiTheme="minorHAnsi"/>
          <w:sz w:val="24"/>
          <w:szCs w:val="24"/>
        </w:rPr>
      </w:pPr>
      <w:r w:rsidRPr="00FD7BF1">
        <w:rPr>
          <w:rFonts w:asciiTheme="minorHAnsi" w:hAnsiTheme="minorHAnsi"/>
          <w:b/>
          <w:sz w:val="24"/>
          <w:szCs w:val="24"/>
        </w:rPr>
        <w:t>Participation</w:t>
      </w:r>
      <w:r w:rsidRPr="00FD7BF1">
        <w:rPr>
          <w:rFonts w:asciiTheme="minorHAnsi" w:hAnsiTheme="minorHAnsi"/>
          <w:sz w:val="24"/>
          <w:szCs w:val="24"/>
        </w:rPr>
        <w:t xml:space="preserve">: </w:t>
      </w:r>
    </w:p>
    <w:p w:rsidR="00795B43" w:rsidRPr="00FD7BF1" w:rsidRDefault="00795B43" w:rsidP="00795B43">
      <w:pPr>
        <w:spacing w:before="0" w:after="0" w:line="360" w:lineRule="auto"/>
        <w:rPr>
          <w:rFonts w:asciiTheme="minorHAnsi" w:hAnsiTheme="minorHAnsi"/>
          <w:sz w:val="24"/>
          <w:szCs w:val="24"/>
        </w:rPr>
      </w:pPr>
      <w:r w:rsidRPr="00FD7BF1">
        <w:rPr>
          <w:rFonts w:asciiTheme="minorHAnsi" w:hAnsiTheme="minorHAnsi"/>
          <w:sz w:val="24"/>
          <w:szCs w:val="24"/>
        </w:rPr>
        <w:t xml:space="preserve">Does the subject participate </w:t>
      </w:r>
      <w:proofErr w:type="gramStart"/>
      <w:r w:rsidRPr="00FD7BF1">
        <w:rPr>
          <w:rFonts w:asciiTheme="minorHAnsi" w:hAnsiTheme="minorHAnsi"/>
          <w:sz w:val="24"/>
          <w:szCs w:val="24"/>
        </w:rPr>
        <w:t>in:</w:t>
      </w:r>
      <w:proofErr w:type="gramEnd"/>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Voting—local or national elections?</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Interest groups or political groups?</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Any other activity</w:t>
      </w:r>
      <w:r w:rsidRPr="00FD7BF1">
        <w:rPr>
          <w:rFonts w:asciiTheme="minorHAnsi" w:hAnsiTheme="minorHAnsi" w:cs="Calibri"/>
          <w:sz w:val="24"/>
          <w:szCs w:val="24"/>
        </w:rPr>
        <w:t>—</w:t>
      </w:r>
      <w:r w:rsidRPr="00FD7BF1">
        <w:rPr>
          <w:rFonts w:asciiTheme="minorHAnsi" w:hAnsiTheme="minorHAnsi"/>
          <w:sz w:val="24"/>
          <w:szCs w:val="24"/>
        </w:rPr>
        <w:t>giving money or time or running for office?</w:t>
      </w:r>
    </w:p>
    <w:p w:rsidR="00795B43" w:rsidRPr="00FD7BF1" w:rsidRDefault="00795B43" w:rsidP="00795B43">
      <w:pPr>
        <w:spacing w:before="0" w:after="0" w:line="360" w:lineRule="auto"/>
        <w:rPr>
          <w:rFonts w:asciiTheme="minorHAnsi" w:hAnsiTheme="minorHAnsi"/>
          <w:sz w:val="24"/>
          <w:szCs w:val="24"/>
        </w:rPr>
      </w:pPr>
      <w:r w:rsidRPr="00FD7BF1">
        <w:rPr>
          <w:rFonts w:asciiTheme="minorHAnsi" w:hAnsiTheme="minorHAnsi"/>
          <w:b/>
          <w:sz w:val="24"/>
          <w:szCs w:val="24"/>
        </w:rPr>
        <w:t>Political Socialization</w:t>
      </w:r>
      <w:r w:rsidRPr="00FD7BF1">
        <w:rPr>
          <w:rFonts w:asciiTheme="minorHAnsi" w:hAnsiTheme="minorHAnsi"/>
          <w:sz w:val="24"/>
          <w:szCs w:val="24"/>
        </w:rPr>
        <w:t xml:space="preserve">: </w:t>
      </w:r>
    </w:p>
    <w:p w:rsidR="00795B43" w:rsidRPr="00FD7BF1" w:rsidRDefault="00795B43" w:rsidP="00795B43">
      <w:pPr>
        <w:spacing w:before="0" w:after="0" w:line="360" w:lineRule="auto"/>
        <w:rPr>
          <w:rFonts w:asciiTheme="minorHAnsi" w:hAnsiTheme="minorHAnsi"/>
          <w:sz w:val="24"/>
          <w:szCs w:val="24"/>
        </w:rPr>
      </w:pPr>
      <w:r w:rsidRPr="00FD7BF1">
        <w:rPr>
          <w:rFonts w:asciiTheme="minorHAnsi" w:hAnsiTheme="minorHAnsi"/>
          <w:sz w:val="24"/>
          <w:szCs w:val="24"/>
        </w:rPr>
        <w:t>Discuss the impact of the following on your political beliefs:</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Family—Were they active in politics, and do they share similar political views as you?</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School</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Religious affiliations</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lastRenderedPageBreak/>
        <w:t>Friends</w:t>
      </w:r>
    </w:p>
    <w:p w:rsidR="00795B43" w:rsidRPr="00FD7BF1" w:rsidRDefault="00795B43" w:rsidP="00795B43">
      <w:pPr>
        <w:pStyle w:val="ListParagraph"/>
        <w:numPr>
          <w:ilvl w:val="0"/>
          <w:numId w:val="80"/>
        </w:numPr>
        <w:spacing w:before="0" w:after="0" w:line="360" w:lineRule="auto"/>
        <w:ind w:left="540"/>
        <w:rPr>
          <w:rFonts w:asciiTheme="minorHAnsi" w:hAnsiTheme="minorHAnsi"/>
          <w:sz w:val="24"/>
          <w:szCs w:val="24"/>
        </w:rPr>
      </w:pPr>
      <w:r w:rsidRPr="00FD7BF1">
        <w:rPr>
          <w:rFonts w:asciiTheme="minorHAnsi" w:hAnsiTheme="minorHAnsi"/>
          <w:sz w:val="24"/>
          <w:szCs w:val="24"/>
        </w:rPr>
        <w:t>Media</w:t>
      </w:r>
      <w:r w:rsidRPr="00FD7BF1">
        <w:rPr>
          <w:rFonts w:asciiTheme="minorHAnsi" w:hAnsiTheme="minorHAnsi" w:cs="Calibri"/>
          <w:sz w:val="24"/>
          <w:szCs w:val="24"/>
        </w:rPr>
        <w:t>—</w:t>
      </w:r>
      <w:r w:rsidRPr="00FD7BF1">
        <w:rPr>
          <w:rFonts w:asciiTheme="minorHAnsi" w:hAnsiTheme="minorHAnsi"/>
          <w:sz w:val="24"/>
          <w:szCs w:val="24"/>
        </w:rPr>
        <w:t>what media outlets do you follow?</w:t>
      </w:r>
    </w:p>
    <w:p w:rsidR="00795B43" w:rsidRPr="00FD7BF1" w:rsidRDefault="00795B43" w:rsidP="00795B43">
      <w:pPr>
        <w:spacing w:before="0" w:after="0" w:line="240" w:lineRule="auto"/>
        <w:rPr>
          <w:rFonts w:asciiTheme="minorHAnsi" w:hAnsiTheme="minorHAnsi"/>
        </w:rPr>
      </w:pPr>
      <w:r w:rsidRPr="00FD7BF1">
        <w:rPr>
          <w:rFonts w:asciiTheme="minorHAnsi" w:hAnsiTheme="minorHAnsi"/>
        </w:rPr>
        <w:br w:type="page"/>
      </w:r>
    </w:p>
    <w:p w:rsidR="00795B43" w:rsidRPr="00FD7BF1" w:rsidRDefault="00795B43" w:rsidP="00795B43">
      <w:pPr>
        <w:pStyle w:val="Heading2"/>
        <w:rPr>
          <w:rFonts w:asciiTheme="minorHAnsi" w:hAnsiTheme="minorHAnsi"/>
          <w:b/>
          <w:sz w:val="26"/>
          <w:szCs w:val="26"/>
        </w:rPr>
      </w:pPr>
      <w:bookmarkStart w:id="8" w:name="Businessletter_template"/>
      <w:bookmarkEnd w:id="8"/>
      <w:r w:rsidRPr="00FD7BF1">
        <w:rPr>
          <w:rFonts w:asciiTheme="minorHAnsi" w:hAnsiTheme="minorHAnsi"/>
          <w:b/>
          <w:sz w:val="26"/>
          <w:szCs w:val="26"/>
        </w:rPr>
        <w:lastRenderedPageBreak/>
        <w:t>Analysis 9.1</w:t>
      </w:r>
    </w:p>
    <w:p w:rsidR="00795B43" w:rsidRPr="00FD7BF1" w:rsidRDefault="00795B43" w:rsidP="00795B43">
      <w:pPr>
        <w:pStyle w:val="Heading2"/>
        <w:rPr>
          <w:rFonts w:asciiTheme="minorHAnsi" w:hAnsiTheme="minorHAnsi"/>
          <w:b/>
          <w:sz w:val="26"/>
          <w:szCs w:val="26"/>
        </w:rPr>
      </w:pPr>
      <w:bookmarkStart w:id="9" w:name="_business_letter_template"/>
      <w:bookmarkEnd w:id="9"/>
      <w:r w:rsidRPr="00FD7BF1">
        <w:rPr>
          <w:rFonts w:asciiTheme="minorHAnsi" w:hAnsiTheme="minorHAnsi"/>
          <w:b/>
          <w:sz w:val="26"/>
          <w:szCs w:val="26"/>
        </w:rPr>
        <w:t>business letter template</w:t>
      </w:r>
    </w:p>
    <w:p w:rsidR="00795B43" w:rsidRPr="00FD7BF1" w:rsidRDefault="00795B43" w:rsidP="00795B43">
      <w:pPr>
        <w:spacing w:before="0" w:after="0" w:line="360" w:lineRule="auto"/>
        <w:rPr>
          <w:rFonts w:asciiTheme="minorHAnsi" w:hAnsiTheme="minorHAnsi" w:cstheme="minorHAnsi"/>
          <w:b/>
          <w:sz w:val="24"/>
          <w:szCs w:val="24"/>
        </w:rPr>
      </w:pPr>
      <w:r w:rsidRPr="00FD7BF1">
        <w:rPr>
          <w:rFonts w:asciiTheme="minorHAnsi" w:hAnsiTheme="minorHAnsi" w:cstheme="minorHAnsi"/>
          <w:b/>
          <w:sz w:val="24"/>
          <w:szCs w:val="24"/>
        </w:rPr>
        <w:t>Sender’s Address:</w:t>
      </w: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This includes the sender’s address, city, and zip code. Do not include the sender’s name or title.</w:t>
      </w:r>
    </w:p>
    <w:p w:rsidR="00795B43" w:rsidRPr="00FD7BF1" w:rsidRDefault="00795B43" w:rsidP="00795B43">
      <w:pPr>
        <w:spacing w:before="0" w:after="0" w:line="360" w:lineRule="auto"/>
        <w:rPr>
          <w:rFonts w:asciiTheme="minorHAnsi" w:hAnsiTheme="minorHAnsi" w:cstheme="minorHAnsi"/>
          <w:b/>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b/>
          <w:sz w:val="24"/>
          <w:szCs w:val="24"/>
        </w:rPr>
        <w:t>Date:</w:t>
      </w:r>
      <w:r w:rsidRPr="00FD7BF1">
        <w:rPr>
          <w:rFonts w:asciiTheme="minorHAnsi" w:hAnsiTheme="minorHAnsi" w:cstheme="minorHAnsi"/>
          <w:sz w:val="24"/>
          <w:szCs w:val="24"/>
        </w:rPr>
        <w:t xml:space="preserve"> Use a format such as “December 31, 2011.”</w:t>
      </w:r>
    </w:p>
    <w:p w:rsidR="00795B43" w:rsidRPr="00FD7BF1" w:rsidRDefault="00795B43" w:rsidP="00795B43">
      <w:pPr>
        <w:spacing w:before="0" w:after="0" w:line="360" w:lineRule="auto"/>
        <w:rPr>
          <w:rFonts w:asciiTheme="minorHAnsi" w:hAnsiTheme="minorHAnsi" w:cstheme="minorHAnsi"/>
          <w:b/>
          <w:sz w:val="24"/>
          <w:szCs w:val="24"/>
        </w:rPr>
      </w:pPr>
    </w:p>
    <w:p w:rsidR="00795B43" w:rsidRPr="00FD7BF1" w:rsidRDefault="00795B43" w:rsidP="00795B43">
      <w:pPr>
        <w:spacing w:before="0" w:after="0" w:line="360" w:lineRule="auto"/>
        <w:rPr>
          <w:rFonts w:asciiTheme="minorHAnsi" w:hAnsiTheme="minorHAnsi" w:cstheme="minorHAnsi"/>
          <w:b/>
          <w:sz w:val="24"/>
          <w:szCs w:val="24"/>
        </w:rPr>
      </w:pPr>
      <w:r w:rsidRPr="00FD7BF1">
        <w:rPr>
          <w:rFonts w:asciiTheme="minorHAnsi" w:hAnsiTheme="minorHAnsi" w:cstheme="minorHAnsi"/>
          <w:b/>
          <w:sz w:val="24"/>
          <w:szCs w:val="24"/>
        </w:rPr>
        <w:t>Recipient’s Address:</w:t>
      </w: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 xml:space="preserve">Include the person’s name and title—Mr., Ms., Miss, or Mrs.—as well as the mailing address. </w:t>
      </w:r>
    </w:p>
    <w:p w:rsidR="00795B43" w:rsidRPr="00FD7BF1" w:rsidRDefault="00795B43" w:rsidP="00795B43">
      <w:pPr>
        <w:spacing w:before="0" w:after="0" w:line="360" w:lineRule="auto"/>
        <w:rPr>
          <w:rFonts w:asciiTheme="minorHAnsi" w:hAnsiTheme="minorHAnsi" w:cstheme="minorHAnsi"/>
          <w:b/>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b/>
          <w:sz w:val="24"/>
          <w:szCs w:val="24"/>
        </w:rPr>
        <w:t>Salutation:</w:t>
      </w:r>
      <w:r w:rsidRPr="00FD7BF1">
        <w:rPr>
          <w:rFonts w:asciiTheme="minorHAnsi" w:hAnsiTheme="minorHAnsi" w:cstheme="minorHAnsi"/>
          <w:sz w:val="24"/>
          <w:szCs w:val="24"/>
        </w:rPr>
        <w:t xml:space="preserve"> Use the same name as in the address, followed by a colon, for example, “Dear Mr. White:”</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b/>
          <w:sz w:val="24"/>
          <w:szCs w:val="24"/>
        </w:rPr>
        <w:t>Body:</w:t>
      </w:r>
      <w:r w:rsidRPr="00FD7BF1">
        <w:rPr>
          <w:rFonts w:asciiTheme="minorHAnsi" w:hAnsiTheme="minorHAnsi" w:cstheme="minorHAnsi"/>
          <w:sz w:val="24"/>
          <w:szCs w:val="24"/>
        </w:rPr>
        <w:t xml:space="preserve"> Use single spacing. Insert a blank line between paragraphs. The body should include the following:</w:t>
      </w:r>
    </w:p>
    <w:p w:rsidR="00795B43" w:rsidRPr="00FD7BF1" w:rsidRDefault="00795B43" w:rsidP="00795B43">
      <w:pPr>
        <w:pStyle w:val="ListParagraph"/>
        <w:numPr>
          <w:ilvl w:val="0"/>
          <w:numId w:val="68"/>
        </w:num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An initial paragraph, where you introduce yourself and your topic.</w:t>
      </w:r>
    </w:p>
    <w:p w:rsidR="00795B43" w:rsidRPr="00FD7BF1" w:rsidRDefault="00795B43" w:rsidP="00795B43">
      <w:pPr>
        <w:pStyle w:val="ListParagraph"/>
        <w:numPr>
          <w:ilvl w:val="0"/>
          <w:numId w:val="68"/>
        </w:num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Several paragraphs where you justify your point and provide supporting details and a background.</w:t>
      </w:r>
    </w:p>
    <w:p w:rsidR="00795B43" w:rsidRPr="00FD7BF1" w:rsidRDefault="00795B43" w:rsidP="00795B43">
      <w:pPr>
        <w:pStyle w:val="ListParagraph"/>
        <w:numPr>
          <w:ilvl w:val="0"/>
          <w:numId w:val="68"/>
        </w:num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 xml:space="preserve">A closing paragraph, where you restate your main point and provide a recommendation action. Conciseness and writing style are important in a business letter. </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 xml:space="preserve">The entire letter should be left-justified. Use 12-point Arial font. </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b/>
          <w:sz w:val="24"/>
          <w:szCs w:val="24"/>
        </w:rPr>
        <w:lastRenderedPageBreak/>
        <w:t>Closing:</w:t>
      </w:r>
      <w:r w:rsidRPr="00FD7BF1">
        <w:rPr>
          <w:rFonts w:asciiTheme="minorHAnsi" w:hAnsiTheme="minorHAnsi" w:cstheme="minorHAnsi"/>
          <w:sz w:val="24"/>
          <w:szCs w:val="24"/>
        </w:rPr>
        <w:t xml:space="preserve"> Begin the closing one line after the last paragraph in the body. Capitalize the first letter, include a comma at the end, and leave four lines between the closing and the sender’s name and address. </w:t>
      </w: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For example:</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Thank you for your time and consideration on this matter,</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John Smith</w:t>
      </w: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sz w:val="24"/>
          <w:szCs w:val="24"/>
        </w:rPr>
        <w:t>111 Belmont Avenue,</w:t>
      </w:r>
    </w:p>
    <w:p w:rsidR="00795B43" w:rsidRPr="00FD7BF1" w:rsidRDefault="00795B43" w:rsidP="00795B43">
      <w:pPr>
        <w:spacing w:before="0" w:after="0" w:line="360" w:lineRule="auto"/>
        <w:rPr>
          <w:rFonts w:asciiTheme="minorHAnsi" w:hAnsiTheme="minorHAnsi" w:cstheme="minorHAnsi"/>
          <w:sz w:val="24"/>
          <w:szCs w:val="24"/>
        </w:rPr>
      </w:pPr>
      <w:proofErr w:type="spellStart"/>
      <w:r w:rsidRPr="00FD7BF1">
        <w:rPr>
          <w:rFonts w:asciiTheme="minorHAnsi" w:hAnsiTheme="minorHAnsi" w:cstheme="minorHAnsi"/>
          <w:sz w:val="24"/>
          <w:szCs w:val="24"/>
        </w:rPr>
        <w:t>Anytown</w:t>
      </w:r>
      <w:proofErr w:type="spellEnd"/>
      <w:r w:rsidRPr="00FD7BF1">
        <w:rPr>
          <w:rFonts w:asciiTheme="minorHAnsi" w:hAnsiTheme="minorHAnsi" w:cstheme="minorHAnsi"/>
          <w:sz w:val="24"/>
          <w:szCs w:val="24"/>
        </w:rPr>
        <w:t>, AS 34502</w:t>
      </w:r>
    </w:p>
    <w:p w:rsidR="00795B43" w:rsidRPr="00FD7BF1" w:rsidRDefault="00795B43" w:rsidP="00795B43">
      <w:pPr>
        <w:spacing w:before="0" w:after="0" w:line="360" w:lineRule="auto"/>
        <w:rPr>
          <w:rFonts w:asciiTheme="minorHAnsi" w:hAnsiTheme="minorHAnsi" w:cstheme="minorHAnsi"/>
          <w:sz w:val="24"/>
          <w:szCs w:val="24"/>
        </w:rPr>
      </w:pPr>
    </w:p>
    <w:p w:rsidR="00795B43" w:rsidRPr="00FD7BF1" w:rsidRDefault="00795B43" w:rsidP="00795B43">
      <w:pPr>
        <w:spacing w:before="0" w:after="0" w:line="360" w:lineRule="auto"/>
        <w:rPr>
          <w:rFonts w:asciiTheme="minorHAnsi" w:hAnsiTheme="minorHAnsi" w:cstheme="minorHAnsi"/>
          <w:sz w:val="24"/>
          <w:szCs w:val="24"/>
        </w:rPr>
      </w:pPr>
      <w:r w:rsidRPr="00FD7BF1">
        <w:rPr>
          <w:rFonts w:asciiTheme="minorHAnsi" w:hAnsiTheme="minorHAnsi" w:cstheme="minorHAnsi"/>
          <w:b/>
          <w:sz w:val="24"/>
          <w:szCs w:val="24"/>
        </w:rPr>
        <w:t>Enclosures:</w:t>
      </w:r>
      <w:r w:rsidRPr="00FD7BF1">
        <w:rPr>
          <w:rFonts w:asciiTheme="minorHAnsi" w:hAnsiTheme="minorHAnsi" w:cstheme="minorHAnsi"/>
          <w:sz w:val="24"/>
          <w:szCs w:val="24"/>
        </w:rPr>
        <w:t xml:space="preserve"> Include any references on a separate page labeled “References” at the top. This area should note that references are enclosed—for example, “Enclosures: references.”  </w:t>
      </w:r>
    </w:p>
    <w:p w:rsidR="00795B43" w:rsidRPr="00FD7BF1" w:rsidRDefault="00795B43" w:rsidP="00795B43">
      <w:pPr>
        <w:spacing w:before="0" w:after="0" w:line="360" w:lineRule="auto"/>
        <w:jc w:val="both"/>
        <w:rPr>
          <w:rFonts w:asciiTheme="minorHAnsi" w:hAnsiTheme="minorHAnsi"/>
          <w:color w:val="1F497D" w:themeColor="text2"/>
          <w:sz w:val="24"/>
          <w:szCs w:val="24"/>
        </w:rPr>
      </w:pPr>
    </w:p>
    <w:p w:rsidR="00171A22" w:rsidRPr="00FD7BF1" w:rsidRDefault="00171A22" w:rsidP="000A45F3">
      <w:pPr>
        <w:spacing w:before="0" w:after="0" w:line="240" w:lineRule="auto"/>
        <w:rPr>
          <w:rFonts w:asciiTheme="minorHAnsi" w:hAnsiTheme="minorHAnsi"/>
          <w:b/>
          <w:bCs/>
        </w:rPr>
      </w:pPr>
    </w:p>
    <w:sectPr w:rsidR="00171A22" w:rsidRPr="00FD7BF1" w:rsidSect="00916BB3">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254" w:rsidRDefault="00A56254">
      <w:r>
        <w:separator/>
      </w:r>
    </w:p>
  </w:endnote>
  <w:endnote w:type="continuationSeparator" w:id="0">
    <w:p w:rsidR="00A56254" w:rsidRDefault="00A5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6DC" w:rsidRDefault="009906DC">
    <w:pPr>
      <w:pStyle w:val="Footer"/>
      <w:jc w:val="right"/>
    </w:pPr>
    <w:r>
      <w:t xml:space="preserve">Page </w:t>
    </w:r>
    <w:r>
      <w:rPr>
        <w:b/>
      </w:rPr>
      <w:fldChar w:fldCharType="begin"/>
    </w:r>
    <w:r>
      <w:rPr>
        <w:b/>
      </w:rPr>
      <w:instrText xml:space="preserve"> PAGE </w:instrText>
    </w:r>
    <w:r>
      <w:rPr>
        <w:b/>
      </w:rPr>
      <w:fldChar w:fldCharType="separate"/>
    </w:r>
    <w:r w:rsidR="00FE3267">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FE3267">
      <w:rPr>
        <w:b/>
        <w:noProof/>
      </w:rPr>
      <w:t>80</w:t>
    </w:r>
    <w:r>
      <w:rPr>
        <w:b/>
      </w:rPr>
      <w:fldChar w:fldCharType="end"/>
    </w:r>
  </w:p>
  <w:p w:rsidR="009906DC" w:rsidRDefault="009906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254" w:rsidRDefault="00A56254">
      <w:r>
        <w:separator/>
      </w:r>
    </w:p>
  </w:footnote>
  <w:footnote w:type="continuationSeparator" w:id="0">
    <w:p w:rsidR="00A56254" w:rsidRDefault="00A56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6DC" w:rsidRPr="00916BB3" w:rsidRDefault="009906DC" w:rsidP="00EF6A6E">
    <w:pPr>
      <w:spacing w:after="0"/>
      <w:rPr>
        <w:rFonts w:ascii="Verdana" w:hAnsi="Verdana"/>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4F57"/>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
    <w:nsid w:val="01B4143B"/>
    <w:multiLevelType w:val="hybridMultilevel"/>
    <w:tmpl w:val="8EB096AC"/>
    <w:lvl w:ilvl="0" w:tplc="D4FAF4C0">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1E26EF8"/>
    <w:multiLevelType w:val="hybridMultilevel"/>
    <w:tmpl w:val="021EAD7E"/>
    <w:lvl w:ilvl="0" w:tplc="6CFA28F2">
      <w:start w:val="1"/>
      <w:numFmt w:val="lowerLetter"/>
      <w:lvlText w:val="%1."/>
      <w:lvlJc w:val="left"/>
      <w:pPr>
        <w:ind w:left="99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22F7AB3"/>
    <w:multiLevelType w:val="hybridMultilevel"/>
    <w:tmpl w:val="D9D8E89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30626F5"/>
    <w:multiLevelType w:val="hybridMultilevel"/>
    <w:tmpl w:val="A36A9C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04D16718"/>
    <w:multiLevelType w:val="hybridMultilevel"/>
    <w:tmpl w:val="3A622DB2"/>
    <w:lvl w:ilvl="0" w:tplc="722EB972">
      <w:start w:val="1"/>
      <w:numFmt w:val="lowerLetter"/>
      <w:lvlText w:val="%1."/>
      <w:lvlJc w:val="left"/>
      <w:pPr>
        <w:ind w:left="1440" w:hanging="360"/>
      </w:pPr>
      <w:rPr>
        <w:rFonts w:cs="Times New Roman"/>
        <w:b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4E86E84"/>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7">
    <w:nsid w:val="06033E71"/>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8">
    <w:nsid w:val="07032B75"/>
    <w:multiLevelType w:val="hybridMultilevel"/>
    <w:tmpl w:val="B20C2BCC"/>
    <w:lvl w:ilvl="0" w:tplc="4FDC160C">
      <w:start w:val="6"/>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A56E19"/>
    <w:multiLevelType w:val="hybridMultilevel"/>
    <w:tmpl w:val="1F22E5A4"/>
    <w:lvl w:ilvl="0" w:tplc="8ED293D8">
      <w:start w:val="1"/>
      <w:numFmt w:val="lowerLetter"/>
      <w:lvlText w:val="%1."/>
      <w:lvlJc w:val="left"/>
      <w:pPr>
        <w:ind w:left="144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0836377E"/>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1">
    <w:nsid w:val="08C110AD"/>
    <w:multiLevelType w:val="hybridMultilevel"/>
    <w:tmpl w:val="C3040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D345A3"/>
    <w:multiLevelType w:val="hybridMultilevel"/>
    <w:tmpl w:val="9A4030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8B459E"/>
    <w:multiLevelType w:val="hybridMultilevel"/>
    <w:tmpl w:val="FDF0ABE6"/>
    <w:lvl w:ilvl="0" w:tplc="F976B2C0">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9E3682B"/>
    <w:multiLevelType w:val="hybridMultilevel"/>
    <w:tmpl w:val="088059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A812940"/>
    <w:multiLevelType w:val="hybridMultilevel"/>
    <w:tmpl w:val="C7C67922"/>
    <w:lvl w:ilvl="0" w:tplc="989E6A42">
      <w:start w:val="14"/>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AE47954"/>
    <w:multiLevelType w:val="hybridMultilevel"/>
    <w:tmpl w:val="9D1814A8"/>
    <w:lvl w:ilvl="0" w:tplc="EC5C499E">
      <w:start w:val="1"/>
      <w:numFmt w:val="lowerLetter"/>
      <w:lvlText w:val="%1."/>
      <w:lvlJc w:val="left"/>
      <w:pPr>
        <w:ind w:left="16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B166B7C"/>
    <w:multiLevelType w:val="hybridMultilevel"/>
    <w:tmpl w:val="10D2BEA0"/>
    <w:lvl w:ilvl="0" w:tplc="89F874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0B6D0905"/>
    <w:multiLevelType w:val="hybridMultilevel"/>
    <w:tmpl w:val="47F4E3D2"/>
    <w:lvl w:ilvl="0" w:tplc="81783D78">
      <w:start w:val="1"/>
      <w:numFmt w:val="decimal"/>
      <w:pStyle w:val="ques"/>
      <w:lvlText w:val="%1."/>
      <w:lvlJc w:val="left"/>
      <w:pPr>
        <w:ind w:left="720" w:hanging="360"/>
      </w:pPr>
      <w:rPr>
        <w:rFonts w:cs="Times New Roman"/>
        <w:b w:val="0"/>
        <w:sz w:val="24"/>
        <w:szCs w:val="24"/>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C320E0F"/>
    <w:multiLevelType w:val="hybridMultilevel"/>
    <w:tmpl w:val="8F6CC6A2"/>
    <w:lvl w:ilvl="0" w:tplc="C93210CA">
      <w:start w:val="1"/>
      <w:numFmt w:val="lowerLetter"/>
      <w:lvlText w:val="%1."/>
      <w:lvlJc w:val="left"/>
      <w:pPr>
        <w:ind w:left="1440" w:hanging="360"/>
      </w:pPr>
      <w:rPr>
        <w:rFonts w:cs="Times New Roman"/>
        <w:b w:val="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0">
    <w:nsid w:val="0E4D5A54"/>
    <w:multiLevelType w:val="hybridMultilevel"/>
    <w:tmpl w:val="0512DFF0"/>
    <w:lvl w:ilvl="0" w:tplc="0409000F">
      <w:start w:val="1"/>
      <w:numFmt w:val="decimal"/>
      <w:lvlText w:val="%1."/>
      <w:lvlJc w:val="left"/>
      <w:pPr>
        <w:ind w:left="720" w:hanging="360"/>
      </w:pPr>
      <w:rPr>
        <w:rFonts w:cs="Times New Roman"/>
      </w:rPr>
    </w:lvl>
    <w:lvl w:ilvl="1" w:tplc="5DAE4110">
      <w:start w:val="1"/>
      <w:numFmt w:val="lowerLetter"/>
      <w:lvlText w:val="%2."/>
      <w:lvlJc w:val="left"/>
      <w:pPr>
        <w:ind w:left="1080" w:hanging="360"/>
      </w:pPr>
      <w:rPr>
        <w:rFonts w:cs="Times New Roman"/>
        <w:b w:val="0"/>
      </w:rPr>
    </w:lvl>
    <w:lvl w:ilvl="2" w:tplc="842850B0">
      <w:start w:val="6"/>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F380B40"/>
    <w:multiLevelType w:val="hybridMultilevel"/>
    <w:tmpl w:val="2C1CA606"/>
    <w:lvl w:ilvl="0" w:tplc="AB5098FE">
      <w:start w:val="1"/>
      <w:numFmt w:val="bullet"/>
      <w:pStyle w:val="Bulletlist1"/>
      <w:lvlText w:val=""/>
      <w:lvlJc w:val="left"/>
      <w:pPr>
        <w:tabs>
          <w:tab w:val="num" w:pos="360"/>
        </w:tabs>
        <w:ind w:left="360" w:hanging="360"/>
      </w:pPr>
      <w:rPr>
        <w:rFonts w:ascii="Symbol" w:eastAsia="Times New Roman"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0F5C67B4"/>
    <w:multiLevelType w:val="hybridMultilevel"/>
    <w:tmpl w:val="7A20836C"/>
    <w:lvl w:ilvl="0" w:tplc="0409001B">
      <w:start w:val="1"/>
      <w:numFmt w:val="lowerRoman"/>
      <w:lvlText w:val="%1."/>
      <w:lvlJc w:val="right"/>
      <w:pPr>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0F630CAB"/>
    <w:multiLevelType w:val="hybridMultilevel"/>
    <w:tmpl w:val="77CA054C"/>
    <w:lvl w:ilvl="0" w:tplc="163C70EC">
      <w:start w:val="1"/>
      <w:numFmt w:val="lowerLetter"/>
      <w:lvlText w:val="%1."/>
      <w:lvlJc w:val="left"/>
      <w:pPr>
        <w:ind w:left="144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F986CB7"/>
    <w:multiLevelType w:val="hybridMultilevel"/>
    <w:tmpl w:val="099294A8"/>
    <w:lvl w:ilvl="0" w:tplc="C6D46A2C">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03208EC"/>
    <w:multiLevelType w:val="hybridMultilevel"/>
    <w:tmpl w:val="DEB426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107A4B5D"/>
    <w:multiLevelType w:val="hybridMultilevel"/>
    <w:tmpl w:val="D47A0620"/>
    <w:lvl w:ilvl="0" w:tplc="694014BE">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12962BE7"/>
    <w:multiLevelType w:val="hybridMultilevel"/>
    <w:tmpl w:val="D2105AEA"/>
    <w:lvl w:ilvl="0" w:tplc="52E8FAFE">
      <w:start w:val="16"/>
      <w:numFmt w:val="decimal"/>
      <w:lvlText w:val="%1."/>
      <w:lvlJc w:val="left"/>
      <w:pPr>
        <w:ind w:left="720" w:hanging="360"/>
      </w:pPr>
      <w:rPr>
        <w:rFonts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2C13017"/>
    <w:multiLevelType w:val="hybridMultilevel"/>
    <w:tmpl w:val="62085FE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132F1810"/>
    <w:multiLevelType w:val="hybridMultilevel"/>
    <w:tmpl w:val="C40457E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14F65051"/>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31">
    <w:nsid w:val="160A39B4"/>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32">
    <w:nsid w:val="162B2439"/>
    <w:multiLevelType w:val="hybridMultilevel"/>
    <w:tmpl w:val="CDB0768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16AC7AA8"/>
    <w:multiLevelType w:val="hybridMultilevel"/>
    <w:tmpl w:val="A086A19C"/>
    <w:lvl w:ilvl="0" w:tplc="722EB972">
      <w:start w:val="1"/>
      <w:numFmt w:val="lowerLetter"/>
      <w:lvlText w:val="%1."/>
      <w:lvlJc w:val="left"/>
      <w:pPr>
        <w:ind w:left="2160" w:hanging="360"/>
      </w:pPr>
      <w:rPr>
        <w:rFonts w:cs="Times New Roman" w:hint="default"/>
        <w:b w:val="0"/>
        <w:color w:val="auto"/>
      </w:rPr>
    </w:lvl>
    <w:lvl w:ilvl="1" w:tplc="40090019">
      <w:start w:val="1"/>
      <w:numFmt w:val="lowerLetter"/>
      <w:lvlText w:val="%2."/>
      <w:lvlJc w:val="left"/>
      <w:pPr>
        <w:ind w:left="2880" w:hanging="360"/>
      </w:pPr>
      <w:rPr>
        <w:rFonts w:cs="Times New Roman"/>
      </w:rPr>
    </w:lvl>
    <w:lvl w:ilvl="2" w:tplc="4009001B" w:tentative="1">
      <w:start w:val="1"/>
      <w:numFmt w:val="lowerRoman"/>
      <w:lvlText w:val="%3."/>
      <w:lvlJc w:val="right"/>
      <w:pPr>
        <w:ind w:left="3600" w:hanging="180"/>
      </w:pPr>
      <w:rPr>
        <w:rFonts w:cs="Times New Roman"/>
      </w:rPr>
    </w:lvl>
    <w:lvl w:ilvl="3" w:tplc="4009000F" w:tentative="1">
      <w:start w:val="1"/>
      <w:numFmt w:val="decimal"/>
      <w:lvlText w:val="%4."/>
      <w:lvlJc w:val="left"/>
      <w:pPr>
        <w:ind w:left="4320" w:hanging="360"/>
      </w:pPr>
      <w:rPr>
        <w:rFonts w:cs="Times New Roman"/>
      </w:rPr>
    </w:lvl>
    <w:lvl w:ilvl="4" w:tplc="40090019" w:tentative="1">
      <w:start w:val="1"/>
      <w:numFmt w:val="lowerLetter"/>
      <w:lvlText w:val="%5."/>
      <w:lvlJc w:val="left"/>
      <w:pPr>
        <w:ind w:left="5040" w:hanging="360"/>
      </w:pPr>
      <w:rPr>
        <w:rFonts w:cs="Times New Roman"/>
      </w:rPr>
    </w:lvl>
    <w:lvl w:ilvl="5" w:tplc="4009001B" w:tentative="1">
      <w:start w:val="1"/>
      <w:numFmt w:val="lowerRoman"/>
      <w:lvlText w:val="%6."/>
      <w:lvlJc w:val="right"/>
      <w:pPr>
        <w:ind w:left="5760" w:hanging="180"/>
      </w:pPr>
      <w:rPr>
        <w:rFonts w:cs="Times New Roman"/>
      </w:rPr>
    </w:lvl>
    <w:lvl w:ilvl="6" w:tplc="4009000F" w:tentative="1">
      <w:start w:val="1"/>
      <w:numFmt w:val="decimal"/>
      <w:lvlText w:val="%7."/>
      <w:lvlJc w:val="left"/>
      <w:pPr>
        <w:ind w:left="6480" w:hanging="360"/>
      </w:pPr>
      <w:rPr>
        <w:rFonts w:cs="Times New Roman"/>
      </w:rPr>
    </w:lvl>
    <w:lvl w:ilvl="7" w:tplc="40090019" w:tentative="1">
      <w:start w:val="1"/>
      <w:numFmt w:val="lowerLetter"/>
      <w:lvlText w:val="%8."/>
      <w:lvlJc w:val="left"/>
      <w:pPr>
        <w:ind w:left="7200" w:hanging="360"/>
      </w:pPr>
      <w:rPr>
        <w:rFonts w:cs="Times New Roman"/>
      </w:rPr>
    </w:lvl>
    <w:lvl w:ilvl="8" w:tplc="4009001B" w:tentative="1">
      <w:start w:val="1"/>
      <w:numFmt w:val="lowerRoman"/>
      <w:lvlText w:val="%9."/>
      <w:lvlJc w:val="right"/>
      <w:pPr>
        <w:ind w:left="7920" w:hanging="180"/>
      </w:pPr>
      <w:rPr>
        <w:rFonts w:cs="Times New Roman"/>
      </w:rPr>
    </w:lvl>
  </w:abstractNum>
  <w:abstractNum w:abstractNumId="34">
    <w:nsid w:val="16EB5EBA"/>
    <w:multiLevelType w:val="hybridMultilevel"/>
    <w:tmpl w:val="856ADB7A"/>
    <w:lvl w:ilvl="0" w:tplc="87A8B1A4">
      <w:start w:val="1"/>
      <w:numFmt w:val="decimal"/>
      <w:lvlText w:val="%1."/>
      <w:lvlJc w:val="left"/>
      <w:pPr>
        <w:ind w:left="1080" w:hanging="360"/>
      </w:pPr>
      <w:rPr>
        <w:rFonts w:cs="Times New Roman" w:hint="default"/>
      </w:rPr>
    </w:lvl>
    <w:lvl w:ilvl="1" w:tplc="82684FB6">
      <w:start w:val="1"/>
      <w:numFmt w:val="decimal"/>
      <w:lvlText w:val="%2."/>
      <w:lvlJc w:val="left"/>
      <w:pPr>
        <w:ind w:left="1440" w:hanging="360"/>
      </w:pPr>
      <w:rPr>
        <w:rFonts w:hint="default"/>
        <w:b w:val="0"/>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176D7568"/>
    <w:multiLevelType w:val="hybridMultilevel"/>
    <w:tmpl w:val="E07ED13A"/>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17BF3882"/>
    <w:multiLevelType w:val="hybridMultilevel"/>
    <w:tmpl w:val="E6585B6C"/>
    <w:lvl w:ilvl="0" w:tplc="D982FAEA">
      <w:start w:val="1"/>
      <w:numFmt w:val="lowerLetter"/>
      <w:lvlText w:val="%1."/>
      <w:lvlJc w:val="left"/>
      <w:pPr>
        <w:ind w:left="1170" w:hanging="360"/>
      </w:pPr>
      <w:rPr>
        <w:rFonts w:cs="Times New Roman"/>
        <w:b w:val="0"/>
      </w:rPr>
    </w:lvl>
    <w:lvl w:ilvl="1" w:tplc="04090019">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7">
    <w:nsid w:val="183278D1"/>
    <w:multiLevelType w:val="hybridMultilevel"/>
    <w:tmpl w:val="AAC4B576"/>
    <w:lvl w:ilvl="0" w:tplc="724C5484">
      <w:start w:val="12"/>
      <w:numFmt w:val="decimal"/>
      <w:lvlText w:val="%1."/>
      <w:lvlJc w:val="left"/>
      <w:pPr>
        <w:ind w:left="450" w:hanging="360"/>
      </w:pPr>
      <w:rPr>
        <w:rFonts w:cs="Times New Roman" w:hint="default"/>
      </w:rPr>
    </w:lvl>
    <w:lvl w:ilvl="1" w:tplc="A7D65010">
      <w:start w:val="1"/>
      <w:numFmt w:val="lowerLetter"/>
      <w:lvlText w:val="%2."/>
      <w:lvlJc w:val="left"/>
      <w:pPr>
        <w:ind w:left="1170" w:hanging="360"/>
      </w:pPr>
      <w:rPr>
        <w:rFonts w:cs="Times New Roman"/>
        <w:b w:val="0"/>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8">
    <w:nsid w:val="18E1296F"/>
    <w:multiLevelType w:val="hybridMultilevel"/>
    <w:tmpl w:val="651A1590"/>
    <w:lvl w:ilvl="0" w:tplc="FBA0F442">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19CC5B7B"/>
    <w:multiLevelType w:val="hybridMultilevel"/>
    <w:tmpl w:val="70B438C4"/>
    <w:lvl w:ilvl="0" w:tplc="84402314">
      <w:start w:val="1"/>
      <w:numFmt w:val="decimal"/>
      <w:lvlText w:val="%1."/>
      <w:lvlJc w:val="left"/>
      <w:pPr>
        <w:ind w:left="2160" w:hanging="360"/>
      </w:pPr>
      <w:rPr>
        <w:rFonts w:cs="Times New Roman" w:hint="default"/>
      </w:rPr>
    </w:lvl>
    <w:lvl w:ilvl="1" w:tplc="40090019">
      <w:start w:val="1"/>
      <w:numFmt w:val="lowerLetter"/>
      <w:lvlText w:val="%2."/>
      <w:lvlJc w:val="left"/>
      <w:pPr>
        <w:ind w:left="2880" w:hanging="360"/>
      </w:pPr>
      <w:rPr>
        <w:rFonts w:cs="Times New Roman"/>
      </w:rPr>
    </w:lvl>
    <w:lvl w:ilvl="2" w:tplc="4009001B" w:tentative="1">
      <w:start w:val="1"/>
      <w:numFmt w:val="lowerRoman"/>
      <w:lvlText w:val="%3."/>
      <w:lvlJc w:val="right"/>
      <w:pPr>
        <w:ind w:left="3600" w:hanging="180"/>
      </w:pPr>
      <w:rPr>
        <w:rFonts w:cs="Times New Roman"/>
      </w:rPr>
    </w:lvl>
    <w:lvl w:ilvl="3" w:tplc="4009000F" w:tentative="1">
      <w:start w:val="1"/>
      <w:numFmt w:val="decimal"/>
      <w:lvlText w:val="%4."/>
      <w:lvlJc w:val="left"/>
      <w:pPr>
        <w:ind w:left="4320" w:hanging="360"/>
      </w:pPr>
      <w:rPr>
        <w:rFonts w:cs="Times New Roman"/>
      </w:rPr>
    </w:lvl>
    <w:lvl w:ilvl="4" w:tplc="40090019" w:tentative="1">
      <w:start w:val="1"/>
      <w:numFmt w:val="lowerLetter"/>
      <w:lvlText w:val="%5."/>
      <w:lvlJc w:val="left"/>
      <w:pPr>
        <w:ind w:left="5040" w:hanging="360"/>
      </w:pPr>
      <w:rPr>
        <w:rFonts w:cs="Times New Roman"/>
      </w:rPr>
    </w:lvl>
    <w:lvl w:ilvl="5" w:tplc="4009001B" w:tentative="1">
      <w:start w:val="1"/>
      <w:numFmt w:val="lowerRoman"/>
      <w:lvlText w:val="%6."/>
      <w:lvlJc w:val="right"/>
      <w:pPr>
        <w:ind w:left="5760" w:hanging="180"/>
      </w:pPr>
      <w:rPr>
        <w:rFonts w:cs="Times New Roman"/>
      </w:rPr>
    </w:lvl>
    <w:lvl w:ilvl="6" w:tplc="4009000F" w:tentative="1">
      <w:start w:val="1"/>
      <w:numFmt w:val="decimal"/>
      <w:lvlText w:val="%7."/>
      <w:lvlJc w:val="left"/>
      <w:pPr>
        <w:ind w:left="6480" w:hanging="360"/>
      </w:pPr>
      <w:rPr>
        <w:rFonts w:cs="Times New Roman"/>
      </w:rPr>
    </w:lvl>
    <w:lvl w:ilvl="7" w:tplc="40090019" w:tentative="1">
      <w:start w:val="1"/>
      <w:numFmt w:val="lowerLetter"/>
      <w:lvlText w:val="%8."/>
      <w:lvlJc w:val="left"/>
      <w:pPr>
        <w:ind w:left="7200" w:hanging="360"/>
      </w:pPr>
      <w:rPr>
        <w:rFonts w:cs="Times New Roman"/>
      </w:rPr>
    </w:lvl>
    <w:lvl w:ilvl="8" w:tplc="4009001B" w:tentative="1">
      <w:start w:val="1"/>
      <w:numFmt w:val="lowerRoman"/>
      <w:lvlText w:val="%9."/>
      <w:lvlJc w:val="right"/>
      <w:pPr>
        <w:ind w:left="7920" w:hanging="180"/>
      </w:pPr>
      <w:rPr>
        <w:rFonts w:cs="Times New Roman"/>
      </w:rPr>
    </w:lvl>
  </w:abstractNum>
  <w:abstractNum w:abstractNumId="40">
    <w:nsid w:val="19E2278C"/>
    <w:multiLevelType w:val="hybridMultilevel"/>
    <w:tmpl w:val="3A821AA0"/>
    <w:lvl w:ilvl="0" w:tplc="0409000F">
      <w:start w:val="1"/>
      <w:numFmt w:val="decimal"/>
      <w:lvlText w:val="%1."/>
      <w:lvlJc w:val="left"/>
      <w:pPr>
        <w:ind w:left="1440" w:hanging="360"/>
      </w:pPr>
      <w:rPr>
        <w:rFonts w:cs="Times New Roman" w:hint="default"/>
      </w:rPr>
    </w:lvl>
    <w:lvl w:ilvl="1" w:tplc="0409000F">
      <w:start w:val="1"/>
      <w:numFmt w:val="decimal"/>
      <w:lvlText w:val="%2."/>
      <w:lvlJc w:val="left"/>
      <w:pPr>
        <w:ind w:left="2160" w:hanging="360"/>
      </w:pPr>
      <w:rPr>
        <w:rFonts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9E6443D"/>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A6E17A2"/>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43">
    <w:nsid w:val="1BE73019"/>
    <w:multiLevelType w:val="hybridMultilevel"/>
    <w:tmpl w:val="CDB0768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1CB21912"/>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DDA682F"/>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E473AB3"/>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FD01B1A"/>
    <w:multiLevelType w:val="hybridMultilevel"/>
    <w:tmpl w:val="ED0A3E0E"/>
    <w:lvl w:ilvl="0" w:tplc="D4FAF4C0">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8">
    <w:nsid w:val="1FF0776A"/>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FA768D"/>
    <w:multiLevelType w:val="hybridMultilevel"/>
    <w:tmpl w:val="84344E50"/>
    <w:lvl w:ilvl="0" w:tplc="9048A700">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208959E2"/>
    <w:multiLevelType w:val="hybridMultilevel"/>
    <w:tmpl w:val="E03CDB7E"/>
    <w:lvl w:ilvl="0" w:tplc="EEF823B6">
      <w:start w:val="1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217B347F"/>
    <w:multiLevelType w:val="hybridMultilevel"/>
    <w:tmpl w:val="8F74FCF8"/>
    <w:lvl w:ilvl="0" w:tplc="D6A28A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1F4565D"/>
    <w:multiLevelType w:val="multilevel"/>
    <w:tmpl w:val="CA385C78"/>
    <w:lvl w:ilvl="0">
      <w:start w:val="1"/>
      <w:numFmt w:val="decimal"/>
      <w:lvlText w:val="%1."/>
      <w:lvlJc w:val="left"/>
      <w:pPr>
        <w:ind w:left="450" w:hanging="360"/>
      </w:pPr>
      <w:rPr>
        <w:rFonts w:cs="Times New Roman" w:hint="default"/>
      </w:rPr>
    </w:lvl>
    <w:lvl w:ilvl="1">
      <w:start w:val="1"/>
      <w:numFmt w:val="lowerLetter"/>
      <w:lvlText w:val="%2."/>
      <w:lvlJc w:val="left"/>
      <w:pPr>
        <w:ind w:left="1440" w:hanging="360"/>
      </w:pPr>
      <w:rPr>
        <w:rFonts w:cs="Times New Roman" w:hint="default"/>
        <w:b w:val="0"/>
        <w:i w:val="0"/>
      </w:rPr>
    </w:lvl>
    <w:lvl w:ilvl="2">
      <w:start w:val="1"/>
      <w:numFmt w:val="lowerRoman"/>
      <w:lvlText w:val="%3."/>
      <w:lvlJc w:val="right"/>
      <w:pPr>
        <w:ind w:left="1890" w:hanging="180"/>
      </w:pPr>
      <w:rPr>
        <w:rFonts w:cs="Times New Roman" w:hint="default"/>
      </w:rPr>
    </w:lvl>
    <w:lvl w:ilvl="3">
      <w:start w:val="1"/>
      <w:numFmt w:val="decimal"/>
      <w:lvlText w:val="%4."/>
      <w:lvlJc w:val="left"/>
      <w:pPr>
        <w:ind w:left="2610" w:hanging="360"/>
      </w:pPr>
      <w:rPr>
        <w:rFonts w:cs="Times New Roman" w:hint="default"/>
      </w:rPr>
    </w:lvl>
    <w:lvl w:ilvl="4">
      <w:start w:val="1"/>
      <w:numFmt w:val="lowerLetter"/>
      <w:lvlText w:val="%5."/>
      <w:lvlJc w:val="left"/>
      <w:pPr>
        <w:ind w:left="3330" w:hanging="360"/>
      </w:pPr>
      <w:rPr>
        <w:rFonts w:cs="Times New Roman" w:hint="default"/>
      </w:rPr>
    </w:lvl>
    <w:lvl w:ilvl="5">
      <w:start w:val="1"/>
      <w:numFmt w:val="lowerRoman"/>
      <w:lvlText w:val="%6."/>
      <w:lvlJc w:val="right"/>
      <w:pPr>
        <w:ind w:left="4050" w:hanging="180"/>
      </w:pPr>
      <w:rPr>
        <w:rFonts w:cs="Times New Roman" w:hint="default"/>
      </w:rPr>
    </w:lvl>
    <w:lvl w:ilvl="6">
      <w:start w:val="1"/>
      <w:numFmt w:val="decimal"/>
      <w:lvlText w:val="%7."/>
      <w:lvlJc w:val="left"/>
      <w:pPr>
        <w:ind w:left="4770" w:hanging="360"/>
      </w:pPr>
      <w:rPr>
        <w:rFonts w:cs="Times New Roman" w:hint="default"/>
      </w:rPr>
    </w:lvl>
    <w:lvl w:ilvl="7">
      <w:start w:val="1"/>
      <w:numFmt w:val="lowerLetter"/>
      <w:lvlText w:val="%8."/>
      <w:lvlJc w:val="left"/>
      <w:pPr>
        <w:ind w:left="5490" w:hanging="360"/>
      </w:pPr>
      <w:rPr>
        <w:rFonts w:cs="Times New Roman" w:hint="default"/>
      </w:rPr>
    </w:lvl>
    <w:lvl w:ilvl="8">
      <w:start w:val="1"/>
      <w:numFmt w:val="lowerRoman"/>
      <w:lvlText w:val="%9."/>
      <w:lvlJc w:val="right"/>
      <w:pPr>
        <w:ind w:left="6210" w:hanging="180"/>
      </w:pPr>
      <w:rPr>
        <w:rFonts w:cs="Times New Roman" w:hint="default"/>
      </w:rPr>
    </w:lvl>
  </w:abstractNum>
  <w:abstractNum w:abstractNumId="53">
    <w:nsid w:val="23702DBD"/>
    <w:multiLevelType w:val="hybridMultilevel"/>
    <w:tmpl w:val="7FCA046C"/>
    <w:lvl w:ilvl="0" w:tplc="0B32CC86">
      <w:start w:val="1"/>
      <w:numFmt w:val="lowerLetter"/>
      <w:lvlText w:val="%1."/>
      <w:lvlJc w:val="left"/>
      <w:pPr>
        <w:ind w:left="1170" w:hanging="360"/>
      </w:pPr>
      <w:rPr>
        <w:rFonts w:cs="Times New Roman"/>
        <w:b w:val="0"/>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54">
    <w:nsid w:val="23AE11E9"/>
    <w:multiLevelType w:val="hybridMultilevel"/>
    <w:tmpl w:val="978667A6"/>
    <w:lvl w:ilvl="0" w:tplc="82684FB6">
      <w:start w:val="1"/>
      <w:numFmt w:val="decimal"/>
      <w:lvlText w:val="%1."/>
      <w:lvlJc w:val="left"/>
      <w:pPr>
        <w:ind w:left="72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40760E1"/>
    <w:multiLevelType w:val="hybridMultilevel"/>
    <w:tmpl w:val="C4EE6860"/>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24C01A61"/>
    <w:multiLevelType w:val="hybridMultilevel"/>
    <w:tmpl w:val="D946F0CC"/>
    <w:lvl w:ilvl="0" w:tplc="70C46D04">
      <w:start w:val="1"/>
      <w:numFmt w:val="lowerLetter"/>
      <w:lvlText w:val="%1."/>
      <w:lvlJc w:val="left"/>
      <w:pPr>
        <w:ind w:left="1170" w:hanging="360"/>
      </w:pPr>
      <w:rPr>
        <w:rFonts w:cs="Times New Roman"/>
        <w:b w:val="0"/>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57">
    <w:nsid w:val="256D7C52"/>
    <w:multiLevelType w:val="hybridMultilevel"/>
    <w:tmpl w:val="70EA3DAA"/>
    <w:lvl w:ilvl="0" w:tplc="86B67DD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25DA4E8B"/>
    <w:multiLevelType w:val="hybridMultilevel"/>
    <w:tmpl w:val="F78C3644"/>
    <w:lvl w:ilvl="0" w:tplc="3A8216DC">
      <w:start w:val="1"/>
      <w:numFmt w:val="lowerLetter"/>
      <w:lvlText w:val="%1."/>
      <w:lvlJc w:val="left"/>
      <w:pPr>
        <w:ind w:left="1440" w:hanging="360"/>
      </w:pPr>
      <w:rPr>
        <w:rFonts w:cs="Times New Roman"/>
        <w:b w:val="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59">
    <w:nsid w:val="267C1D66"/>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687480C"/>
    <w:multiLevelType w:val="hybridMultilevel"/>
    <w:tmpl w:val="64A21C3E"/>
    <w:lvl w:ilvl="0" w:tplc="8ED293D8">
      <w:start w:val="1"/>
      <w:numFmt w:val="lowerLetter"/>
      <w:lvlText w:val="%1."/>
      <w:lvlJc w:val="left"/>
      <w:pPr>
        <w:ind w:left="144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nsid w:val="291A0D8C"/>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62">
    <w:nsid w:val="29321A93"/>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9404669"/>
    <w:multiLevelType w:val="hybridMultilevel"/>
    <w:tmpl w:val="C8BC53CE"/>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B6789376">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nsid w:val="295D02E3"/>
    <w:multiLevelType w:val="hybridMultilevel"/>
    <w:tmpl w:val="794A698E"/>
    <w:lvl w:ilvl="0" w:tplc="0409000F">
      <w:start w:val="1"/>
      <w:numFmt w:val="decimal"/>
      <w:lvlText w:val="%1."/>
      <w:lvlJc w:val="left"/>
      <w:pPr>
        <w:ind w:left="720" w:hanging="360"/>
      </w:pPr>
      <w:rPr>
        <w:rFonts w:cs="Times New Roman" w:hint="default"/>
        <w:b w:val="0"/>
        <w:color w:val="auto"/>
      </w:rPr>
    </w:lvl>
    <w:lvl w:ilvl="1" w:tplc="722EB972">
      <w:start w:val="1"/>
      <w:numFmt w:val="lowerLetter"/>
      <w:lvlText w:val="%2."/>
      <w:lvlJc w:val="left"/>
      <w:pPr>
        <w:ind w:left="1440" w:hanging="360"/>
      </w:pPr>
      <w:rPr>
        <w:rFonts w:cs="Times New Roman"/>
        <w:b w:val="0"/>
        <w:color w:val="auto"/>
      </w:rPr>
    </w:lvl>
    <w:lvl w:ilvl="2" w:tplc="0CE85AC4">
      <w:start w:val="1"/>
      <w:numFmt w:val="lowerRoman"/>
      <w:lvlText w:val="%3."/>
      <w:lvlJc w:val="right"/>
      <w:pPr>
        <w:ind w:left="2160" w:hanging="180"/>
      </w:pPr>
      <w:rPr>
        <w:rFonts w:cs="Times New Roman"/>
        <w:b w:val="0"/>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296D6E12"/>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66">
    <w:nsid w:val="29BB245E"/>
    <w:multiLevelType w:val="hybridMultilevel"/>
    <w:tmpl w:val="088059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2A943CB7"/>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68">
    <w:nsid w:val="2B0E02B9"/>
    <w:multiLevelType w:val="hybridMultilevel"/>
    <w:tmpl w:val="603EB806"/>
    <w:lvl w:ilvl="0" w:tplc="8ED293D8">
      <w:start w:val="1"/>
      <w:numFmt w:val="lowerLetter"/>
      <w:lvlText w:val="%1."/>
      <w:lvlJc w:val="left"/>
      <w:pPr>
        <w:ind w:left="144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2B127A20"/>
    <w:multiLevelType w:val="hybridMultilevel"/>
    <w:tmpl w:val="9BAE0266"/>
    <w:lvl w:ilvl="0" w:tplc="592A0E2A">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2C40431F"/>
    <w:multiLevelType w:val="hybridMultilevel"/>
    <w:tmpl w:val="6616B1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71">
    <w:nsid w:val="2C58694B"/>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72">
    <w:nsid w:val="2CD344CD"/>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2D461FB6"/>
    <w:multiLevelType w:val="hybridMultilevel"/>
    <w:tmpl w:val="6FD82D5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4">
    <w:nsid w:val="2E0B2A22"/>
    <w:multiLevelType w:val="hybridMultilevel"/>
    <w:tmpl w:val="47F6F76E"/>
    <w:lvl w:ilvl="0" w:tplc="0BB0A4BE">
      <w:start w:val="1"/>
      <w:numFmt w:val="bullet"/>
      <w:lvlText w:val=""/>
      <w:lvlJc w:val="left"/>
      <w:pPr>
        <w:tabs>
          <w:tab w:val="num" w:pos="1080"/>
        </w:tabs>
        <w:ind w:left="720" w:hanging="360"/>
      </w:pPr>
      <w:rPr>
        <w:rFonts w:ascii="Wingdings" w:hAnsi="Wingdings" w:hint="default"/>
      </w:rPr>
    </w:lvl>
    <w:lvl w:ilvl="1" w:tplc="F5DA371E">
      <w:start w:val="1"/>
      <w:numFmt w:val="bullet"/>
      <w:pStyle w:val="LB2"/>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0433A92"/>
    <w:multiLevelType w:val="hybridMultilevel"/>
    <w:tmpl w:val="2A4022A4"/>
    <w:lvl w:ilvl="0" w:tplc="0409000F">
      <w:start w:val="1"/>
      <w:numFmt w:val="decimal"/>
      <w:lvlText w:val="%1."/>
      <w:lvlJc w:val="left"/>
      <w:pPr>
        <w:ind w:left="360" w:hanging="360"/>
      </w:pPr>
      <w:rPr>
        <w:rFonts w:cs="Times New Roman"/>
        <w:b w:val="0"/>
        <w:color w:val="auto"/>
      </w:rPr>
    </w:lvl>
    <w:lvl w:ilvl="1" w:tplc="04090001">
      <w:start w:val="1"/>
      <w:numFmt w:val="bullet"/>
      <w:lvlText w:val=""/>
      <w:lvlJc w:val="left"/>
      <w:pPr>
        <w:tabs>
          <w:tab w:val="num" w:pos="1080"/>
        </w:tabs>
        <w:ind w:left="1080" w:hanging="360"/>
      </w:pPr>
      <w:rPr>
        <w:rFonts w:ascii="Symbol" w:hAnsi="Symbol" w:hint="default"/>
        <w:b w:val="0"/>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6">
    <w:nsid w:val="31B17DD7"/>
    <w:multiLevelType w:val="hybridMultilevel"/>
    <w:tmpl w:val="DE5ACB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3239688B"/>
    <w:multiLevelType w:val="hybridMultilevel"/>
    <w:tmpl w:val="AE3A9DDC"/>
    <w:lvl w:ilvl="0" w:tplc="9D86BA5C">
      <w:start w:val="1"/>
      <w:numFmt w:val="decimal"/>
      <w:lvlText w:val="%1."/>
      <w:lvlJc w:val="left"/>
      <w:pPr>
        <w:ind w:left="540" w:hanging="360"/>
      </w:pPr>
      <w:rPr>
        <w:rFonts w:cs="Times New Roman"/>
        <w:color w:val="auto"/>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nsid w:val="32B46BAC"/>
    <w:multiLevelType w:val="hybridMultilevel"/>
    <w:tmpl w:val="4626B6F6"/>
    <w:lvl w:ilvl="0" w:tplc="899EF288">
      <w:start w:val="13"/>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366344AE"/>
    <w:multiLevelType w:val="hybridMultilevel"/>
    <w:tmpl w:val="FAA2D8CC"/>
    <w:lvl w:ilvl="0" w:tplc="82684FB6">
      <w:start w:val="1"/>
      <w:numFmt w:val="decimal"/>
      <w:lvlText w:val="%1."/>
      <w:lvlJc w:val="left"/>
      <w:pPr>
        <w:ind w:left="1440" w:hanging="360"/>
      </w:pPr>
      <w:rPr>
        <w:rFonts w:hint="default"/>
        <w:b w:val="0"/>
        <w:sz w:val="24"/>
        <w:szCs w:val="24"/>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0">
    <w:nsid w:val="370C1775"/>
    <w:multiLevelType w:val="hybridMultilevel"/>
    <w:tmpl w:val="295E55C0"/>
    <w:lvl w:ilvl="0" w:tplc="04090003">
      <w:start w:val="1"/>
      <w:numFmt w:val="bullet"/>
      <w:lvlText w:val="o"/>
      <w:lvlJc w:val="left"/>
      <w:pPr>
        <w:ind w:left="2160" w:hanging="360"/>
      </w:pPr>
      <w:rPr>
        <w:rFonts w:ascii="Courier New" w:hAnsi="Courier New" w:cs="Courier New"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nsid w:val="37F04004"/>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7F977BC"/>
    <w:multiLevelType w:val="hybridMultilevel"/>
    <w:tmpl w:val="39BAE50E"/>
    <w:lvl w:ilvl="0" w:tplc="87A8B1A4">
      <w:start w:val="1"/>
      <w:numFmt w:val="decimal"/>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3">
    <w:nsid w:val="38817CC7"/>
    <w:multiLevelType w:val="hybridMultilevel"/>
    <w:tmpl w:val="4AB8CCEC"/>
    <w:lvl w:ilvl="0" w:tplc="219E1EFA">
      <w:start w:val="1"/>
      <w:numFmt w:val="lowerLetter"/>
      <w:lvlText w:val="%1."/>
      <w:lvlJc w:val="left"/>
      <w:pPr>
        <w:ind w:left="117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39C86B1D"/>
    <w:multiLevelType w:val="hybridMultilevel"/>
    <w:tmpl w:val="1BFCE548"/>
    <w:lvl w:ilvl="0" w:tplc="8E582FBA">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5">
    <w:nsid w:val="39FE0C44"/>
    <w:multiLevelType w:val="hybridMultilevel"/>
    <w:tmpl w:val="85C423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6">
    <w:nsid w:val="3B86415F"/>
    <w:multiLevelType w:val="hybridMultilevel"/>
    <w:tmpl w:val="A4CE0508"/>
    <w:lvl w:ilvl="0" w:tplc="CCA2ED6E">
      <w:start w:val="11"/>
      <w:numFmt w:val="decimal"/>
      <w:lvlText w:val="%1."/>
      <w:lvlJc w:val="left"/>
      <w:pPr>
        <w:ind w:left="720" w:hanging="360"/>
      </w:pPr>
      <w:rPr>
        <w:rFonts w:cs="Times New Roman" w:hint="default"/>
      </w:rPr>
    </w:lvl>
    <w:lvl w:ilvl="1" w:tplc="163C70EC">
      <w:start w:val="1"/>
      <w:numFmt w:val="lowerLetter"/>
      <w:lvlText w:val="%2."/>
      <w:lvlJc w:val="left"/>
      <w:pPr>
        <w:ind w:left="1440"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nsid w:val="3C001042"/>
    <w:multiLevelType w:val="hybridMultilevel"/>
    <w:tmpl w:val="EF2C0B9A"/>
    <w:lvl w:ilvl="0" w:tplc="8ED293D8">
      <w:start w:val="1"/>
      <w:numFmt w:val="lowerLetter"/>
      <w:lvlText w:val="%1."/>
      <w:lvlJc w:val="left"/>
      <w:pPr>
        <w:ind w:left="1440" w:hanging="360"/>
      </w:pPr>
      <w:rPr>
        <w:rFonts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C5C51D8"/>
    <w:multiLevelType w:val="hybridMultilevel"/>
    <w:tmpl w:val="5F6E94A2"/>
    <w:lvl w:ilvl="0" w:tplc="AFCE0940">
      <w:start w:val="8"/>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9">
    <w:nsid w:val="3D0079AA"/>
    <w:multiLevelType w:val="hybridMultilevel"/>
    <w:tmpl w:val="CDB0768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0">
    <w:nsid w:val="3D4E2887"/>
    <w:multiLevelType w:val="hybridMultilevel"/>
    <w:tmpl w:val="AA10C3B0"/>
    <w:lvl w:ilvl="0" w:tplc="BE6A6AA6">
      <w:start w:val="1"/>
      <w:numFmt w:val="lowerLetter"/>
      <w:lvlText w:val="%1."/>
      <w:lvlJc w:val="left"/>
      <w:pPr>
        <w:ind w:left="117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nsid w:val="3DBC1ACE"/>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92">
    <w:nsid w:val="3F206807"/>
    <w:multiLevelType w:val="hybridMultilevel"/>
    <w:tmpl w:val="4B78A5E2"/>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FC51DDB"/>
    <w:multiLevelType w:val="hybridMultilevel"/>
    <w:tmpl w:val="250C80FE"/>
    <w:lvl w:ilvl="0" w:tplc="87A8B1A4">
      <w:start w:val="1"/>
      <w:numFmt w:val="decimal"/>
      <w:lvlText w:val="%1."/>
      <w:lvlJc w:val="left"/>
      <w:pPr>
        <w:ind w:left="1080" w:hanging="360"/>
      </w:pPr>
      <w:rPr>
        <w:rFonts w:cs="Times New Roman" w:hint="default"/>
      </w:rPr>
    </w:lvl>
    <w:lvl w:ilvl="1" w:tplc="82684FB6">
      <w:start w:val="1"/>
      <w:numFmt w:val="decimal"/>
      <w:lvlText w:val="%2."/>
      <w:lvlJc w:val="left"/>
      <w:pPr>
        <w:ind w:left="1440" w:hanging="360"/>
      </w:pPr>
      <w:rPr>
        <w:rFonts w:hint="default"/>
        <w:b w:val="0"/>
        <w:sz w:val="24"/>
        <w:szCs w:val="24"/>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4">
    <w:nsid w:val="421A3029"/>
    <w:multiLevelType w:val="hybridMultilevel"/>
    <w:tmpl w:val="B76C30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426D0136"/>
    <w:multiLevelType w:val="hybridMultilevel"/>
    <w:tmpl w:val="682E3670"/>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6">
    <w:nsid w:val="43223676"/>
    <w:multiLevelType w:val="hybridMultilevel"/>
    <w:tmpl w:val="AC3E5A56"/>
    <w:lvl w:ilvl="0" w:tplc="16C86E1E">
      <w:start w:val="1"/>
      <w:numFmt w:val="decimal"/>
      <w:lvlText w:val="%1."/>
      <w:lvlJc w:val="left"/>
      <w:pPr>
        <w:ind w:left="720" w:hanging="360"/>
      </w:pPr>
      <w:rPr>
        <w:rFonts w:cs="Times New Roman"/>
        <w:b w:val="0"/>
      </w:rPr>
    </w:lvl>
    <w:lvl w:ilvl="1" w:tplc="C6D46A2C">
      <w:start w:val="1"/>
      <w:numFmt w:val="lowerLetter"/>
      <w:lvlText w:val="%2."/>
      <w:lvlJc w:val="left"/>
      <w:pPr>
        <w:ind w:left="108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43997A34"/>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3CA536A"/>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99">
    <w:nsid w:val="444A1EA2"/>
    <w:multiLevelType w:val="hybridMultilevel"/>
    <w:tmpl w:val="C108072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0">
    <w:nsid w:val="448F669B"/>
    <w:multiLevelType w:val="hybridMultilevel"/>
    <w:tmpl w:val="3D4296EE"/>
    <w:lvl w:ilvl="0" w:tplc="B4FE0EEE">
      <w:start w:val="1"/>
      <w:numFmt w:val="lowerLetter"/>
      <w:lvlText w:val="%1."/>
      <w:lvlJc w:val="left"/>
      <w:pPr>
        <w:ind w:left="99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46002AEE"/>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02">
    <w:nsid w:val="46323277"/>
    <w:multiLevelType w:val="hybridMultilevel"/>
    <w:tmpl w:val="704800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46392CB1"/>
    <w:multiLevelType w:val="hybridMultilevel"/>
    <w:tmpl w:val="6D143420"/>
    <w:lvl w:ilvl="0" w:tplc="D944B37E">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4">
    <w:nsid w:val="46B710E9"/>
    <w:multiLevelType w:val="hybridMultilevel"/>
    <w:tmpl w:val="08CE21E2"/>
    <w:lvl w:ilvl="0" w:tplc="598E1CFC">
      <w:start w:val="1"/>
      <w:numFmt w:val="decimal"/>
      <w:lvlText w:val="%1."/>
      <w:lvlJc w:val="left"/>
      <w:pPr>
        <w:ind w:left="360" w:hanging="360"/>
      </w:pPr>
      <w:rPr>
        <w:rFonts w:cs="Times New Roman"/>
        <w:b w:val="0"/>
      </w:rPr>
    </w:lvl>
    <w:lvl w:ilvl="1" w:tplc="788CF064">
      <w:start w:val="1"/>
      <w:numFmt w:val="lowerLetter"/>
      <w:lvlText w:val="%2."/>
      <w:lvlJc w:val="left"/>
      <w:pPr>
        <w:ind w:left="1080" w:hanging="360"/>
      </w:pPr>
      <w:rPr>
        <w:rFonts w:cs="Times New Roman"/>
        <w:b w:val="0"/>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5">
    <w:nsid w:val="46EB648C"/>
    <w:multiLevelType w:val="hybridMultilevel"/>
    <w:tmpl w:val="400C92E6"/>
    <w:lvl w:ilvl="0" w:tplc="74AA32CE">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06">
    <w:nsid w:val="47135803"/>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07">
    <w:nsid w:val="499A598B"/>
    <w:multiLevelType w:val="multilevel"/>
    <w:tmpl w:val="CA385C78"/>
    <w:lvl w:ilvl="0">
      <w:start w:val="1"/>
      <w:numFmt w:val="decimal"/>
      <w:lvlText w:val="%1."/>
      <w:lvlJc w:val="left"/>
      <w:pPr>
        <w:ind w:left="450" w:hanging="360"/>
      </w:pPr>
      <w:rPr>
        <w:rFonts w:cs="Times New Roman" w:hint="default"/>
      </w:rPr>
    </w:lvl>
    <w:lvl w:ilvl="1">
      <w:start w:val="1"/>
      <w:numFmt w:val="lowerLetter"/>
      <w:lvlText w:val="%2."/>
      <w:lvlJc w:val="left"/>
      <w:pPr>
        <w:ind w:left="1440" w:hanging="360"/>
      </w:pPr>
      <w:rPr>
        <w:rFonts w:cs="Times New Roman" w:hint="default"/>
        <w:b w:val="0"/>
        <w:i w:val="0"/>
      </w:rPr>
    </w:lvl>
    <w:lvl w:ilvl="2">
      <w:start w:val="1"/>
      <w:numFmt w:val="lowerRoman"/>
      <w:lvlText w:val="%3."/>
      <w:lvlJc w:val="right"/>
      <w:pPr>
        <w:ind w:left="1890" w:hanging="180"/>
      </w:pPr>
      <w:rPr>
        <w:rFonts w:cs="Times New Roman" w:hint="default"/>
      </w:rPr>
    </w:lvl>
    <w:lvl w:ilvl="3">
      <w:start w:val="1"/>
      <w:numFmt w:val="decimal"/>
      <w:lvlText w:val="%4."/>
      <w:lvlJc w:val="left"/>
      <w:pPr>
        <w:ind w:left="2610" w:hanging="360"/>
      </w:pPr>
      <w:rPr>
        <w:rFonts w:cs="Times New Roman" w:hint="default"/>
      </w:rPr>
    </w:lvl>
    <w:lvl w:ilvl="4">
      <w:start w:val="1"/>
      <w:numFmt w:val="lowerLetter"/>
      <w:lvlText w:val="%5."/>
      <w:lvlJc w:val="left"/>
      <w:pPr>
        <w:ind w:left="3330" w:hanging="360"/>
      </w:pPr>
      <w:rPr>
        <w:rFonts w:cs="Times New Roman" w:hint="default"/>
      </w:rPr>
    </w:lvl>
    <w:lvl w:ilvl="5">
      <w:start w:val="1"/>
      <w:numFmt w:val="lowerRoman"/>
      <w:lvlText w:val="%6."/>
      <w:lvlJc w:val="right"/>
      <w:pPr>
        <w:ind w:left="4050" w:hanging="180"/>
      </w:pPr>
      <w:rPr>
        <w:rFonts w:cs="Times New Roman" w:hint="default"/>
      </w:rPr>
    </w:lvl>
    <w:lvl w:ilvl="6">
      <w:start w:val="1"/>
      <w:numFmt w:val="decimal"/>
      <w:lvlText w:val="%7."/>
      <w:lvlJc w:val="left"/>
      <w:pPr>
        <w:ind w:left="4770" w:hanging="360"/>
      </w:pPr>
      <w:rPr>
        <w:rFonts w:cs="Times New Roman" w:hint="default"/>
      </w:rPr>
    </w:lvl>
    <w:lvl w:ilvl="7">
      <w:start w:val="1"/>
      <w:numFmt w:val="lowerLetter"/>
      <w:lvlText w:val="%8."/>
      <w:lvlJc w:val="left"/>
      <w:pPr>
        <w:ind w:left="5490" w:hanging="360"/>
      </w:pPr>
      <w:rPr>
        <w:rFonts w:cs="Times New Roman" w:hint="default"/>
      </w:rPr>
    </w:lvl>
    <w:lvl w:ilvl="8">
      <w:start w:val="1"/>
      <w:numFmt w:val="lowerRoman"/>
      <w:lvlText w:val="%9."/>
      <w:lvlJc w:val="right"/>
      <w:pPr>
        <w:ind w:left="6210" w:hanging="180"/>
      </w:pPr>
      <w:rPr>
        <w:rFonts w:cs="Times New Roman" w:hint="default"/>
      </w:rPr>
    </w:lvl>
  </w:abstractNum>
  <w:abstractNum w:abstractNumId="108">
    <w:nsid w:val="49B60967"/>
    <w:multiLevelType w:val="hybridMultilevel"/>
    <w:tmpl w:val="C060D63C"/>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9">
    <w:nsid w:val="49FC07A1"/>
    <w:multiLevelType w:val="hybridMultilevel"/>
    <w:tmpl w:val="099294A8"/>
    <w:lvl w:ilvl="0" w:tplc="C6D46A2C">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A543CF8"/>
    <w:multiLevelType w:val="hybridMultilevel"/>
    <w:tmpl w:val="7B002B84"/>
    <w:lvl w:ilvl="0" w:tplc="9E9C78F4">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1">
    <w:nsid w:val="4B135BD7"/>
    <w:multiLevelType w:val="hybridMultilevel"/>
    <w:tmpl w:val="45A2C478"/>
    <w:lvl w:ilvl="0" w:tplc="87A8B1A4">
      <w:start w:val="1"/>
      <w:numFmt w:val="decimal"/>
      <w:lvlText w:val="%1."/>
      <w:lvlJc w:val="left"/>
      <w:pPr>
        <w:ind w:left="108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nsid w:val="4C1A4AF4"/>
    <w:multiLevelType w:val="hybridMultilevel"/>
    <w:tmpl w:val="6FD82D5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3">
    <w:nsid w:val="4CC55538"/>
    <w:multiLevelType w:val="hybridMultilevel"/>
    <w:tmpl w:val="F6D87ED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4">
    <w:nsid w:val="4CC6188C"/>
    <w:multiLevelType w:val="hybridMultilevel"/>
    <w:tmpl w:val="F564B1F0"/>
    <w:lvl w:ilvl="0" w:tplc="8ED293D8">
      <w:start w:val="1"/>
      <w:numFmt w:val="lowerLetter"/>
      <w:lvlText w:val="%1."/>
      <w:lvlJc w:val="left"/>
      <w:pPr>
        <w:ind w:left="144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5">
    <w:nsid w:val="4CD66FE2"/>
    <w:multiLevelType w:val="hybridMultilevel"/>
    <w:tmpl w:val="FDFE93D2"/>
    <w:lvl w:ilvl="0" w:tplc="844CE3C2">
      <w:start w:val="1"/>
      <w:numFmt w:val="lowerLetter"/>
      <w:lvlText w:val="%1."/>
      <w:lvlJc w:val="left"/>
      <w:pPr>
        <w:ind w:left="99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6">
    <w:nsid w:val="4D8411F5"/>
    <w:multiLevelType w:val="hybridMultilevel"/>
    <w:tmpl w:val="8B6E8CEA"/>
    <w:lvl w:ilvl="0" w:tplc="0409000F">
      <w:start w:val="1"/>
      <w:numFmt w:val="decimal"/>
      <w:lvlText w:val="%1."/>
      <w:lvlJc w:val="left"/>
      <w:pPr>
        <w:ind w:left="540" w:hanging="360"/>
      </w:pPr>
      <w:rPr>
        <w:rFonts w:cs="Times New Roman"/>
      </w:rPr>
    </w:lvl>
    <w:lvl w:ilvl="1" w:tplc="78E677FA">
      <w:start w:val="1"/>
      <w:numFmt w:val="lowerLetter"/>
      <w:lvlText w:val="%2."/>
      <w:lvlJc w:val="left"/>
      <w:pPr>
        <w:ind w:left="1170" w:hanging="360"/>
      </w:pPr>
      <w:rPr>
        <w:rFonts w:cs="Times New Roman"/>
        <w:b w:val="0"/>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17">
    <w:nsid w:val="4DB847DF"/>
    <w:multiLevelType w:val="hybridMultilevel"/>
    <w:tmpl w:val="11960D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8">
    <w:nsid w:val="4DF900F5"/>
    <w:multiLevelType w:val="hybridMultilevel"/>
    <w:tmpl w:val="EC4257CC"/>
    <w:lvl w:ilvl="0" w:tplc="0366D316">
      <w:start w:val="1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9">
    <w:nsid w:val="4E36462E"/>
    <w:multiLevelType w:val="hybridMultilevel"/>
    <w:tmpl w:val="D6BA4F3E"/>
    <w:lvl w:ilvl="0" w:tplc="D75A37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nsid w:val="50B74128"/>
    <w:multiLevelType w:val="hybridMultilevel"/>
    <w:tmpl w:val="2C8668FE"/>
    <w:lvl w:ilvl="0" w:tplc="72103DDC">
      <w:start w:val="1"/>
      <w:numFmt w:val="decimal"/>
      <w:lvlText w:val="%1."/>
      <w:lvlJc w:val="left"/>
      <w:pPr>
        <w:ind w:left="540" w:hanging="360"/>
      </w:pPr>
      <w:rPr>
        <w:rFonts w:cs="Times New Roman"/>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nsid w:val="51DB0422"/>
    <w:multiLevelType w:val="hybridMultilevel"/>
    <w:tmpl w:val="337A4D5A"/>
    <w:lvl w:ilvl="0" w:tplc="F140D224">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2">
    <w:nsid w:val="52054BF8"/>
    <w:multiLevelType w:val="hybridMultilevel"/>
    <w:tmpl w:val="458A0CB8"/>
    <w:lvl w:ilvl="0" w:tplc="0F26A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nsid w:val="52AF4858"/>
    <w:multiLevelType w:val="hybridMultilevel"/>
    <w:tmpl w:val="14069F72"/>
    <w:lvl w:ilvl="0" w:tplc="2C44794A">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4">
    <w:nsid w:val="539E1FBB"/>
    <w:multiLevelType w:val="hybridMultilevel"/>
    <w:tmpl w:val="F88A7672"/>
    <w:lvl w:ilvl="0" w:tplc="EA38205A">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nsid w:val="53CA245A"/>
    <w:multiLevelType w:val="hybridMultilevel"/>
    <w:tmpl w:val="7D72EB6A"/>
    <w:lvl w:ilvl="0" w:tplc="16DC560A">
      <w:start w:val="1"/>
      <w:numFmt w:val="lowerLetter"/>
      <w:lvlText w:val="%1."/>
      <w:lvlJc w:val="left"/>
      <w:pPr>
        <w:tabs>
          <w:tab w:val="num" w:pos="990"/>
        </w:tabs>
        <w:ind w:left="1436" w:hanging="806"/>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nsid w:val="54341DCF"/>
    <w:multiLevelType w:val="hybridMultilevel"/>
    <w:tmpl w:val="39BAE50E"/>
    <w:lvl w:ilvl="0" w:tplc="87A8B1A4">
      <w:start w:val="1"/>
      <w:numFmt w:val="decimal"/>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7">
    <w:nsid w:val="573853DF"/>
    <w:multiLevelType w:val="hybridMultilevel"/>
    <w:tmpl w:val="77CA054C"/>
    <w:lvl w:ilvl="0" w:tplc="163C70EC">
      <w:start w:val="1"/>
      <w:numFmt w:val="lowerLetter"/>
      <w:lvlText w:val="%1."/>
      <w:lvlJc w:val="left"/>
      <w:pPr>
        <w:ind w:left="144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7616D01"/>
    <w:multiLevelType w:val="hybridMultilevel"/>
    <w:tmpl w:val="0674D5D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9">
    <w:nsid w:val="57F23093"/>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130">
    <w:nsid w:val="58736F9F"/>
    <w:multiLevelType w:val="hybridMultilevel"/>
    <w:tmpl w:val="B89A92CE"/>
    <w:lvl w:ilvl="0" w:tplc="8BD8568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31">
    <w:nsid w:val="5969527C"/>
    <w:multiLevelType w:val="hybridMultilevel"/>
    <w:tmpl w:val="2B083BA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2">
    <w:nsid w:val="59AF47CC"/>
    <w:multiLevelType w:val="hybridMultilevel"/>
    <w:tmpl w:val="3ACCFE9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nsid w:val="5AB06E67"/>
    <w:multiLevelType w:val="hybridMultilevel"/>
    <w:tmpl w:val="58DC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5BE52E1A"/>
    <w:multiLevelType w:val="hybridMultilevel"/>
    <w:tmpl w:val="A9604496"/>
    <w:lvl w:ilvl="0" w:tplc="04090003">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5">
    <w:nsid w:val="5C003039"/>
    <w:multiLevelType w:val="hybridMultilevel"/>
    <w:tmpl w:val="91A854F0"/>
    <w:lvl w:ilvl="0" w:tplc="40F0AC3C">
      <w:start w:val="1"/>
      <w:numFmt w:val="bullet"/>
      <w:pStyle w:val="LB1"/>
      <w:lvlText w:val=""/>
      <w:lvlJc w:val="left"/>
      <w:pPr>
        <w:tabs>
          <w:tab w:val="num" w:pos="1080"/>
        </w:tabs>
        <w:ind w:left="720" w:hanging="360"/>
      </w:pPr>
      <w:rPr>
        <w:rFonts w:ascii="Wingdings" w:hAnsi="Wingdings" w:hint="default"/>
      </w:rPr>
    </w:lvl>
    <w:lvl w:ilvl="1" w:tplc="60CE532E">
      <w:start w:val="1"/>
      <w:numFmt w:val="bullet"/>
      <w:lvlText w:val=""/>
      <w:lvlJc w:val="left"/>
      <w:pPr>
        <w:tabs>
          <w:tab w:val="num" w:pos="1080"/>
        </w:tabs>
        <w:ind w:left="1080" w:hanging="360"/>
      </w:pPr>
      <w:rPr>
        <w:rFonts w:ascii="Symbol" w:hAnsi="Symbol" w:hint="default"/>
        <w:sz w:val="2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6">
    <w:nsid w:val="5CEC0320"/>
    <w:multiLevelType w:val="hybridMultilevel"/>
    <w:tmpl w:val="60C03DA6"/>
    <w:lvl w:ilvl="0" w:tplc="18B2EB96">
      <w:start w:val="1"/>
      <w:numFmt w:val="lowerRoman"/>
      <w:lvlText w:val="%1."/>
      <w:lvlJc w:val="right"/>
      <w:pPr>
        <w:tabs>
          <w:tab w:val="num" w:pos="2160"/>
        </w:tabs>
        <w:ind w:left="2160" w:hanging="180"/>
      </w:pPr>
      <w:rPr>
        <w:rFonts w:cs="Times New Roman" w:hint="default"/>
        <w:b w:val="0"/>
        <w:color w:val="auto"/>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137">
    <w:nsid w:val="5CF32165"/>
    <w:multiLevelType w:val="hybridMultilevel"/>
    <w:tmpl w:val="77CA054C"/>
    <w:lvl w:ilvl="0" w:tplc="163C70EC">
      <w:start w:val="1"/>
      <w:numFmt w:val="lowerLetter"/>
      <w:lvlText w:val="%1."/>
      <w:lvlJc w:val="left"/>
      <w:pPr>
        <w:ind w:left="144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DB82BC6"/>
    <w:multiLevelType w:val="hybridMultilevel"/>
    <w:tmpl w:val="F2AEBECA"/>
    <w:lvl w:ilvl="0" w:tplc="567EB72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nsid w:val="5EA52A5A"/>
    <w:multiLevelType w:val="hybridMultilevel"/>
    <w:tmpl w:val="C22A47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nsid w:val="5FC72FB6"/>
    <w:multiLevelType w:val="hybridMultilevel"/>
    <w:tmpl w:val="1B8882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nsid w:val="604E566B"/>
    <w:multiLevelType w:val="hybridMultilevel"/>
    <w:tmpl w:val="090EA23C"/>
    <w:lvl w:ilvl="0" w:tplc="712E6468">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2">
    <w:nsid w:val="61D97FCE"/>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2924934"/>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44">
    <w:nsid w:val="62A22626"/>
    <w:multiLevelType w:val="hybridMultilevel"/>
    <w:tmpl w:val="811CA742"/>
    <w:lvl w:ilvl="0" w:tplc="87A8B1A4">
      <w:start w:val="1"/>
      <w:numFmt w:val="decimal"/>
      <w:lvlText w:val="%1."/>
      <w:lvlJc w:val="left"/>
      <w:pPr>
        <w:ind w:left="1080" w:hanging="360"/>
      </w:pPr>
      <w:rPr>
        <w:rFonts w:cs="Times New Roman"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63C9738A"/>
    <w:multiLevelType w:val="hybridMultilevel"/>
    <w:tmpl w:val="A1F823C2"/>
    <w:lvl w:ilvl="0" w:tplc="13C0FA92">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nsid w:val="64BB2DA6"/>
    <w:multiLevelType w:val="hybridMultilevel"/>
    <w:tmpl w:val="10D2BEA0"/>
    <w:lvl w:ilvl="0" w:tplc="89F874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nsid w:val="66255C0C"/>
    <w:multiLevelType w:val="hybridMultilevel"/>
    <w:tmpl w:val="E9526CDE"/>
    <w:lvl w:ilvl="0" w:tplc="04090001">
      <w:start w:val="1"/>
      <w:numFmt w:val="bullet"/>
      <w:pStyle w:val="TableBullet1"/>
      <w:lvlText w:val=""/>
      <w:lvlJc w:val="left"/>
      <w:pPr>
        <w:tabs>
          <w:tab w:val="num" w:pos="1080"/>
        </w:tabs>
        <w:ind w:left="1080" w:hanging="360"/>
      </w:pPr>
      <w:rPr>
        <w:rFonts w:ascii="Symbol" w:hAnsi="Symbol" w:hint="default"/>
      </w:rPr>
    </w:lvl>
    <w:lvl w:ilvl="1" w:tplc="04090003">
      <w:start w:val="1"/>
      <w:numFmt w:val="bullet"/>
      <w:pStyle w:val="Table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8">
    <w:nsid w:val="681E2049"/>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49">
    <w:nsid w:val="6829302A"/>
    <w:multiLevelType w:val="hybridMultilevel"/>
    <w:tmpl w:val="66CAE59C"/>
    <w:lvl w:ilvl="0" w:tplc="297CFB2C">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0">
    <w:nsid w:val="68CD5034"/>
    <w:multiLevelType w:val="hybridMultilevel"/>
    <w:tmpl w:val="29AAD4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1">
    <w:nsid w:val="69652612"/>
    <w:multiLevelType w:val="hybridMultilevel"/>
    <w:tmpl w:val="826A7BF6"/>
    <w:lvl w:ilvl="0" w:tplc="D104347A">
      <w:start w:val="1"/>
      <w:numFmt w:val="decimal"/>
      <w:lvlText w:val="%1."/>
      <w:lvlJc w:val="left"/>
      <w:pPr>
        <w:ind w:left="720" w:hanging="360"/>
      </w:pPr>
      <w:rPr>
        <w:rFonts w:cs="Times New Roman"/>
        <w:b w:val="0"/>
      </w:rPr>
    </w:lvl>
    <w:lvl w:ilvl="1" w:tplc="EC5C499E">
      <w:start w:val="1"/>
      <w:numFmt w:val="lowerLetter"/>
      <w:lvlText w:val="%2."/>
      <w:lvlJc w:val="left"/>
      <w:pPr>
        <w:ind w:left="1620" w:hanging="360"/>
      </w:pPr>
      <w:rPr>
        <w:rFonts w:cs="Times New Roman"/>
        <w:b w:val="0"/>
        <w:i w:val="0"/>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2">
    <w:nsid w:val="696A604B"/>
    <w:multiLevelType w:val="hybridMultilevel"/>
    <w:tmpl w:val="099294A8"/>
    <w:lvl w:ilvl="0" w:tplc="C6D46A2C">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698F53E8"/>
    <w:multiLevelType w:val="hybridMultilevel"/>
    <w:tmpl w:val="8D98AB66"/>
    <w:lvl w:ilvl="0" w:tplc="E4DC6C00">
      <w:start w:val="1"/>
      <w:numFmt w:val="lowerLetter"/>
      <w:lvlText w:val="%1."/>
      <w:lvlJc w:val="left"/>
      <w:pPr>
        <w:ind w:left="99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4">
    <w:nsid w:val="6A32425C"/>
    <w:multiLevelType w:val="hybridMultilevel"/>
    <w:tmpl w:val="CDB0768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5">
    <w:nsid w:val="6C624532"/>
    <w:multiLevelType w:val="hybridMultilevel"/>
    <w:tmpl w:val="2DB4E1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nsid w:val="6CD20660"/>
    <w:multiLevelType w:val="hybridMultilevel"/>
    <w:tmpl w:val="53C2C5F8"/>
    <w:lvl w:ilvl="0" w:tplc="4C24718A">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7">
    <w:nsid w:val="6D970990"/>
    <w:multiLevelType w:val="hybridMultilevel"/>
    <w:tmpl w:val="0F023F8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8">
    <w:nsid w:val="6DBB6747"/>
    <w:multiLevelType w:val="hybridMultilevel"/>
    <w:tmpl w:val="E4867896"/>
    <w:lvl w:ilvl="0" w:tplc="B53AE99E">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9">
    <w:nsid w:val="6E1B41D9"/>
    <w:multiLevelType w:val="hybridMultilevel"/>
    <w:tmpl w:val="EC24EA60"/>
    <w:lvl w:ilvl="0" w:tplc="A074F470">
      <w:start w:val="13"/>
      <w:numFmt w:val="decimal"/>
      <w:lvlText w:val="%1."/>
      <w:lvlJc w:val="left"/>
      <w:pPr>
        <w:ind w:left="720" w:hanging="360"/>
      </w:pPr>
      <w:rPr>
        <w:rFonts w:cs="Times New Roman" w:hint="default"/>
      </w:rPr>
    </w:lvl>
    <w:lvl w:ilvl="1" w:tplc="8ED293D8">
      <w:start w:val="1"/>
      <w:numFmt w:val="lowerLetter"/>
      <w:lvlText w:val="%2."/>
      <w:lvlJc w:val="left"/>
      <w:pPr>
        <w:ind w:left="1440" w:hanging="360"/>
      </w:pPr>
      <w:rPr>
        <w:rFonts w:cs="Times New Roman"/>
        <w:b w:val="0"/>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0">
    <w:nsid w:val="6EFE45BC"/>
    <w:multiLevelType w:val="hybridMultilevel"/>
    <w:tmpl w:val="099294A8"/>
    <w:lvl w:ilvl="0" w:tplc="C6D46A2C">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70566B2E"/>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162">
    <w:nsid w:val="708E4537"/>
    <w:multiLevelType w:val="hybridMultilevel"/>
    <w:tmpl w:val="AE3A9DDC"/>
    <w:lvl w:ilvl="0" w:tplc="9D86BA5C">
      <w:start w:val="1"/>
      <w:numFmt w:val="decimal"/>
      <w:lvlText w:val="%1."/>
      <w:lvlJc w:val="left"/>
      <w:pPr>
        <w:ind w:left="540" w:hanging="360"/>
      </w:pPr>
      <w:rPr>
        <w:rFonts w:cs="Times New Roman"/>
        <w:color w:val="auto"/>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3">
    <w:nsid w:val="709A1103"/>
    <w:multiLevelType w:val="hybridMultilevel"/>
    <w:tmpl w:val="10D2BEA0"/>
    <w:lvl w:ilvl="0" w:tplc="89F874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4">
    <w:nsid w:val="70F064AD"/>
    <w:multiLevelType w:val="hybridMultilevel"/>
    <w:tmpl w:val="CC08ED7E"/>
    <w:lvl w:ilvl="0" w:tplc="7E4A6BF8">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65">
    <w:nsid w:val="719533AD"/>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1E8189E"/>
    <w:multiLevelType w:val="hybridMultilevel"/>
    <w:tmpl w:val="2C8668FE"/>
    <w:lvl w:ilvl="0" w:tplc="72103DDC">
      <w:start w:val="1"/>
      <w:numFmt w:val="decimal"/>
      <w:lvlText w:val="%1."/>
      <w:lvlJc w:val="left"/>
      <w:pPr>
        <w:ind w:left="540" w:hanging="360"/>
      </w:pPr>
      <w:rPr>
        <w:rFonts w:cs="Times New Roman"/>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7">
    <w:nsid w:val="727E11EE"/>
    <w:multiLevelType w:val="hybridMultilevel"/>
    <w:tmpl w:val="2C8668FE"/>
    <w:lvl w:ilvl="0" w:tplc="72103DDC">
      <w:start w:val="1"/>
      <w:numFmt w:val="decimal"/>
      <w:lvlText w:val="%1."/>
      <w:lvlJc w:val="left"/>
      <w:pPr>
        <w:ind w:left="540" w:hanging="360"/>
      </w:pPr>
      <w:rPr>
        <w:rFonts w:cs="Times New Roman"/>
      </w:rPr>
    </w:lvl>
    <w:lvl w:ilvl="1" w:tplc="788CF064">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8">
    <w:nsid w:val="73031583"/>
    <w:multiLevelType w:val="hybridMultilevel"/>
    <w:tmpl w:val="FBC8B2F4"/>
    <w:lvl w:ilvl="0" w:tplc="87A8B1A4">
      <w:start w:val="1"/>
      <w:numFmt w:val="decimal"/>
      <w:lvlText w:val="%1."/>
      <w:lvlJc w:val="left"/>
      <w:pPr>
        <w:ind w:left="1080" w:hanging="360"/>
      </w:pPr>
      <w:rPr>
        <w:rFonts w:cs="Times New Roman"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9">
    <w:nsid w:val="730D188A"/>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4246A3B"/>
    <w:multiLevelType w:val="hybridMultilevel"/>
    <w:tmpl w:val="52120644"/>
    <w:lvl w:ilvl="0" w:tplc="D7A435A6">
      <w:start w:val="1"/>
      <w:numFmt w:val="lowerLetter"/>
      <w:lvlText w:val="%1."/>
      <w:lvlJc w:val="left"/>
      <w:pPr>
        <w:ind w:left="1170" w:hanging="360"/>
      </w:pPr>
      <w:rPr>
        <w:rFonts w:cs="Times New Roman"/>
        <w:b w:val="0"/>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71">
    <w:nsid w:val="74484948"/>
    <w:multiLevelType w:val="hybridMultilevel"/>
    <w:tmpl w:val="C90EADF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nsid w:val="748F5441"/>
    <w:multiLevelType w:val="hybridMultilevel"/>
    <w:tmpl w:val="4942CEEE"/>
    <w:lvl w:ilvl="0" w:tplc="EBAE0E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nsid w:val="75202E32"/>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75481786"/>
    <w:multiLevelType w:val="hybridMultilevel"/>
    <w:tmpl w:val="C22A47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5">
    <w:nsid w:val="75F47494"/>
    <w:multiLevelType w:val="hybridMultilevel"/>
    <w:tmpl w:val="560C92BC"/>
    <w:lvl w:ilvl="0" w:tplc="53FA1E6E">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6">
    <w:nsid w:val="761D054A"/>
    <w:multiLevelType w:val="hybridMultilevel"/>
    <w:tmpl w:val="E474F262"/>
    <w:lvl w:ilvl="0" w:tplc="A580C1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7">
    <w:nsid w:val="763C26F7"/>
    <w:multiLevelType w:val="hybridMultilevel"/>
    <w:tmpl w:val="099294A8"/>
    <w:lvl w:ilvl="0" w:tplc="C6D46A2C">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6E2F9D"/>
    <w:multiLevelType w:val="hybridMultilevel"/>
    <w:tmpl w:val="FDFE93D2"/>
    <w:lvl w:ilvl="0" w:tplc="844CE3C2">
      <w:start w:val="1"/>
      <w:numFmt w:val="lowerLetter"/>
      <w:lvlText w:val="%1."/>
      <w:lvlJc w:val="left"/>
      <w:pPr>
        <w:ind w:left="1440" w:hanging="360"/>
      </w:pPr>
      <w:rPr>
        <w:rFonts w:cs="Times New Roman"/>
        <w:b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79">
    <w:nsid w:val="7692208A"/>
    <w:multiLevelType w:val="hybridMultilevel"/>
    <w:tmpl w:val="CFC8C1F4"/>
    <w:lvl w:ilvl="0" w:tplc="33743386">
      <w:start w:val="1"/>
      <w:numFmt w:val="lowerLetter"/>
      <w:lvlText w:val="%1."/>
      <w:lvlJc w:val="left"/>
      <w:pPr>
        <w:ind w:left="99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nsid w:val="777C2715"/>
    <w:multiLevelType w:val="hybridMultilevel"/>
    <w:tmpl w:val="FA927900"/>
    <w:lvl w:ilvl="0" w:tplc="8C2C002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83137C5"/>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82">
    <w:nsid w:val="78326A62"/>
    <w:multiLevelType w:val="hybridMultilevel"/>
    <w:tmpl w:val="1AB038D2"/>
    <w:lvl w:ilvl="0" w:tplc="04090019">
      <w:start w:val="1"/>
      <w:numFmt w:val="lowerLetter"/>
      <w:lvlText w:val="%1."/>
      <w:lvlJc w:val="left"/>
      <w:pPr>
        <w:ind w:left="2160" w:hanging="360"/>
      </w:pPr>
      <w:rPr>
        <w:rFonts w:hint="default"/>
      </w:rPr>
    </w:lvl>
    <w:lvl w:ilvl="1" w:tplc="40090019">
      <w:start w:val="1"/>
      <w:numFmt w:val="lowerLetter"/>
      <w:lvlText w:val="%2."/>
      <w:lvlJc w:val="left"/>
      <w:pPr>
        <w:ind w:left="2880" w:hanging="360"/>
      </w:pPr>
      <w:rPr>
        <w:rFonts w:cs="Times New Roman"/>
      </w:rPr>
    </w:lvl>
    <w:lvl w:ilvl="2" w:tplc="4009001B" w:tentative="1">
      <w:start w:val="1"/>
      <w:numFmt w:val="lowerRoman"/>
      <w:lvlText w:val="%3."/>
      <w:lvlJc w:val="right"/>
      <w:pPr>
        <w:ind w:left="3600" w:hanging="180"/>
      </w:pPr>
      <w:rPr>
        <w:rFonts w:cs="Times New Roman"/>
      </w:rPr>
    </w:lvl>
    <w:lvl w:ilvl="3" w:tplc="4009000F" w:tentative="1">
      <w:start w:val="1"/>
      <w:numFmt w:val="decimal"/>
      <w:lvlText w:val="%4."/>
      <w:lvlJc w:val="left"/>
      <w:pPr>
        <w:ind w:left="4320" w:hanging="360"/>
      </w:pPr>
      <w:rPr>
        <w:rFonts w:cs="Times New Roman"/>
      </w:rPr>
    </w:lvl>
    <w:lvl w:ilvl="4" w:tplc="40090019" w:tentative="1">
      <w:start w:val="1"/>
      <w:numFmt w:val="lowerLetter"/>
      <w:lvlText w:val="%5."/>
      <w:lvlJc w:val="left"/>
      <w:pPr>
        <w:ind w:left="5040" w:hanging="360"/>
      </w:pPr>
      <w:rPr>
        <w:rFonts w:cs="Times New Roman"/>
      </w:rPr>
    </w:lvl>
    <w:lvl w:ilvl="5" w:tplc="4009001B" w:tentative="1">
      <w:start w:val="1"/>
      <w:numFmt w:val="lowerRoman"/>
      <w:lvlText w:val="%6."/>
      <w:lvlJc w:val="right"/>
      <w:pPr>
        <w:ind w:left="5760" w:hanging="180"/>
      </w:pPr>
      <w:rPr>
        <w:rFonts w:cs="Times New Roman"/>
      </w:rPr>
    </w:lvl>
    <w:lvl w:ilvl="6" w:tplc="4009000F" w:tentative="1">
      <w:start w:val="1"/>
      <w:numFmt w:val="decimal"/>
      <w:lvlText w:val="%7."/>
      <w:lvlJc w:val="left"/>
      <w:pPr>
        <w:ind w:left="6480" w:hanging="360"/>
      </w:pPr>
      <w:rPr>
        <w:rFonts w:cs="Times New Roman"/>
      </w:rPr>
    </w:lvl>
    <w:lvl w:ilvl="7" w:tplc="40090019" w:tentative="1">
      <w:start w:val="1"/>
      <w:numFmt w:val="lowerLetter"/>
      <w:lvlText w:val="%8."/>
      <w:lvlJc w:val="left"/>
      <w:pPr>
        <w:ind w:left="7200" w:hanging="360"/>
      </w:pPr>
      <w:rPr>
        <w:rFonts w:cs="Times New Roman"/>
      </w:rPr>
    </w:lvl>
    <w:lvl w:ilvl="8" w:tplc="4009001B" w:tentative="1">
      <w:start w:val="1"/>
      <w:numFmt w:val="lowerRoman"/>
      <w:lvlText w:val="%9."/>
      <w:lvlJc w:val="right"/>
      <w:pPr>
        <w:ind w:left="7920" w:hanging="180"/>
      </w:pPr>
      <w:rPr>
        <w:rFonts w:cs="Times New Roman"/>
      </w:rPr>
    </w:lvl>
  </w:abstractNum>
  <w:abstractNum w:abstractNumId="183">
    <w:nsid w:val="78BF060F"/>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9063403"/>
    <w:multiLevelType w:val="hybridMultilevel"/>
    <w:tmpl w:val="CDB0768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5">
    <w:nsid w:val="791B4B76"/>
    <w:multiLevelType w:val="hybridMultilevel"/>
    <w:tmpl w:val="822E8360"/>
    <w:lvl w:ilvl="0" w:tplc="87A8B1A4">
      <w:start w:val="1"/>
      <w:numFmt w:val="decimal"/>
      <w:lvlText w:val="%1."/>
      <w:lvlJc w:val="left"/>
      <w:pPr>
        <w:ind w:left="1080" w:hanging="360"/>
      </w:pPr>
      <w:rPr>
        <w:rFonts w:cs="Times New Roman" w:hint="default"/>
      </w:rPr>
    </w:lvl>
    <w:lvl w:ilvl="1" w:tplc="82684FB6">
      <w:start w:val="1"/>
      <w:numFmt w:val="decimal"/>
      <w:lvlText w:val="%2."/>
      <w:lvlJc w:val="left"/>
      <w:pPr>
        <w:ind w:left="1440" w:hanging="360"/>
      </w:pPr>
      <w:rPr>
        <w:rFonts w:hint="default"/>
        <w:b w:val="0"/>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6">
    <w:nsid w:val="7AED1B64"/>
    <w:multiLevelType w:val="multilevel"/>
    <w:tmpl w:val="FA4E249C"/>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87">
    <w:nsid w:val="7B694834"/>
    <w:multiLevelType w:val="hybridMultilevel"/>
    <w:tmpl w:val="1E2E510E"/>
    <w:lvl w:ilvl="0" w:tplc="788CF064">
      <w:start w:val="1"/>
      <w:numFmt w:val="lowerLetter"/>
      <w:lvlText w:val="%1."/>
      <w:lvlJc w:val="left"/>
      <w:pPr>
        <w:ind w:left="108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7BEC7228"/>
    <w:multiLevelType w:val="hybridMultilevel"/>
    <w:tmpl w:val="77C685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7C2319CB"/>
    <w:multiLevelType w:val="hybridMultilevel"/>
    <w:tmpl w:val="6FD82D56"/>
    <w:lvl w:ilvl="0" w:tplc="722EB972">
      <w:start w:val="1"/>
      <w:numFmt w:val="lowerLetter"/>
      <w:lvlText w:val="%1."/>
      <w:lvlJc w:val="left"/>
      <w:pPr>
        <w:ind w:left="144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0">
    <w:nsid w:val="7C9836D2"/>
    <w:multiLevelType w:val="hybridMultilevel"/>
    <w:tmpl w:val="AAA86E98"/>
    <w:lvl w:ilvl="0" w:tplc="C066B6D6">
      <w:start w:val="1"/>
      <w:numFmt w:val="lowerLetter"/>
      <w:lvlText w:val="%1."/>
      <w:lvlJc w:val="left"/>
      <w:pPr>
        <w:tabs>
          <w:tab w:val="num" w:pos="990"/>
        </w:tabs>
        <w:ind w:left="1436" w:hanging="806"/>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1">
    <w:nsid w:val="7DB25F8E"/>
    <w:multiLevelType w:val="hybridMultilevel"/>
    <w:tmpl w:val="3A622DB2"/>
    <w:lvl w:ilvl="0" w:tplc="722EB972">
      <w:start w:val="1"/>
      <w:numFmt w:val="lowerLetter"/>
      <w:lvlText w:val="%1."/>
      <w:lvlJc w:val="left"/>
      <w:pPr>
        <w:ind w:left="1440" w:hanging="360"/>
      </w:pPr>
      <w:rPr>
        <w:rFonts w:cs="Times New Roman"/>
        <w:b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2">
    <w:nsid w:val="7E416903"/>
    <w:multiLevelType w:val="hybridMultilevel"/>
    <w:tmpl w:val="B9DCDED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3">
    <w:nsid w:val="7E990D88"/>
    <w:multiLevelType w:val="hybridMultilevel"/>
    <w:tmpl w:val="70B438C4"/>
    <w:lvl w:ilvl="0" w:tplc="84402314">
      <w:start w:val="1"/>
      <w:numFmt w:val="decimal"/>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194">
    <w:nsid w:val="7ED910C8"/>
    <w:multiLevelType w:val="hybridMultilevel"/>
    <w:tmpl w:val="9216D742"/>
    <w:lvl w:ilvl="0" w:tplc="8C26354E">
      <w:start w:val="1"/>
      <w:numFmt w:val="decimal"/>
      <w:lvlText w:val="%1."/>
      <w:lvlJc w:val="left"/>
      <w:pPr>
        <w:ind w:left="720" w:hanging="360"/>
      </w:pPr>
      <w:rPr>
        <w:rFonts w:cs="Times New Roman"/>
        <w:b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5">
    <w:nsid w:val="7F73392C"/>
    <w:multiLevelType w:val="hybridMultilevel"/>
    <w:tmpl w:val="B0D2EEA2"/>
    <w:lvl w:ilvl="0" w:tplc="61DA51B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7F9A06F5"/>
    <w:multiLevelType w:val="hybridMultilevel"/>
    <w:tmpl w:val="A69C19A8"/>
    <w:lvl w:ilvl="0" w:tplc="BE1834A2">
      <w:start w:val="13"/>
      <w:numFmt w:val="decimal"/>
      <w:lvlText w:val="%1."/>
      <w:lvlJc w:val="left"/>
      <w:pPr>
        <w:ind w:left="720" w:hanging="360"/>
      </w:pPr>
      <w:rPr>
        <w:rFonts w:cs="Times New Roman" w:hint="default"/>
      </w:rPr>
    </w:lvl>
    <w:lvl w:ilvl="1" w:tplc="8ED293D8">
      <w:start w:val="1"/>
      <w:numFmt w:val="lowerLetter"/>
      <w:lvlText w:val="%2."/>
      <w:lvlJc w:val="left"/>
      <w:pPr>
        <w:ind w:left="1440" w:hanging="360"/>
      </w:pPr>
      <w:rPr>
        <w:rFonts w:cs="Times New Roman"/>
        <w:b w:val="0"/>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4"/>
  </w:num>
  <w:num w:numId="2">
    <w:abstractNumId w:val="135"/>
  </w:num>
  <w:num w:numId="3">
    <w:abstractNumId w:val="147"/>
  </w:num>
  <w:num w:numId="4">
    <w:abstractNumId w:val="21"/>
  </w:num>
  <w:num w:numId="5">
    <w:abstractNumId w:val="63"/>
  </w:num>
  <w:num w:numId="6">
    <w:abstractNumId w:val="28"/>
  </w:num>
  <w:num w:numId="7">
    <w:abstractNumId w:val="64"/>
  </w:num>
  <w:num w:numId="8">
    <w:abstractNumId w:val="105"/>
  </w:num>
  <w:num w:numId="9">
    <w:abstractNumId w:val="188"/>
  </w:num>
  <w:num w:numId="10">
    <w:abstractNumId w:val="131"/>
  </w:num>
  <w:num w:numId="11">
    <w:abstractNumId w:val="29"/>
  </w:num>
  <w:num w:numId="12">
    <w:abstractNumId w:val="88"/>
  </w:num>
  <w:num w:numId="13">
    <w:abstractNumId w:val="103"/>
  </w:num>
  <w:num w:numId="14">
    <w:abstractNumId w:val="57"/>
  </w:num>
  <w:num w:numId="15">
    <w:abstractNumId w:val="13"/>
  </w:num>
  <w:num w:numId="16">
    <w:abstractNumId w:val="39"/>
  </w:num>
  <w:num w:numId="17">
    <w:abstractNumId w:val="49"/>
  </w:num>
  <w:num w:numId="18">
    <w:abstractNumId w:val="78"/>
  </w:num>
  <w:num w:numId="19">
    <w:abstractNumId w:val="91"/>
  </w:num>
  <w:num w:numId="20">
    <w:abstractNumId w:val="26"/>
  </w:num>
  <w:num w:numId="21">
    <w:abstractNumId w:val="110"/>
  </w:num>
  <w:num w:numId="22">
    <w:abstractNumId w:val="118"/>
  </w:num>
  <w:num w:numId="23">
    <w:abstractNumId w:val="124"/>
  </w:num>
  <w:num w:numId="24">
    <w:abstractNumId w:val="191"/>
  </w:num>
  <w:num w:numId="25">
    <w:abstractNumId w:val="161"/>
  </w:num>
  <w:num w:numId="26">
    <w:abstractNumId w:val="38"/>
  </w:num>
  <w:num w:numId="27">
    <w:abstractNumId w:val="15"/>
  </w:num>
  <w:num w:numId="28">
    <w:abstractNumId w:val="73"/>
  </w:num>
  <w:num w:numId="29">
    <w:abstractNumId w:val="71"/>
  </w:num>
  <w:num w:numId="30">
    <w:abstractNumId w:val="175"/>
  </w:num>
  <w:num w:numId="31">
    <w:abstractNumId w:val="5"/>
  </w:num>
  <w:num w:numId="32">
    <w:abstractNumId w:val="129"/>
  </w:num>
  <w:num w:numId="33">
    <w:abstractNumId w:val="35"/>
  </w:num>
  <w:num w:numId="34">
    <w:abstractNumId w:val="189"/>
  </w:num>
  <w:num w:numId="35">
    <w:abstractNumId w:val="193"/>
  </w:num>
  <w:num w:numId="36">
    <w:abstractNumId w:val="84"/>
  </w:num>
  <w:num w:numId="37">
    <w:abstractNumId w:val="123"/>
  </w:num>
  <w:num w:numId="38">
    <w:abstractNumId w:val="108"/>
  </w:num>
  <w:num w:numId="39">
    <w:abstractNumId w:val="42"/>
  </w:num>
  <w:num w:numId="40">
    <w:abstractNumId w:val="82"/>
  </w:num>
  <w:num w:numId="41">
    <w:abstractNumId w:val="50"/>
  </w:num>
  <w:num w:numId="42">
    <w:abstractNumId w:val="112"/>
  </w:num>
  <w:num w:numId="43">
    <w:abstractNumId w:val="30"/>
  </w:num>
  <w:num w:numId="44">
    <w:abstractNumId w:val="126"/>
  </w:num>
  <w:num w:numId="45">
    <w:abstractNumId w:val="138"/>
  </w:num>
  <w:num w:numId="46">
    <w:abstractNumId w:val="55"/>
  </w:num>
  <w:num w:numId="47">
    <w:abstractNumId w:val="40"/>
  </w:num>
  <w:num w:numId="48">
    <w:abstractNumId w:val="102"/>
  </w:num>
  <w:num w:numId="49">
    <w:abstractNumId w:val="1"/>
  </w:num>
  <w:num w:numId="50">
    <w:abstractNumId w:val="47"/>
  </w:num>
  <w:num w:numId="51">
    <w:abstractNumId w:val="95"/>
  </w:num>
  <w:num w:numId="52">
    <w:abstractNumId w:val="128"/>
  </w:num>
  <w:num w:numId="53">
    <w:abstractNumId w:val="33"/>
  </w:num>
  <w:num w:numId="54">
    <w:abstractNumId w:val="75"/>
  </w:num>
  <w:num w:numId="55">
    <w:abstractNumId w:val="32"/>
  </w:num>
  <w:num w:numId="56">
    <w:abstractNumId w:val="192"/>
  </w:num>
  <w:num w:numId="57">
    <w:abstractNumId w:val="154"/>
  </w:num>
  <w:num w:numId="58">
    <w:abstractNumId w:val="184"/>
  </w:num>
  <w:num w:numId="59">
    <w:abstractNumId w:val="89"/>
  </w:num>
  <w:num w:numId="60">
    <w:abstractNumId w:val="43"/>
  </w:num>
  <w:num w:numId="61">
    <w:abstractNumId w:val="22"/>
  </w:num>
  <w:num w:numId="62">
    <w:abstractNumId w:val="99"/>
  </w:num>
  <w:num w:numId="63">
    <w:abstractNumId w:val="155"/>
  </w:num>
  <w:num w:numId="64">
    <w:abstractNumId w:val="136"/>
  </w:num>
  <w:num w:numId="65">
    <w:abstractNumId w:val="133"/>
  </w:num>
  <w:num w:numId="66">
    <w:abstractNumId w:val="157"/>
  </w:num>
  <w:num w:numId="67">
    <w:abstractNumId w:val="134"/>
  </w:num>
  <w:num w:numId="68">
    <w:abstractNumId w:val="70"/>
  </w:num>
  <w:num w:numId="69">
    <w:abstractNumId w:val="173"/>
  </w:num>
  <w:num w:numId="70">
    <w:abstractNumId w:val="132"/>
  </w:num>
  <w:num w:numId="71">
    <w:abstractNumId w:val="80"/>
  </w:num>
  <w:num w:numId="72">
    <w:abstractNumId w:val="180"/>
  </w:num>
  <w:num w:numId="73">
    <w:abstractNumId w:val="150"/>
  </w:num>
  <w:num w:numId="74">
    <w:abstractNumId w:val="144"/>
  </w:num>
  <w:num w:numId="75">
    <w:abstractNumId w:val="54"/>
  </w:num>
  <w:num w:numId="76">
    <w:abstractNumId w:val="85"/>
  </w:num>
  <w:num w:numId="77">
    <w:abstractNumId w:val="113"/>
  </w:num>
  <w:num w:numId="78">
    <w:abstractNumId w:val="97"/>
  </w:num>
  <w:num w:numId="79">
    <w:abstractNumId w:val="4"/>
  </w:num>
  <w:num w:numId="80">
    <w:abstractNumId w:val="171"/>
  </w:num>
  <w:num w:numId="81">
    <w:abstractNumId w:val="93"/>
  </w:num>
  <w:num w:numId="82">
    <w:abstractNumId w:val="165"/>
  </w:num>
  <w:num w:numId="83">
    <w:abstractNumId w:val="34"/>
  </w:num>
  <w:num w:numId="84">
    <w:abstractNumId w:val="142"/>
  </w:num>
  <w:num w:numId="85">
    <w:abstractNumId w:val="79"/>
  </w:num>
  <w:num w:numId="86">
    <w:abstractNumId w:val="195"/>
  </w:num>
  <w:num w:numId="87">
    <w:abstractNumId w:val="185"/>
  </w:num>
  <w:num w:numId="88">
    <w:abstractNumId w:val="81"/>
  </w:num>
  <w:num w:numId="89">
    <w:abstractNumId w:val="111"/>
  </w:num>
  <w:num w:numId="90">
    <w:abstractNumId w:val="45"/>
  </w:num>
  <w:num w:numId="91">
    <w:abstractNumId w:val="41"/>
  </w:num>
  <w:num w:numId="92">
    <w:abstractNumId w:val="44"/>
  </w:num>
  <w:num w:numId="93">
    <w:abstractNumId w:val="167"/>
  </w:num>
  <w:num w:numId="94">
    <w:abstractNumId w:val="159"/>
  </w:num>
  <w:num w:numId="95">
    <w:abstractNumId w:val="68"/>
  </w:num>
  <w:num w:numId="96">
    <w:abstractNumId w:val="196"/>
  </w:num>
  <w:num w:numId="97">
    <w:abstractNumId w:val="60"/>
  </w:num>
  <w:num w:numId="98">
    <w:abstractNumId w:val="114"/>
  </w:num>
  <w:num w:numId="99">
    <w:abstractNumId w:val="9"/>
  </w:num>
  <w:num w:numId="100">
    <w:abstractNumId w:val="104"/>
  </w:num>
  <w:num w:numId="101">
    <w:abstractNumId w:val="58"/>
  </w:num>
  <w:num w:numId="102">
    <w:abstractNumId w:val="86"/>
  </w:num>
  <w:num w:numId="103">
    <w:abstractNumId w:val="151"/>
  </w:num>
  <w:num w:numId="104">
    <w:abstractNumId w:val="16"/>
  </w:num>
  <w:num w:numId="105">
    <w:abstractNumId w:val="23"/>
  </w:num>
  <w:num w:numId="106">
    <w:abstractNumId w:val="127"/>
  </w:num>
  <w:num w:numId="107">
    <w:abstractNumId w:val="137"/>
  </w:num>
  <w:num w:numId="108">
    <w:abstractNumId w:val="87"/>
  </w:num>
  <w:num w:numId="109">
    <w:abstractNumId w:val="107"/>
  </w:num>
  <w:num w:numId="110">
    <w:abstractNumId w:val="158"/>
  </w:num>
  <w:num w:numId="111">
    <w:abstractNumId w:val="37"/>
  </w:num>
  <w:num w:numId="112">
    <w:abstractNumId w:val="83"/>
  </w:num>
  <w:num w:numId="113">
    <w:abstractNumId w:val="170"/>
  </w:num>
  <w:num w:numId="114">
    <w:abstractNumId w:val="56"/>
  </w:num>
  <w:num w:numId="115">
    <w:abstractNumId w:val="90"/>
  </w:num>
  <w:num w:numId="116">
    <w:abstractNumId w:val="130"/>
  </w:num>
  <w:num w:numId="117">
    <w:abstractNumId w:val="19"/>
  </w:num>
  <w:num w:numId="118">
    <w:abstractNumId w:val="164"/>
  </w:num>
  <w:num w:numId="119">
    <w:abstractNumId w:val="141"/>
  </w:num>
  <w:num w:numId="120">
    <w:abstractNumId w:val="156"/>
  </w:num>
  <w:num w:numId="121">
    <w:abstractNumId w:val="53"/>
  </w:num>
  <w:num w:numId="122">
    <w:abstractNumId w:val="121"/>
  </w:num>
  <w:num w:numId="123">
    <w:abstractNumId w:val="36"/>
  </w:num>
  <w:num w:numId="124">
    <w:abstractNumId w:val="166"/>
  </w:num>
  <w:num w:numId="125">
    <w:abstractNumId w:val="120"/>
  </w:num>
  <w:num w:numId="126">
    <w:abstractNumId w:val="169"/>
  </w:num>
  <w:num w:numId="127">
    <w:abstractNumId w:val="187"/>
  </w:num>
  <w:num w:numId="128">
    <w:abstractNumId w:val="183"/>
  </w:num>
  <w:num w:numId="129">
    <w:abstractNumId w:val="62"/>
  </w:num>
  <w:num w:numId="130">
    <w:abstractNumId w:val="46"/>
  </w:num>
  <w:num w:numId="131">
    <w:abstractNumId w:val="59"/>
  </w:num>
  <w:num w:numId="132">
    <w:abstractNumId w:val="72"/>
  </w:num>
  <w:num w:numId="133">
    <w:abstractNumId w:val="48"/>
  </w:num>
  <w:num w:numId="134">
    <w:abstractNumId w:val="52"/>
  </w:num>
  <w:num w:numId="135">
    <w:abstractNumId w:val="96"/>
  </w:num>
  <w:num w:numId="136">
    <w:abstractNumId w:val="194"/>
  </w:num>
  <w:num w:numId="137">
    <w:abstractNumId w:val="20"/>
  </w:num>
  <w:num w:numId="138">
    <w:abstractNumId w:val="69"/>
  </w:num>
  <w:num w:numId="139">
    <w:abstractNumId w:val="116"/>
  </w:num>
  <w:num w:numId="140">
    <w:abstractNumId w:val="125"/>
  </w:num>
  <w:num w:numId="141">
    <w:abstractNumId w:val="190"/>
  </w:num>
  <w:num w:numId="142">
    <w:abstractNumId w:val="2"/>
  </w:num>
  <w:num w:numId="143">
    <w:abstractNumId w:val="100"/>
  </w:num>
  <w:num w:numId="144">
    <w:abstractNumId w:val="153"/>
  </w:num>
  <w:num w:numId="145">
    <w:abstractNumId w:val="179"/>
  </w:num>
  <w:num w:numId="146">
    <w:abstractNumId w:val="115"/>
  </w:num>
  <w:num w:numId="147">
    <w:abstractNumId w:val="149"/>
  </w:num>
  <w:num w:numId="148">
    <w:abstractNumId w:val="77"/>
  </w:num>
  <w:num w:numId="149">
    <w:abstractNumId w:val="160"/>
  </w:num>
  <w:num w:numId="150">
    <w:abstractNumId w:val="109"/>
  </w:num>
  <w:num w:numId="151">
    <w:abstractNumId w:val="177"/>
  </w:num>
  <w:num w:numId="152">
    <w:abstractNumId w:val="24"/>
  </w:num>
  <w:num w:numId="153">
    <w:abstractNumId w:val="152"/>
  </w:num>
  <w:num w:numId="154">
    <w:abstractNumId w:val="18"/>
  </w:num>
  <w:num w:numId="155">
    <w:abstractNumId w:val="122"/>
  </w:num>
  <w:num w:numId="156">
    <w:abstractNumId w:val="51"/>
  </w:num>
  <w:num w:numId="157">
    <w:abstractNumId w:val="176"/>
  </w:num>
  <w:num w:numId="158">
    <w:abstractNumId w:val="119"/>
  </w:num>
  <w:num w:numId="159">
    <w:abstractNumId w:val="172"/>
  </w:num>
  <w:num w:numId="160">
    <w:abstractNumId w:val="17"/>
  </w:num>
  <w:num w:numId="161">
    <w:abstractNumId w:val="145"/>
  </w:num>
  <w:num w:numId="162">
    <w:abstractNumId w:val="12"/>
  </w:num>
  <w:num w:numId="163">
    <w:abstractNumId w:val="6"/>
  </w:num>
  <w:num w:numId="164">
    <w:abstractNumId w:val="27"/>
  </w:num>
  <w:num w:numId="165">
    <w:abstractNumId w:val="76"/>
  </w:num>
  <w:num w:numId="166">
    <w:abstractNumId w:val="174"/>
  </w:num>
  <w:num w:numId="167">
    <w:abstractNumId w:val="139"/>
  </w:num>
  <w:num w:numId="168">
    <w:abstractNumId w:val="14"/>
  </w:num>
  <w:num w:numId="169">
    <w:abstractNumId w:val="94"/>
  </w:num>
  <w:num w:numId="170">
    <w:abstractNumId w:val="162"/>
  </w:num>
  <w:num w:numId="171">
    <w:abstractNumId w:val="148"/>
  </w:num>
  <w:num w:numId="172">
    <w:abstractNumId w:val="98"/>
  </w:num>
  <w:num w:numId="173">
    <w:abstractNumId w:val="10"/>
  </w:num>
  <w:num w:numId="174">
    <w:abstractNumId w:val="65"/>
  </w:num>
  <w:num w:numId="175">
    <w:abstractNumId w:val="178"/>
  </w:num>
  <w:num w:numId="176">
    <w:abstractNumId w:val="0"/>
  </w:num>
  <w:num w:numId="177">
    <w:abstractNumId w:val="146"/>
  </w:num>
  <w:num w:numId="178">
    <w:abstractNumId w:val="163"/>
  </w:num>
  <w:num w:numId="179">
    <w:abstractNumId w:val="66"/>
  </w:num>
  <w:num w:numId="180">
    <w:abstractNumId w:val="143"/>
  </w:num>
  <w:num w:numId="181">
    <w:abstractNumId w:val="31"/>
  </w:num>
  <w:num w:numId="182">
    <w:abstractNumId w:val="181"/>
  </w:num>
  <w:num w:numId="183">
    <w:abstractNumId w:val="101"/>
  </w:num>
  <w:num w:numId="184">
    <w:abstractNumId w:val="61"/>
  </w:num>
  <w:num w:numId="185">
    <w:abstractNumId w:val="7"/>
  </w:num>
  <w:num w:numId="186">
    <w:abstractNumId w:val="106"/>
  </w:num>
  <w:num w:numId="187">
    <w:abstractNumId w:val="67"/>
  </w:num>
  <w:num w:numId="188">
    <w:abstractNumId w:val="186"/>
  </w:num>
  <w:num w:numId="189">
    <w:abstractNumId w:val="8"/>
  </w:num>
  <w:num w:numId="190">
    <w:abstractNumId w:val="92"/>
  </w:num>
  <w:num w:numId="191">
    <w:abstractNumId w:val="140"/>
  </w:num>
  <w:num w:numId="192">
    <w:abstractNumId w:val="182"/>
  </w:num>
  <w:num w:numId="193">
    <w:abstractNumId w:val="25"/>
  </w:num>
  <w:num w:numId="194">
    <w:abstractNumId w:val="117"/>
  </w:num>
  <w:num w:numId="195">
    <w:abstractNumId w:val="168"/>
  </w:num>
  <w:num w:numId="196">
    <w:abstractNumId w:val="11"/>
  </w:num>
  <w:num w:numId="197">
    <w:abstractNumId w:val="3"/>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8EF"/>
    <w:rsid w:val="00000338"/>
    <w:rsid w:val="00000449"/>
    <w:rsid w:val="00000F13"/>
    <w:rsid w:val="00001317"/>
    <w:rsid w:val="000016DA"/>
    <w:rsid w:val="00001B58"/>
    <w:rsid w:val="00001CD0"/>
    <w:rsid w:val="00001D21"/>
    <w:rsid w:val="00001FE0"/>
    <w:rsid w:val="00002440"/>
    <w:rsid w:val="000024C0"/>
    <w:rsid w:val="00003EE9"/>
    <w:rsid w:val="00004D50"/>
    <w:rsid w:val="000054BF"/>
    <w:rsid w:val="00006B3B"/>
    <w:rsid w:val="00007171"/>
    <w:rsid w:val="0000717C"/>
    <w:rsid w:val="00010D3C"/>
    <w:rsid w:val="00011412"/>
    <w:rsid w:val="00011A38"/>
    <w:rsid w:val="00012A27"/>
    <w:rsid w:val="00012A47"/>
    <w:rsid w:val="000132AC"/>
    <w:rsid w:val="00014E34"/>
    <w:rsid w:val="00015997"/>
    <w:rsid w:val="00015E04"/>
    <w:rsid w:val="00016558"/>
    <w:rsid w:val="000176B6"/>
    <w:rsid w:val="00017863"/>
    <w:rsid w:val="0002002B"/>
    <w:rsid w:val="000207B7"/>
    <w:rsid w:val="00021124"/>
    <w:rsid w:val="0002165D"/>
    <w:rsid w:val="00021798"/>
    <w:rsid w:val="0002225C"/>
    <w:rsid w:val="000223B0"/>
    <w:rsid w:val="0002257E"/>
    <w:rsid w:val="00023332"/>
    <w:rsid w:val="00024256"/>
    <w:rsid w:val="00024B11"/>
    <w:rsid w:val="0002569A"/>
    <w:rsid w:val="000256E8"/>
    <w:rsid w:val="0002581B"/>
    <w:rsid w:val="0002607D"/>
    <w:rsid w:val="00026947"/>
    <w:rsid w:val="00026D3A"/>
    <w:rsid w:val="0003090D"/>
    <w:rsid w:val="00030E89"/>
    <w:rsid w:val="00030F84"/>
    <w:rsid w:val="0003110A"/>
    <w:rsid w:val="0003124D"/>
    <w:rsid w:val="0003202F"/>
    <w:rsid w:val="00032B64"/>
    <w:rsid w:val="00032C8B"/>
    <w:rsid w:val="000330F6"/>
    <w:rsid w:val="000336BC"/>
    <w:rsid w:val="0003394E"/>
    <w:rsid w:val="00033C83"/>
    <w:rsid w:val="000341CD"/>
    <w:rsid w:val="000342C6"/>
    <w:rsid w:val="000348FD"/>
    <w:rsid w:val="00034F72"/>
    <w:rsid w:val="00035569"/>
    <w:rsid w:val="00035ACF"/>
    <w:rsid w:val="000369F6"/>
    <w:rsid w:val="00037199"/>
    <w:rsid w:val="00040123"/>
    <w:rsid w:val="000403A1"/>
    <w:rsid w:val="00040519"/>
    <w:rsid w:val="00040BB0"/>
    <w:rsid w:val="000413AE"/>
    <w:rsid w:val="00041C25"/>
    <w:rsid w:val="00042FD2"/>
    <w:rsid w:val="00043235"/>
    <w:rsid w:val="000435DC"/>
    <w:rsid w:val="0004384A"/>
    <w:rsid w:val="00043D18"/>
    <w:rsid w:val="00043EF5"/>
    <w:rsid w:val="00046543"/>
    <w:rsid w:val="00047475"/>
    <w:rsid w:val="00047CFB"/>
    <w:rsid w:val="0005007B"/>
    <w:rsid w:val="00050F8D"/>
    <w:rsid w:val="000513CE"/>
    <w:rsid w:val="00052906"/>
    <w:rsid w:val="000536CD"/>
    <w:rsid w:val="000541A4"/>
    <w:rsid w:val="000546D2"/>
    <w:rsid w:val="00055AA5"/>
    <w:rsid w:val="00055C92"/>
    <w:rsid w:val="0005715E"/>
    <w:rsid w:val="000572D8"/>
    <w:rsid w:val="00057687"/>
    <w:rsid w:val="00057C43"/>
    <w:rsid w:val="0006004C"/>
    <w:rsid w:val="0006028A"/>
    <w:rsid w:val="00060505"/>
    <w:rsid w:val="000618D5"/>
    <w:rsid w:val="00061EB6"/>
    <w:rsid w:val="0006228F"/>
    <w:rsid w:val="00063321"/>
    <w:rsid w:val="00063632"/>
    <w:rsid w:val="00063852"/>
    <w:rsid w:val="00063970"/>
    <w:rsid w:val="00063B95"/>
    <w:rsid w:val="000645FD"/>
    <w:rsid w:val="000646A8"/>
    <w:rsid w:val="00065803"/>
    <w:rsid w:val="00066D19"/>
    <w:rsid w:val="000672C6"/>
    <w:rsid w:val="000701AA"/>
    <w:rsid w:val="000701BB"/>
    <w:rsid w:val="00070A3D"/>
    <w:rsid w:val="00070FCE"/>
    <w:rsid w:val="000713F0"/>
    <w:rsid w:val="000718D5"/>
    <w:rsid w:val="000718F2"/>
    <w:rsid w:val="00071E25"/>
    <w:rsid w:val="0007281B"/>
    <w:rsid w:val="00072B22"/>
    <w:rsid w:val="00073323"/>
    <w:rsid w:val="000735AA"/>
    <w:rsid w:val="0007457F"/>
    <w:rsid w:val="000745EC"/>
    <w:rsid w:val="00074ED8"/>
    <w:rsid w:val="000750C0"/>
    <w:rsid w:val="000759C6"/>
    <w:rsid w:val="00075ACB"/>
    <w:rsid w:val="00075D5C"/>
    <w:rsid w:val="000770C1"/>
    <w:rsid w:val="00077BCF"/>
    <w:rsid w:val="00080A0B"/>
    <w:rsid w:val="00080D7A"/>
    <w:rsid w:val="00081160"/>
    <w:rsid w:val="00081641"/>
    <w:rsid w:val="00081BE6"/>
    <w:rsid w:val="00082095"/>
    <w:rsid w:val="000825A5"/>
    <w:rsid w:val="00082BE7"/>
    <w:rsid w:val="0008333D"/>
    <w:rsid w:val="000834AA"/>
    <w:rsid w:val="00083F4D"/>
    <w:rsid w:val="00084330"/>
    <w:rsid w:val="000844FA"/>
    <w:rsid w:val="00084744"/>
    <w:rsid w:val="00084A20"/>
    <w:rsid w:val="00085257"/>
    <w:rsid w:val="000854D0"/>
    <w:rsid w:val="00085A51"/>
    <w:rsid w:val="00085B06"/>
    <w:rsid w:val="0008691F"/>
    <w:rsid w:val="00087F5A"/>
    <w:rsid w:val="00091F98"/>
    <w:rsid w:val="00092217"/>
    <w:rsid w:val="000922DA"/>
    <w:rsid w:val="00092712"/>
    <w:rsid w:val="0009284A"/>
    <w:rsid w:val="00093149"/>
    <w:rsid w:val="0009451F"/>
    <w:rsid w:val="000946BA"/>
    <w:rsid w:val="0009532A"/>
    <w:rsid w:val="00096A3A"/>
    <w:rsid w:val="00096E77"/>
    <w:rsid w:val="00096E9B"/>
    <w:rsid w:val="00097327"/>
    <w:rsid w:val="000A0044"/>
    <w:rsid w:val="000A0C6A"/>
    <w:rsid w:val="000A144D"/>
    <w:rsid w:val="000A16FC"/>
    <w:rsid w:val="000A1B63"/>
    <w:rsid w:val="000A297D"/>
    <w:rsid w:val="000A2D71"/>
    <w:rsid w:val="000A363B"/>
    <w:rsid w:val="000A4566"/>
    <w:rsid w:val="000A45F3"/>
    <w:rsid w:val="000A4B86"/>
    <w:rsid w:val="000A4F56"/>
    <w:rsid w:val="000A63ED"/>
    <w:rsid w:val="000A6F82"/>
    <w:rsid w:val="000A7A9F"/>
    <w:rsid w:val="000A7EF9"/>
    <w:rsid w:val="000B052A"/>
    <w:rsid w:val="000B2C0A"/>
    <w:rsid w:val="000B2E66"/>
    <w:rsid w:val="000B31C1"/>
    <w:rsid w:val="000B337E"/>
    <w:rsid w:val="000B45A7"/>
    <w:rsid w:val="000B52B8"/>
    <w:rsid w:val="000B651B"/>
    <w:rsid w:val="000B7A3B"/>
    <w:rsid w:val="000B7AF4"/>
    <w:rsid w:val="000B7DBA"/>
    <w:rsid w:val="000B7F36"/>
    <w:rsid w:val="000B7FEB"/>
    <w:rsid w:val="000C0792"/>
    <w:rsid w:val="000C38EA"/>
    <w:rsid w:val="000C3D8B"/>
    <w:rsid w:val="000C44D1"/>
    <w:rsid w:val="000C46BF"/>
    <w:rsid w:val="000C4858"/>
    <w:rsid w:val="000C6680"/>
    <w:rsid w:val="000C72EC"/>
    <w:rsid w:val="000C7E3C"/>
    <w:rsid w:val="000D1B4C"/>
    <w:rsid w:val="000D20DE"/>
    <w:rsid w:val="000D2C54"/>
    <w:rsid w:val="000D2F3F"/>
    <w:rsid w:val="000D322D"/>
    <w:rsid w:val="000D3834"/>
    <w:rsid w:val="000D487C"/>
    <w:rsid w:val="000D4904"/>
    <w:rsid w:val="000D4A3B"/>
    <w:rsid w:val="000D5349"/>
    <w:rsid w:val="000D5A3E"/>
    <w:rsid w:val="000D5C18"/>
    <w:rsid w:val="000D74C8"/>
    <w:rsid w:val="000D7EED"/>
    <w:rsid w:val="000D7FA6"/>
    <w:rsid w:val="000E0081"/>
    <w:rsid w:val="000E0148"/>
    <w:rsid w:val="000E09B9"/>
    <w:rsid w:val="000E1A04"/>
    <w:rsid w:val="000E2EB2"/>
    <w:rsid w:val="000E2EC3"/>
    <w:rsid w:val="000E3071"/>
    <w:rsid w:val="000E426E"/>
    <w:rsid w:val="000E4747"/>
    <w:rsid w:val="000E48FF"/>
    <w:rsid w:val="000E6ADE"/>
    <w:rsid w:val="000E6D91"/>
    <w:rsid w:val="000E6E66"/>
    <w:rsid w:val="000E75EF"/>
    <w:rsid w:val="000E76E9"/>
    <w:rsid w:val="000E7E62"/>
    <w:rsid w:val="000F0245"/>
    <w:rsid w:val="000F0A72"/>
    <w:rsid w:val="000F190C"/>
    <w:rsid w:val="000F1BA3"/>
    <w:rsid w:val="000F3985"/>
    <w:rsid w:val="000F3D6A"/>
    <w:rsid w:val="000F3EB9"/>
    <w:rsid w:val="000F46D7"/>
    <w:rsid w:val="000F4DB4"/>
    <w:rsid w:val="000F4F1E"/>
    <w:rsid w:val="000F6214"/>
    <w:rsid w:val="000F6529"/>
    <w:rsid w:val="000F71DA"/>
    <w:rsid w:val="000F772F"/>
    <w:rsid w:val="000F781F"/>
    <w:rsid w:val="000F7F05"/>
    <w:rsid w:val="000F7F65"/>
    <w:rsid w:val="0010010E"/>
    <w:rsid w:val="00101883"/>
    <w:rsid w:val="001019EB"/>
    <w:rsid w:val="00102D55"/>
    <w:rsid w:val="00103F9D"/>
    <w:rsid w:val="00104BDA"/>
    <w:rsid w:val="001053B7"/>
    <w:rsid w:val="00105F11"/>
    <w:rsid w:val="001079B1"/>
    <w:rsid w:val="001103B1"/>
    <w:rsid w:val="001135EC"/>
    <w:rsid w:val="00115370"/>
    <w:rsid w:val="0011631B"/>
    <w:rsid w:val="00120194"/>
    <w:rsid w:val="00120CF9"/>
    <w:rsid w:val="001216C7"/>
    <w:rsid w:val="00122003"/>
    <w:rsid w:val="0012248A"/>
    <w:rsid w:val="00123A69"/>
    <w:rsid w:val="001252CC"/>
    <w:rsid w:val="0013035F"/>
    <w:rsid w:val="001303CB"/>
    <w:rsid w:val="00130441"/>
    <w:rsid w:val="00130581"/>
    <w:rsid w:val="00130D55"/>
    <w:rsid w:val="00130ED6"/>
    <w:rsid w:val="0013184F"/>
    <w:rsid w:val="00131DD4"/>
    <w:rsid w:val="0013252B"/>
    <w:rsid w:val="00133229"/>
    <w:rsid w:val="00133675"/>
    <w:rsid w:val="00133C47"/>
    <w:rsid w:val="00134030"/>
    <w:rsid w:val="00134374"/>
    <w:rsid w:val="00134B78"/>
    <w:rsid w:val="00134DFE"/>
    <w:rsid w:val="001377C5"/>
    <w:rsid w:val="00137898"/>
    <w:rsid w:val="0014102F"/>
    <w:rsid w:val="00142AF2"/>
    <w:rsid w:val="00143A03"/>
    <w:rsid w:val="00143B15"/>
    <w:rsid w:val="0014422C"/>
    <w:rsid w:val="00144BF5"/>
    <w:rsid w:val="00144F37"/>
    <w:rsid w:val="0014577E"/>
    <w:rsid w:val="00145B48"/>
    <w:rsid w:val="00145D9F"/>
    <w:rsid w:val="00147CF3"/>
    <w:rsid w:val="001506C7"/>
    <w:rsid w:val="00151553"/>
    <w:rsid w:val="0015234C"/>
    <w:rsid w:val="00152497"/>
    <w:rsid w:val="00152B09"/>
    <w:rsid w:val="00153CB8"/>
    <w:rsid w:val="0015464D"/>
    <w:rsid w:val="00154B2E"/>
    <w:rsid w:val="00154BF6"/>
    <w:rsid w:val="00155730"/>
    <w:rsid w:val="00157209"/>
    <w:rsid w:val="001573FA"/>
    <w:rsid w:val="00160F1E"/>
    <w:rsid w:val="00161DE7"/>
    <w:rsid w:val="00162006"/>
    <w:rsid w:val="00163026"/>
    <w:rsid w:val="0016387B"/>
    <w:rsid w:val="001645CD"/>
    <w:rsid w:val="001646DB"/>
    <w:rsid w:val="00166B0D"/>
    <w:rsid w:val="00166BBF"/>
    <w:rsid w:val="00167645"/>
    <w:rsid w:val="00167C7F"/>
    <w:rsid w:val="00167E99"/>
    <w:rsid w:val="00170139"/>
    <w:rsid w:val="00170965"/>
    <w:rsid w:val="00170B73"/>
    <w:rsid w:val="001710C7"/>
    <w:rsid w:val="00171710"/>
    <w:rsid w:val="00171A22"/>
    <w:rsid w:val="001721C4"/>
    <w:rsid w:val="0017268C"/>
    <w:rsid w:val="00173AF2"/>
    <w:rsid w:val="00174FEA"/>
    <w:rsid w:val="00175625"/>
    <w:rsid w:val="0017598D"/>
    <w:rsid w:val="00175C3A"/>
    <w:rsid w:val="00176B57"/>
    <w:rsid w:val="00176FF6"/>
    <w:rsid w:val="00177677"/>
    <w:rsid w:val="001779EC"/>
    <w:rsid w:val="00180389"/>
    <w:rsid w:val="00180AF7"/>
    <w:rsid w:val="00180D80"/>
    <w:rsid w:val="001815E7"/>
    <w:rsid w:val="0018190E"/>
    <w:rsid w:val="00182010"/>
    <w:rsid w:val="00182E5E"/>
    <w:rsid w:val="001843C7"/>
    <w:rsid w:val="00184579"/>
    <w:rsid w:val="00184AC2"/>
    <w:rsid w:val="001851C8"/>
    <w:rsid w:val="00185952"/>
    <w:rsid w:val="001859CF"/>
    <w:rsid w:val="001861DF"/>
    <w:rsid w:val="00186640"/>
    <w:rsid w:val="00186AC1"/>
    <w:rsid w:val="00186D96"/>
    <w:rsid w:val="00187463"/>
    <w:rsid w:val="00187AFB"/>
    <w:rsid w:val="00187EDD"/>
    <w:rsid w:val="001904E6"/>
    <w:rsid w:val="00190FC4"/>
    <w:rsid w:val="00191D3D"/>
    <w:rsid w:val="0019241F"/>
    <w:rsid w:val="00192F39"/>
    <w:rsid w:val="001934B0"/>
    <w:rsid w:val="00193561"/>
    <w:rsid w:val="00193B0A"/>
    <w:rsid w:val="00193D4F"/>
    <w:rsid w:val="0019471A"/>
    <w:rsid w:val="00194F6A"/>
    <w:rsid w:val="0019530A"/>
    <w:rsid w:val="00195358"/>
    <w:rsid w:val="0019580A"/>
    <w:rsid w:val="0019628F"/>
    <w:rsid w:val="001970E4"/>
    <w:rsid w:val="001A17C0"/>
    <w:rsid w:val="001A18D9"/>
    <w:rsid w:val="001A1B48"/>
    <w:rsid w:val="001A3657"/>
    <w:rsid w:val="001A3EB0"/>
    <w:rsid w:val="001A5F0F"/>
    <w:rsid w:val="001A6694"/>
    <w:rsid w:val="001A67E6"/>
    <w:rsid w:val="001A68E2"/>
    <w:rsid w:val="001A6CFB"/>
    <w:rsid w:val="001A7600"/>
    <w:rsid w:val="001B0007"/>
    <w:rsid w:val="001B1022"/>
    <w:rsid w:val="001B1DCC"/>
    <w:rsid w:val="001B23B0"/>
    <w:rsid w:val="001B241B"/>
    <w:rsid w:val="001B3AF8"/>
    <w:rsid w:val="001B4CEE"/>
    <w:rsid w:val="001B4CEF"/>
    <w:rsid w:val="001B4D82"/>
    <w:rsid w:val="001B572F"/>
    <w:rsid w:val="001B60C0"/>
    <w:rsid w:val="001B6D9B"/>
    <w:rsid w:val="001B7724"/>
    <w:rsid w:val="001C0577"/>
    <w:rsid w:val="001C0D90"/>
    <w:rsid w:val="001C1278"/>
    <w:rsid w:val="001C1A52"/>
    <w:rsid w:val="001C1E9A"/>
    <w:rsid w:val="001C22DF"/>
    <w:rsid w:val="001C24EF"/>
    <w:rsid w:val="001C3C8A"/>
    <w:rsid w:val="001C5120"/>
    <w:rsid w:val="001C5959"/>
    <w:rsid w:val="001C6501"/>
    <w:rsid w:val="001C6E9F"/>
    <w:rsid w:val="001D0453"/>
    <w:rsid w:val="001D045E"/>
    <w:rsid w:val="001D0D30"/>
    <w:rsid w:val="001D10BE"/>
    <w:rsid w:val="001D2251"/>
    <w:rsid w:val="001D3000"/>
    <w:rsid w:val="001D469E"/>
    <w:rsid w:val="001D4A5B"/>
    <w:rsid w:val="001D5252"/>
    <w:rsid w:val="001D5919"/>
    <w:rsid w:val="001D6A64"/>
    <w:rsid w:val="001E08D6"/>
    <w:rsid w:val="001E0A79"/>
    <w:rsid w:val="001E0D0B"/>
    <w:rsid w:val="001E2EF7"/>
    <w:rsid w:val="001E3BDF"/>
    <w:rsid w:val="001E4164"/>
    <w:rsid w:val="001E4555"/>
    <w:rsid w:val="001E46E6"/>
    <w:rsid w:val="001E49B1"/>
    <w:rsid w:val="001E4E64"/>
    <w:rsid w:val="001E6377"/>
    <w:rsid w:val="001E693B"/>
    <w:rsid w:val="001E6E25"/>
    <w:rsid w:val="001E7019"/>
    <w:rsid w:val="001E7753"/>
    <w:rsid w:val="001F183D"/>
    <w:rsid w:val="001F2A86"/>
    <w:rsid w:val="001F2FEF"/>
    <w:rsid w:val="001F3352"/>
    <w:rsid w:val="001F3520"/>
    <w:rsid w:val="001F46AF"/>
    <w:rsid w:val="001F49C2"/>
    <w:rsid w:val="001F4E5F"/>
    <w:rsid w:val="001F53C6"/>
    <w:rsid w:val="001F55BD"/>
    <w:rsid w:val="00200867"/>
    <w:rsid w:val="00202732"/>
    <w:rsid w:val="00202A96"/>
    <w:rsid w:val="00204196"/>
    <w:rsid w:val="0020558E"/>
    <w:rsid w:val="00206770"/>
    <w:rsid w:val="00206BA2"/>
    <w:rsid w:val="00207360"/>
    <w:rsid w:val="002100F5"/>
    <w:rsid w:val="00210781"/>
    <w:rsid w:val="00210F06"/>
    <w:rsid w:val="00211722"/>
    <w:rsid w:val="00213212"/>
    <w:rsid w:val="00214909"/>
    <w:rsid w:val="00216B52"/>
    <w:rsid w:val="00216ED5"/>
    <w:rsid w:val="00217504"/>
    <w:rsid w:val="0021777C"/>
    <w:rsid w:val="00217822"/>
    <w:rsid w:val="0022021E"/>
    <w:rsid w:val="00220ED9"/>
    <w:rsid w:val="00222375"/>
    <w:rsid w:val="00222966"/>
    <w:rsid w:val="002234C3"/>
    <w:rsid w:val="00224011"/>
    <w:rsid w:val="00224B72"/>
    <w:rsid w:val="00225751"/>
    <w:rsid w:val="00226924"/>
    <w:rsid w:val="00226E3A"/>
    <w:rsid w:val="002303EB"/>
    <w:rsid w:val="0023046C"/>
    <w:rsid w:val="002309D2"/>
    <w:rsid w:val="00231C9B"/>
    <w:rsid w:val="00232CD6"/>
    <w:rsid w:val="00232E04"/>
    <w:rsid w:val="002330E9"/>
    <w:rsid w:val="00234E3D"/>
    <w:rsid w:val="00234F24"/>
    <w:rsid w:val="002354C0"/>
    <w:rsid w:val="002355EE"/>
    <w:rsid w:val="002359AC"/>
    <w:rsid w:val="00236B01"/>
    <w:rsid w:val="00236E74"/>
    <w:rsid w:val="002371F3"/>
    <w:rsid w:val="00240046"/>
    <w:rsid w:val="0024017E"/>
    <w:rsid w:val="00240898"/>
    <w:rsid w:val="002415FA"/>
    <w:rsid w:val="002423A6"/>
    <w:rsid w:val="002430F6"/>
    <w:rsid w:val="00244904"/>
    <w:rsid w:val="002455C0"/>
    <w:rsid w:val="00245A06"/>
    <w:rsid w:val="00245D58"/>
    <w:rsid w:val="0024628C"/>
    <w:rsid w:val="002468A1"/>
    <w:rsid w:val="00246D4C"/>
    <w:rsid w:val="00247407"/>
    <w:rsid w:val="002478A4"/>
    <w:rsid w:val="002479B6"/>
    <w:rsid w:val="002503B1"/>
    <w:rsid w:val="00251AC9"/>
    <w:rsid w:val="00252AC2"/>
    <w:rsid w:val="00252C4E"/>
    <w:rsid w:val="002540CC"/>
    <w:rsid w:val="00254406"/>
    <w:rsid w:val="002554C9"/>
    <w:rsid w:val="0025550E"/>
    <w:rsid w:val="0025592E"/>
    <w:rsid w:val="00255FCD"/>
    <w:rsid w:val="00256DDD"/>
    <w:rsid w:val="0025700F"/>
    <w:rsid w:val="00257168"/>
    <w:rsid w:val="002572FC"/>
    <w:rsid w:val="0025786C"/>
    <w:rsid w:val="002618E0"/>
    <w:rsid w:val="002621C3"/>
    <w:rsid w:val="002624A7"/>
    <w:rsid w:val="002631C7"/>
    <w:rsid w:val="00264164"/>
    <w:rsid w:val="002645AF"/>
    <w:rsid w:val="00264876"/>
    <w:rsid w:val="002654D6"/>
    <w:rsid w:val="00265813"/>
    <w:rsid w:val="0026581A"/>
    <w:rsid w:val="002670A3"/>
    <w:rsid w:val="0027051C"/>
    <w:rsid w:val="00270B51"/>
    <w:rsid w:val="00270C88"/>
    <w:rsid w:val="00270F66"/>
    <w:rsid w:val="00271167"/>
    <w:rsid w:val="00271342"/>
    <w:rsid w:val="002716DC"/>
    <w:rsid w:val="00271C57"/>
    <w:rsid w:val="00271C66"/>
    <w:rsid w:val="00272440"/>
    <w:rsid w:val="0027251D"/>
    <w:rsid w:val="00272DBB"/>
    <w:rsid w:val="00273A4F"/>
    <w:rsid w:val="00273C29"/>
    <w:rsid w:val="002744A6"/>
    <w:rsid w:val="0027464F"/>
    <w:rsid w:val="00274D48"/>
    <w:rsid w:val="00274D9E"/>
    <w:rsid w:val="00274FA1"/>
    <w:rsid w:val="00275894"/>
    <w:rsid w:val="0027718E"/>
    <w:rsid w:val="00277525"/>
    <w:rsid w:val="0028040D"/>
    <w:rsid w:val="0028100A"/>
    <w:rsid w:val="0028165C"/>
    <w:rsid w:val="002816F0"/>
    <w:rsid w:val="00281BA2"/>
    <w:rsid w:val="00281D22"/>
    <w:rsid w:val="00282185"/>
    <w:rsid w:val="00282B00"/>
    <w:rsid w:val="0028355E"/>
    <w:rsid w:val="00283594"/>
    <w:rsid w:val="00284132"/>
    <w:rsid w:val="00284B91"/>
    <w:rsid w:val="00285279"/>
    <w:rsid w:val="002856D4"/>
    <w:rsid w:val="00285C22"/>
    <w:rsid w:val="0028701B"/>
    <w:rsid w:val="00287093"/>
    <w:rsid w:val="00290132"/>
    <w:rsid w:val="002909B6"/>
    <w:rsid w:val="0029171A"/>
    <w:rsid w:val="00291981"/>
    <w:rsid w:val="00291DDA"/>
    <w:rsid w:val="00292789"/>
    <w:rsid w:val="00292B57"/>
    <w:rsid w:val="00293028"/>
    <w:rsid w:val="002937A2"/>
    <w:rsid w:val="00293836"/>
    <w:rsid w:val="00295473"/>
    <w:rsid w:val="00295A02"/>
    <w:rsid w:val="002961D9"/>
    <w:rsid w:val="002961E1"/>
    <w:rsid w:val="00296981"/>
    <w:rsid w:val="00296B11"/>
    <w:rsid w:val="00296BD2"/>
    <w:rsid w:val="00297070"/>
    <w:rsid w:val="00297214"/>
    <w:rsid w:val="00297646"/>
    <w:rsid w:val="002A01B6"/>
    <w:rsid w:val="002A02A8"/>
    <w:rsid w:val="002A02F7"/>
    <w:rsid w:val="002A1438"/>
    <w:rsid w:val="002A294D"/>
    <w:rsid w:val="002A2B92"/>
    <w:rsid w:val="002A38DD"/>
    <w:rsid w:val="002A3CB1"/>
    <w:rsid w:val="002A3D08"/>
    <w:rsid w:val="002A4965"/>
    <w:rsid w:val="002A4D4B"/>
    <w:rsid w:val="002A5F0E"/>
    <w:rsid w:val="002A761D"/>
    <w:rsid w:val="002A7C43"/>
    <w:rsid w:val="002B0031"/>
    <w:rsid w:val="002B10DF"/>
    <w:rsid w:val="002B18B8"/>
    <w:rsid w:val="002B198D"/>
    <w:rsid w:val="002B26C4"/>
    <w:rsid w:val="002B34FC"/>
    <w:rsid w:val="002B4546"/>
    <w:rsid w:val="002B5CD9"/>
    <w:rsid w:val="002B5F10"/>
    <w:rsid w:val="002B6E44"/>
    <w:rsid w:val="002B7CB0"/>
    <w:rsid w:val="002C018E"/>
    <w:rsid w:val="002C06DC"/>
    <w:rsid w:val="002C07B7"/>
    <w:rsid w:val="002C0F61"/>
    <w:rsid w:val="002C13A1"/>
    <w:rsid w:val="002C2A07"/>
    <w:rsid w:val="002C2C52"/>
    <w:rsid w:val="002C3CB2"/>
    <w:rsid w:val="002C3F8F"/>
    <w:rsid w:val="002C4345"/>
    <w:rsid w:val="002C52AF"/>
    <w:rsid w:val="002C5AF2"/>
    <w:rsid w:val="002C6037"/>
    <w:rsid w:val="002C6D69"/>
    <w:rsid w:val="002C71DB"/>
    <w:rsid w:val="002C7AE1"/>
    <w:rsid w:val="002C7BE2"/>
    <w:rsid w:val="002C7FBE"/>
    <w:rsid w:val="002D02B4"/>
    <w:rsid w:val="002D082F"/>
    <w:rsid w:val="002D1523"/>
    <w:rsid w:val="002D1909"/>
    <w:rsid w:val="002D1AA9"/>
    <w:rsid w:val="002D207C"/>
    <w:rsid w:val="002D24E6"/>
    <w:rsid w:val="002D2FB5"/>
    <w:rsid w:val="002D32D5"/>
    <w:rsid w:val="002D4131"/>
    <w:rsid w:val="002D4230"/>
    <w:rsid w:val="002D46F3"/>
    <w:rsid w:val="002D4BE5"/>
    <w:rsid w:val="002D5355"/>
    <w:rsid w:val="002D548E"/>
    <w:rsid w:val="002D611B"/>
    <w:rsid w:val="002D6BD7"/>
    <w:rsid w:val="002D6E27"/>
    <w:rsid w:val="002D6EB5"/>
    <w:rsid w:val="002D7233"/>
    <w:rsid w:val="002E02D2"/>
    <w:rsid w:val="002E07A9"/>
    <w:rsid w:val="002E1D85"/>
    <w:rsid w:val="002E2007"/>
    <w:rsid w:val="002E316F"/>
    <w:rsid w:val="002E3B13"/>
    <w:rsid w:val="002E407D"/>
    <w:rsid w:val="002E426A"/>
    <w:rsid w:val="002E49D4"/>
    <w:rsid w:val="002E4D9B"/>
    <w:rsid w:val="002E6B2B"/>
    <w:rsid w:val="002E76C5"/>
    <w:rsid w:val="002F0239"/>
    <w:rsid w:val="002F107E"/>
    <w:rsid w:val="002F128A"/>
    <w:rsid w:val="002F1C85"/>
    <w:rsid w:val="002F1E98"/>
    <w:rsid w:val="002F2A69"/>
    <w:rsid w:val="002F3750"/>
    <w:rsid w:val="002F64C4"/>
    <w:rsid w:val="002F7CE8"/>
    <w:rsid w:val="0030047D"/>
    <w:rsid w:val="00300B92"/>
    <w:rsid w:val="003011E4"/>
    <w:rsid w:val="003019D0"/>
    <w:rsid w:val="003019DC"/>
    <w:rsid w:val="003027F8"/>
    <w:rsid w:val="00304161"/>
    <w:rsid w:val="00305126"/>
    <w:rsid w:val="00306497"/>
    <w:rsid w:val="0030680A"/>
    <w:rsid w:val="00306870"/>
    <w:rsid w:val="00306925"/>
    <w:rsid w:val="00306AF2"/>
    <w:rsid w:val="00306C9C"/>
    <w:rsid w:val="00306FEF"/>
    <w:rsid w:val="0030731B"/>
    <w:rsid w:val="00307543"/>
    <w:rsid w:val="00307629"/>
    <w:rsid w:val="00307F0D"/>
    <w:rsid w:val="003107C0"/>
    <w:rsid w:val="00310AD7"/>
    <w:rsid w:val="0031137A"/>
    <w:rsid w:val="003113A3"/>
    <w:rsid w:val="00311681"/>
    <w:rsid w:val="00311D5B"/>
    <w:rsid w:val="0031253E"/>
    <w:rsid w:val="00312CF9"/>
    <w:rsid w:val="00313609"/>
    <w:rsid w:val="00314A7F"/>
    <w:rsid w:val="0031557E"/>
    <w:rsid w:val="003167BE"/>
    <w:rsid w:val="00316B65"/>
    <w:rsid w:val="00316D55"/>
    <w:rsid w:val="003170B9"/>
    <w:rsid w:val="00317608"/>
    <w:rsid w:val="003178E6"/>
    <w:rsid w:val="00317E8B"/>
    <w:rsid w:val="003229BF"/>
    <w:rsid w:val="00322B80"/>
    <w:rsid w:val="003230B9"/>
    <w:rsid w:val="003234CA"/>
    <w:rsid w:val="00323A5B"/>
    <w:rsid w:val="00323D1E"/>
    <w:rsid w:val="00323E30"/>
    <w:rsid w:val="00323E62"/>
    <w:rsid w:val="0032442D"/>
    <w:rsid w:val="00324986"/>
    <w:rsid w:val="003254B3"/>
    <w:rsid w:val="00325787"/>
    <w:rsid w:val="00325B59"/>
    <w:rsid w:val="00326F0B"/>
    <w:rsid w:val="00327130"/>
    <w:rsid w:val="00327F74"/>
    <w:rsid w:val="00330797"/>
    <w:rsid w:val="003316DB"/>
    <w:rsid w:val="00332BD4"/>
    <w:rsid w:val="0033363D"/>
    <w:rsid w:val="00333729"/>
    <w:rsid w:val="00334722"/>
    <w:rsid w:val="003367BC"/>
    <w:rsid w:val="003367F3"/>
    <w:rsid w:val="00337788"/>
    <w:rsid w:val="00341202"/>
    <w:rsid w:val="0034197D"/>
    <w:rsid w:val="00341C38"/>
    <w:rsid w:val="00342B24"/>
    <w:rsid w:val="00342E28"/>
    <w:rsid w:val="003441F8"/>
    <w:rsid w:val="00344A91"/>
    <w:rsid w:val="00344F43"/>
    <w:rsid w:val="00345951"/>
    <w:rsid w:val="00346997"/>
    <w:rsid w:val="0034781B"/>
    <w:rsid w:val="00347B78"/>
    <w:rsid w:val="00347E46"/>
    <w:rsid w:val="00350814"/>
    <w:rsid w:val="0035104B"/>
    <w:rsid w:val="003515CC"/>
    <w:rsid w:val="003529E7"/>
    <w:rsid w:val="00352D78"/>
    <w:rsid w:val="003530C9"/>
    <w:rsid w:val="003536E8"/>
    <w:rsid w:val="003540C9"/>
    <w:rsid w:val="00354348"/>
    <w:rsid w:val="00354EA9"/>
    <w:rsid w:val="00355F3C"/>
    <w:rsid w:val="00357AD4"/>
    <w:rsid w:val="00360020"/>
    <w:rsid w:val="00360B87"/>
    <w:rsid w:val="00360CA8"/>
    <w:rsid w:val="00361F6F"/>
    <w:rsid w:val="00362024"/>
    <w:rsid w:val="003627A1"/>
    <w:rsid w:val="00362B10"/>
    <w:rsid w:val="0036323F"/>
    <w:rsid w:val="0036329A"/>
    <w:rsid w:val="003636B0"/>
    <w:rsid w:val="00363A3D"/>
    <w:rsid w:val="00363BFA"/>
    <w:rsid w:val="003647C3"/>
    <w:rsid w:val="003648E9"/>
    <w:rsid w:val="00364D0D"/>
    <w:rsid w:val="0036579A"/>
    <w:rsid w:val="00366BA5"/>
    <w:rsid w:val="0036742C"/>
    <w:rsid w:val="0037010C"/>
    <w:rsid w:val="003716D5"/>
    <w:rsid w:val="0037189A"/>
    <w:rsid w:val="003729FC"/>
    <w:rsid w:val="00372CB1"/>
    <w:rsid w:val="00372F3D"/>
    <w:rsid w:val="00373607"/>
    <w:rsid w:val="0037389C"/>
    <w:rsid w:val="00373D09"/>
    <w:rsid w:val="00373EB2"/>
    <w:rsid w:val="00373F6A"/>
    <w:rsid w:val="003744CD"/>
    <w:rsid w:val="00374790"/>
    <w:rsid w:val="0037534F"/>
    <w:rsid w:val="003755C2"/>
    <w:rsid w:val="00376813"/>
    <w:rsid w:val="00376D3A"/>
    <w:rsid w:val="00377070"/>
    <w:rsid w:val="00377203"/>
    <w:rsid w:val="003772FD"/>
    <w:rsid w:val="00377AA4"/>
    <w:rsid w:val="0038020C"/>
    <w:rsid w:val="003811A8"/>
    <w:rsid w:val="00381455"/>
    <w:rsid w:val="00382097"/>
    <w:rsid w:val="00383B33"/>
    <w:rsid w:val="00384685"/>
    <w:rsid w:val="00384A58"/>
    <w:rsid w:val="003850D4"/>
    <w:rsid w:val="003852C9"/>
    <w:rsid w:val="00387072"/>
    <w:rsid w:val="003874AA"/>
    <w:rsid w:val="0038759E"/>
    <w:rsid w:val="0038775D"/>
    <w:rsid w:val="003877FA"/>
    <w:rsid w:val="00390284"/>
    <w:rsid w:val="00390C86"/>
    <w:rsid w:val="00390D28"/>
    <w:rsid w:val="00391BAA"/>
    <w:rsid w:val="0039256A"/>
    <w:rsid w:val="00392959"/>
    <w:rsid w:val="00393025"/>
    <w:rsid w:val="0039348E"/>
    <w:rsid w:val="0039375C"/>
    <w:rsid w:val="003946D5"/>
    <w:rsid w:val="0039514C"/>
    <w:rsid w:val="00395394"/>
    <w:rsid w:val="00395903"/>
    <w:rsid w:val="00395D88"/>
    <w:rsid w:val="00395EC5"/>
    <w:rsid w:val="00395FA2"/>
    <w:rsid w:val="00396302"/>
    <w:rsid w:val="003963C7"/>
    <w:rsid w:val="00396715"/>
    <w:rsid w:val="00396813"/>
    <w:rsid w:val="00397647"/>
    <w:rsid w:val="00397CFF"/>
    <w:rsid w:val="003A0134"/>
    <w:rsid w:val="003A08C8"/>
    <w:rsid w:val="003A139A"/>
    <w:rsid w:val="003A3619"/>
    <w:rsid w:val="003A3955"/>
    <w:rsid w:val="003A3F97"/>
    <w:rsid w:val="003A488B"/>
    <w:rsid w:val="003A4D11"/>
    <w:rsid w:val="003A5657"/>
    <w:rsid w:val="003A5A72"/>
    <w:rsid w:val="003A5F35"/>
    <w:rsid w:val="003A649A"/>
    <w:rsid w:val="003A6EA7"/>
    <w:rsid w:val="003A6FC3"/>
    <w:rsid w:val="003A7067"/>
    <w:rsid w:val="003A77B5"/>
    <w:rsid w:val="003B0A14"/>
    <w:rsid w:val="003B0A51"/>
    <w:rsid w:val="003B1FB5"/>
    <w:rsid w:val="003B21DF"/>
    <w:rsid w:val="003B2888"/>
    <w:rsid w:val="003B2A64"/>
    <w:rsid w:val="003B4437"/>
    <w:rsid w:val="003B468D"/>
    <w:rsid w:val="003B4B44"/>
    <w:rsid w:val="003B5D51"/>
    <w:rsid w:val="003B61C8"/>
    <w:rsid w:val="003B6B0C"/>
    <w:rsid w:val="003B7374"/>
    <w:rsid w:val="003C028C"/>
    <w:rsid w:val="003C0C35"/>
    <w:rsid w:val="003C1A54"/>
    <w:rsid w:val="003C1BAB"/>
    <w:rsid w:val="003C3864"/>
    <w:rsid w:val="003C4852"/>
    <w:rsid w:val="003C510F"/>
    <w:rsid w:val="003C532E"/>
    <w:rsid w:val="003C54B0"/>
    <w:rsid w:val="003C5DEF"/>
    <w:rsid w:val="003C622F"/>
    <w:rsid w:val="003C6D35"/>
    <w:rsid w:val="003C6D8D"/>
    <w:rsid w:val="003C70EE"/>
    <w:rsid w:val="003C7499"/>
    <w:rsid w:val="003C7D9D"/>
    <w:rsid w:val="003D17F2"/>
    <w:rsid w:val="003D2A96"/>
    <w:rsid w:val="003D2F1D"/>
    <w:rsid w:val="003D3153"/>
    <w:rsid w:val="003D3226"/>
    <w:rsid w:val="003D3594"/>
    <w:rsid w:val="003D4076"/>
    <w:rsid w:val="003D42C8"/>
    <w:rsid w:val="003D4A60"/>
    <w:rsid w:val="003D4CBD"/>
    <w:rsid w:val="003D51E8"/>
    <w:rsid w:val="003D56D0"/>
    <w:rsid w:val="003D5A64"/>
    <w:rsid w:val="003D5CDF"/>
    <w:rsid w:val="003D698F"/>
    <w:rsid w:val="003E0985"/>
    <w:rsid w:val="003E0FB3"/>
    <w:rsid w:val="003E14B0"/>
    <w:rsid w:val="003E1680"/>
    <w:rsid w:val="003E20CC"/>
    <w:rsid w:val="003E2552"/>
    <w:rsid w:val="003E29F6"/>
    <w:rsid w:val="003E3119"/>
    <w:rsid w:val="003E33E0"/>
    <w:rsid w:val="003E3C9F"/>
    <w:rsid w:val="003E4A66"/>
    <w:rsid w:val="003E51D7"/>
    <w:rsid w:val="003E6787"/>
    <w:rsid w:val="003E6D35"/>
    <w:rsid w:val="003E6E73"/>
    <w:rsid w:val="003E71CC"/>
    <w:rsid w:val="003F0B1F"/>
    <w:rsid w:val="003F1A17"/>
    <w:rsid w:val="003F1CCE"/>
    <w:rsid w:val="003F26E4"/>
    <w:rsid w:val="003F2E6A"/>
    <w:rsid w:val="003F3196"/>
    <w:rsid w:val="003F49B3"/>
    <w:rsid w:val="003F5217"/>
    <w:rsid w:val="003F580C"/>
    <w:rsid w:val="003F59DB"/>
    <w:rsid w:val="003F61AA"/>
    <w:rsid w:val="003F6A71"/>
    <w:rsid w:val="003F7FBF"/>
    <w:rsid w:val="0040064F"/>
    <w:rsid w:val="00400D8E"/>
    <w:rsid w:val="00401193"/>
    <w:rsid w:val="0040217A"/>
    <w:rsid w:val="00402570"/>
    <w:rsid w:val="00402F4D"/>
    <w:rsid w:val="00403572"/>
    <w:rsid w:val="004037DD"/>
    <w:rsid w:val="00404B53"/>
    <w:rsid w:val="00405B1E"/>
    <w:rsid w:val="00405F85"/>
    <w:rsid w:val="004105E7"/>
    <w:rsid w:val="004107FB"/>
    <w:rsid w:val="00410831"/>
    <w:rsid w:val="004111F9"/>
    <w:rsid w:val="00411B5B"/>
    <w:rsid w:val="00412A8E"/>
    <w:rsid w:val="00412E0A"/>
    <w:rsid w:val="004131A6"/>
    <w:rsid w:val="00413331"/>
    <w:rsid w:val="00413AEC"/>
    <w:rsid w:val="00413B2E"/>
    <w:rsid w:val="00413D0E"/>
    <w:rsid w:val="00414DCE"/>
    <w:rsid w:val="0041556D"/>
    <w:rsid w:val="00416855"/>
    <w:rsid w:val="00416C42"/>
    <w:rsid w:val="00416D79"/>
    <w:rsid w:val="004170BE"/>
    <w:rsid w:val="00417B17"/>
    <w:rsid w:val="00420474"/>
    <w:rsid w:val="00421689"/>
    <w:rsid w:val="00421730"/>
    <w:rsid w:val="00421825"/>
    <w:rsid w:val="00422D53"/>
    <w:rsid w:val="00422D5E"/>
    <w:rsid w:val="0042312F"/>
    <w:rsid w:val="0042451F"/>
    <w:rsid w:val="00424879"/>
    <w:rsid w:val="00424A26"/>
    <w:rsid w:val="00425D0B"/>
    <w:rsid w:val="00425F6B"/>
    <w:rsid w:val="00427174"/>
    <w:rsid w:val="00427B88"/>
    <w:rsid w:val="00427C89"/>
    <w:rsid w:val="00431684"/>
    <w:rsid w:val="00431E07"/>
    <w:rsid w:val="00432358"/>
    <w:rsid w:val="00432452"/>
    <w:rsid w:val="004329E2"/>
    <w:rsid w:val="0043378D"/>
    <w:rsid w:val="00433A3F"/>
    <w:rsid w:val="004348C0"/>
    <w:rsid w:val="004356E4"/>
    <w:rsid w:val="00435D32"/>
    <w:rsid w:val="00436741"/>
    <w:rsid w:val="00437CF0"/>
    <w:rsid w:val="00437F70"/>
    <w:rsid w:val="00440307"/>
    <w:rsid w:val="004416C8"/>
    <w:rsid w:val="00441E21"/>
    <w:rsid w:val="004429E4"/>
    <w:rsid w:val="0044351A"/>
    <w:rsid w:val="004436BA"/>
    <w:rsid w:val="00443D6C"/>
    <w:rsid w:val="00443E9B"/>
    <w:rsid w:val="00444891"/>
    <w:rsid w:val="004448D8"/>
    <w:rsid w:val="00445043"/>
    <w:rsid w:val="00445253"/>
    <w:rsid w:val="004458F0"/>
    <w:rsid w:val="004469D6"/>
    <w:rsid w:val="004503C7"/>
    <w:rsid w:val="00450513"/>
    <w:rsid w:val="00450CD4"/>
    <w:rsid w:val="00450D7C"/>
    <w:rsid w:val="00451323"/>
    <w:rsid w:val="00451455"/>
    <w:rsid w:val="0045222D"/>
    <w:rsid w:val="004523FF"/>
    <w:rsid w:val="004533DE"/>
    <w:rsid w:val="0045380D"/>
    <w:rsid w:val="00453A15"/>
    <w:rsid w:val="00453CDC"/>
    <w:rsid w:val="00454A20"/>
    <w:rsid w:val="00454BC3"/>
    <w:rsid w:val="00455124"/>
    <w:rsid w:val="00455527"/>
    <w:rsid w:val="00455693"/>
    <w:rsid w:val="00456D5C"/>
    <w:rsid w:val="004576F4"/>
    <w:rsid w:val="004607B9"/>
    <w:rsid w:val="0046210C"/>
    <w:rsid w:val="004625E5"/>
    <w:rsid w:val="0046273B"/>
    <w:rsid w:val="00463247"/>
    <w:rsid w:val="00463D3D"/>
    <w:rsid w:val="004640EA"/>
    <w:rsid w:val="00464AB5"/>
    <w:rsid w:val="0046503E"/>
    <w:rsid w:val="00465647"/>
    <w:rsid w:val="004668D2"/>
    <w:rsid w:val="00467BEB"/>
    <w:rsid w:val="00470D2E"/>
    <w:rsid w:val="00470D9E"/>
    <w:rsid w:val="00470DBE"/>
    <w:rsid w:val="00472A25"/>
    <w:rsid w:val="00474029"/>
    <w:rsid w:val="0047430C"/>
    <w:rsid w:val="0047440A"/>
    <w:rsid w:val="004754A2"/>
    <w:rsid w:val="00475559"/>
    <w:rsid w:val="00475A98"/>
    <w:rsid w:val="00476CB6"/>
    <w:rsid w:val="00481C81"/>
    <w:rsid w:val="00483212"/>
    <w:rsid w:val="004856E9"/>
    <w:rsid w:val="00485A2D"/>
    <w:rsid w:val="00485DF6"/>
    <w:rsid w:val="00485FF8"/>
    <w:rsid w:val="0048688B"/>
    <w:rsid w:val="00486F3A"/>
    <w:rsid w:val="00490D18"/>
    <w:rsid w:val="00491134"/>
    <w:rsid w:val="004913D2"/>
    <w:rsid w:val="00491D7C"/>
    <w:rsid w:val="00496554"/>
    <w:rsid w:val="00496E69"/>
    <w:rsid w:val="00497519"/>
    <w:rsid w:val="00497867"/>
    <w:rsid w:val="004978DE"/>
    <w:rsid w:val="00497AE8"/>
    <w:rsid w:val="004A11AB"/>
    <w:rsid w:val="004A1562"/>
    <w:rsid w:val="004A22F3"/>
    <w:rsid w:val="004A23F3"/>
    <w:rsid w:val="004A3ECE"/>
    <w:rsid w:val="004A4803"/>
    <w:rsid w:val="004B08B5"/>
    <w:rsid w:val="004B348E"/>
    <w:rsid w:val="004B46FC"/>
    <w:rsid w:val="004B4A35"/>
    <w:rsid w:val="004B4D1B"/>
    <w:rsid w:val="004B54C0"/>
    <w:rsid w:val="004B5AEF"/>
    <w:rsid w:val="004B5BE0"/>
    <w:rsid w:val="004B5C4B"/>
    <w:rsid w:val="004B662F"/>
    <w:rsid w:val="004B70F4"/>
    <w:rsid w:val="004B7975"/>
    <w:rsid w:val="004C0754"/>
    <w:rsid w:val="004C0A2B"/>
    <w:rsid w:val="004C14A3"/>
    <w:rsid w:val="004C1AA9"/>
    <w:rsid w:val="004C1F39"/>
    <w:rsid w:val="004C24AB"/>
    <w:rsid w:val="004C26FA"/>
    <w:rsid w:val="004C382A"/>
    <w:rsid w:val="004C3AD1"/>
    <w:rsid w:val="004C3EA9"/>
    <w:rsid w:val="004C4494"/>
    <w:rsid w:val="004C5167"/>
    <w:rsid w:val="004C5C64"/>
    <w:rsid w:val="004C5EE6"/>
    <w:rsid w:val="004C616E"/>
    <w:rsid w:val="004C62E3"/>
    <w:rsid w:val="004C640E"/>
    <w:rsid w:val="004C6B36"/>
    <w:rsid w:val="004C6B89"/>
    <w:rsid w:val="004C6D63"/>
    <w:rsid w:val="004C6ED2"/>
    <w:rsid w:val="004C7140"/>
    <w:rsid w:val="004C7B22"/>
    <w:rsid w:val="004D01C0"/>
    <w:rsid w:val="004D0FE1"/>
    <w:rsid w:val="004D10C6"/>
    <w:rsid w:val="004D1950"/>
    <w:rsid w:val="004D1DFE"/>
    <w:rsid w:val="004D3A51"/>
    <w:rsid w:val="004D3C0B"/>
    <w:rsid w:val="004D3D44"/>
    <w:rsid w:val="004D4BE4"/>
    <w:rsid w:val="004D5435"/>
    <w:rsid w:val="004D58D9"/>
    <w:rsid w:val="004D7F82"/>
    <w:rsid w:val="004E0A8E"/>
    <w:rsid w:val="004E1292"/>
    <w:rsid w:val="004E1493"/>
    <w:rsid w:val="004E1AD4"/>
    <w:rsid w:val="004E2219"/>
    <w:rsid w:val="004E2797"/>
    <w:rsid w:val="004E287D"/>
    <w:rsid w:val="004E298F"/>
    <w:rsid w:val="004E366C"/>
    <w:rsid w:val="004E42BA"/>
    <w:rsid w:val="004E4D9B"/>
    <w:rsid w:val="004E4E93"/>
    <w:rsid w:val="004E6406"/>
    <w:rsid w:val="004E6951"/>
    <w:rsid w:val="004E79A2"/>
    <w:rsid w:val="004F0715"/>
    <w:rsid w:val="004F1631"/>
    <w:rsid w:val="004F169B"/>
    <w:rsid w:val="004F16E4"/>
    <w:rsid w:val="004F1F47"/>
    <w:rsid w:val="004F2339"/>
    <w:rsid w:val="004F30FC"/>
    <w:rsid w:val="004F36AE"/>
    <w:rsid w:val="004F4AEF"/>
    <w:rsid w:val="004F4B5D"/>
    <w:rsid w:val="004F4CAD"/>
    <w:rsid w:val="004F4EEE"/>
    <w:rsid w:val="004F5969"/>
    <w:rsid w:val="004F60F1"/>
    <w:rsid w:val="004F6658"/>
    <w:rsid w:val="004F7119"/>
    <w:rsid w:val="004F71CE"/>
    <w:rsid w:val="004F7E5C"/>
    <w:rsid w:val="005001F3"/>
    <w:rsid w:val="0050033E"/>
    <w:rsid w:val="005013F7"/>
    <w:rsid w:val="00502817"/>
    <w:rsid w:val="00502CB2"/>
    <w:rsid w:val="0050322E"/>
    <w:rsid w:val="005036C0"/>
    <w:rsid w:val="005037AD"/>
    <w:rsid w:val="00503D88"/>
    <w:rsid w:val="00506B62"/>
    <w:rsid w:val="00507A98"/>
    <w:rsid w:val="00510D73"/>
    <w:rsid w:val="0051252B"/>
    <w:rsid w:val="005126C8"/>
    <w:rsid w:val="00512E9C"/>
    <w:rsid w:val="00512EC3"/>
    <w:rsid w:val="005136AD"/>
    <w:rsid w:val="0051382C"/>
    <w:rsid w:val="0051577A"/>
    <w:rsid w:val="0051702C"/>
    <w:rsid w:val="00517BFC"/>
    <w:rsid w:val="00517C41"/>
    <w:rsid w:val="005203C8"/>
    <w:rsid w:val="00521E51"/>
    <w:rsid w:val="005225DD"/>
    <w:rsid w:val="0052290F"/>
    <w:rsid w:val="00523BED"/>
    <w:rsid w:val="005242BA"/>
    <w:rsid w:val="0052437E"/>
    <w:rsid w:val="00524647"/>
    <w:rsid w:val="00524777"/>
    <w:rsid w:val="005248CE"/>
    <w:rsid w:val="00525350"/>
    <w:rsid w:val="00525467"/>
    <w:rsid w:val="005259E4"/>
    <w:rsid w:val="0052627B"/>
    <w:rsid w:val="005267B6"/>
    <w:rsid w:val="00530051"/>
    <w:rsid w:val="005300BF"/>
    <w:rsid w:val="005301A3"/>
    <w:rsid w:val="005306B6"/>
    <w:rsid w:val="00530F47"/>
    <w:rsid w:val="00531FA8"/>
    <w:rsid w:val="00533BD4"/>
    <w:rsid w:val="00533EF5"/>
    <w:rsid w:val="00535527"/>
    <w:rsid w:val="00535F2F"/>
    <w:rsid w:val="0053612F"/>
    <w:rsid w:val="00537DD5"/>
    <w:rsid w:val="005418EB"/>
    <w:rsid w:val="00541ADB"/>
    <w:rsid w:val="00541BC8"/>
    <w:rsid w:val="00541E8C"/>
    <w:rsid w:val="00542A90"/>
    <w:rsid w:val="00543646"/>
    <w:rsid w:val="00544044"/>
    <w:rsid w:val="0054589D"/>
    <w:rsid w:val="00545DB8"/>
    <w:rsid w:val="00546410"/>
    <w:rsid w:val="005469C8"/>
    <w:rsid w:val="005470DC"/>
    <w:rsid w:val="005474B6"/>
    <w:rsid w:val="00550559"/>
    <w:rsid w:val="00551516"/>
    <w:rsid w:val="005517EA"/>
    <w:rsid w:val="00552C1F"/>
    <w:rsid w:val="00552D08"/>
    <w:rsid w:val="00552E65"/>
    <w:rsid w:val="005535C1"/>
    <w:rsid w:val="0055384B"/>
    <w:rsid w:val="00553F18"/>
    <w:rsid w:val="005552CC"/>
    <w:rsid w:val="00556684"/>
    <w:rsid w:val="00560A90"/>
    <w:rsid w:val="00560AC9"/>
    <w:rsid w:val="0056108D"/>
    <w:rsid w:val="00562FD7"/>
    <w:rsid w:val="005638E0"/>
    <w:rsid w:val="0056457D"/>
    <w:rsid w:val="00564985"/>
    <w:rsid w:val="00564E03"/>
    <w:rsid w:val="0056537B"/>
    <w:rsid w:val="005657E6"/>
    <w:rsid w:val="00565A6E"/>
    <w:rsid w:val="005661E1"/>
    <w:rsid w:val="005663C2"/>
    <w:rsid w:val="0056670A"/>
    <w:rsid w:val="00566740"/>
    <w:rsid w:val="005706C0"/>
    <w:rsid w:val="00571246"/>
    <w:rsid w:val="00571AC5"/>
    <w:rsid w:val="00571C36"/>
    <w:rsid w:val="005724A8"/>
    <w:rsid w:val="00572FD6"/>
    <w:rsid w:val="00573948"/>
    <w:rsid w:val="00573CA3"/>
    <w:rsid w:val="00573D2E"/>
    <w:rsid w:val="00573D32"/>
    <w:rsid w:val="00574050"/>
    <w:rsid w:val="0057485C"/>
    <w:rsid w:val="00574A4D"/>
    <w:rsid w:val="005765A6"/>
    <w:rsid w:val="005765BD"/>
    <w:rsid w:val="00577249"/>
    <w:rsid w:val="005772D1"/>
    <w:rsid w:val="005778B6"/>
    <w:rsid w:val="00577FA3"/>
    <w:rsid w:val="00577FF2"/>
    <w:rsid w:val="005804EE"/>
    <w:rsid w:val="00580D7F"/>
    <w:rsid w:val="00580D87"/>
    <w:rsid w:val="00580F7B"/>
    <w:rsid w:val="0058164A"/>
    <w:rsid w:val="0058357F"/>
    <w:rsid w:val="00584A47"/>
    <w:rsid w:val="00584A6E"/>
    <w:rsid w:val="00585BDD"/>
    <w:rsid w:val="005861EF"/>
    <w:rsid w:val="005875C8"/>
    <w:rsid w:val="00587A5E"/>
    <w:rsid w:val="00590360"/>
    <w:rsid w:val="00590A5E"/>
    <w:rsid w:val="00590C68"/>
    <w:rsid w:val="00591401"/>
    <w:rsid w:val="00591759"/>
    <w:rsid w:val="00591C56"/>
    <w:rsid w:val="00591D6B"/>
    <w:rsid w:val="0059234A"/>
    <w:rsid w:val="00592AFC"/>
    <w:rsid w:val="005931E1"/>
    <w:rsid w:val="005932A8"/>
    <w:rsid w:val="00594246"/>
    <w:rsid w:val="00594DEC"/>
    <w:rsid w:val="00594E28"/>
    <w:rsid w:val="0059532D"/>
    <w:rsid w:val="00595F81"/>
    <w:rsid w:val="00597A1E"/>
    <w:rsid w:val="00597A5D"/>
    <w:rsid w:val="005A02E4"/>
    <w:rsid w:val="005A077A"/>
    <w:rsid w:val="005A112A"/>
    <w:rsid w:val="005A156C"/>
    <w:rsid w:val="005A1671"/>
    <w:rsid w:val="005A18AC"/>
    <w:rsid w:val="005A1DEE"/>
    <w:rsid w:val="005A23D8"/>
    <w:rsid w:val="005A2664"/>
    <w:rsid w:val="005A2C3A"/>
    <w:rsid w:val="005A2C47"/>
    <w:rsid w:val="005A68EF"/>
    <w:rsid w:val="005A6D65"/>
    <w:rsid w:val="005A7F7B"/>
    <w:rsid w:val="005B010A"/>
    <w:rsid w:val="005B0688"/>
    <w:rsid w:val="005B0DDB"/>
    <w:rsid w:val="005B0ED3"/>
    <w:rsid w:val="005B11E1"/>
    <w:rsid w:val="005B199A"/>
    <w:rsid w:val="005B35C2"/>
    <w:rsid w:val="005B374E"/>
    <w:rsid w:val="005B4B4B"/>
    <w:rsid w:val="005B5D78"/>
    <w:rsid w:val="005B6C80"/>
    <w:rsid w:val="005B6FFB"/>
    <w:rsid w:val="005B7472"/>
    <w:rsid w:val="005B7C48"/>
    <w:rsid w:val="005C123F"/>
    <w:rsid w:val="005C368C"/>
    <w:rsid w:val="005C442C"/>
    <w:rsid w:val="005C5728"/>
    <w:rsid w:val="005C6242"/>
    <w:rsid w:val="005C786F"/>
    <w:rsid w:val="005C7C3A"/>
    <w:rsid w:val="005D005F"/>
    <w:rsid w:val="005D0161"/>
    <w:rsid w:val="005D0457"/>
    <w:rsid w:val="005D04C5"/>
    <w:rsid w:val="005D222F"/>
    <w:rsid w:val="005D2304"/>
    <w:rsid w:val="005D3119"/>
    <w:rsid w:val="005D3DCE"/>
    <w:rsid w:val="005D5E2A"/>
    <w:rsid w:val="005D6873"/>
    <w:rsid w:val="005D6BCD"/>
    <w:rsid w:val="005D6C90"/>
    <w:rsid w:val="005D7C31"/>
    <w:rsid w:val="005E056E"/>
    <w:rsid w:val="005E09A8"/>
    <w:rsid w:val="005E0D4B"/>
    <w:rsid w:val="005E24B6"/>
    <w:rsid w:val="005E344E"/>
    <w:rsid w:val="005E4999"/>
    <w:rsid w:val="005E52BF"/>
    <w:rsid w:val="005E533C"/>
    <w:rsid w:val="005E5677"/>
    <w:rsid w:val="005E6024"/>
    <w:rsid w:val="005E6455"/>
    <w:rsid w:val="005E7A43"/>
    <w:rsid w:val="005F03E2"/>
    <w:rsid w:val="005F20E3"/>
    <w:rsid w:val="005F25D2"/>
    <w:rsid w:val="005F321E"/>
    <w:rsid w:val="005F332D"/>
    <w:rsid w:val="005F4115"/>
    <w:rsid w:val="005F4DE9"/>
    <w:rsid w:val="005F5128"/>
    <w:rsid w:val="005F53F0"/>
    <w:rsid w:val="005F54E4"/>
    <w:rsid w:val="005F6E3C"/>
    <w:rsid w:val="005F7399"/>
    <w:rsid w:val="0060016F"/>
    <w:rsid w:val="0060139D"/>
    <w:rsid w:val="00601728"/>
    <w:rsid w:val="0060268B"/>
    <w:rsid w:val="00602D07"/>
    <w:rsid w:val="00603700"/>
    <w:rsid w:val="00603F63"/>
    <w:rsid w:val="006045C4"/>
    <w:rsid w:val="0060568B"/>
    <w:rsid w:val="00605B01"/>
    <w:rsid w:val="00605BD3"/>
    <w:rsid w:val="006068C4"/>
    <w:rsid w:val="00607A0D"/>
    <w:rsid w:val="00610055"/>
    <w:rsid w:val="00610205"/>
    <w:rsid w:val="00610D79"/>
    <w:rsid w:val="00610FDC"/>
    <w:rsid w:val="00611FCC"/>
    <w:rsid w:val="00612638"/>
    <w:rsid w:val="006128EF"/>
    <w:rsid w:val="0061341D"/>
    <w:rsid w:val="00614098"/>
    <w:rsid w:val="00615024"/>
    <w:rsid w:val="00615054"/>
    <w:rsid w:val="00616D30"/>
    <w:rsid w:val="006205FA"/>
    <w:rsid w:val="006209FF"/>
    <w:rsid w:val="006210C1"/>
    <w:rsid w:val="00622B66"/>
    <w:rsid w:val="006234EF"/>
    <w:rsid w:val="00624BBD"/>
    <w:rsid w:val="00624BC4"/>
    <w:rsid w:val="00624C79"/>
    <w:rsid w:val="0062577E"/>
    <w:rsid w:val="0062610B"/>
    <w:rsid w:val="00626705"/>
    <w:rsid w:val="00626D91"/>
    <w:rsid w:val="00626ECF"/>
    <w:rsid w:val="0062741F"/>
    <w:rsid w:val="00630173"/>
    <w:rsid w:val="006321D5"/>
    <w:rsid w:val="0063291D"/>
    <w:rsid w:val="00632DD0"/>
    <w:rsid w:val="0063403A"/>
    <w:rsid w:val="006368F6"/>
    <w:rsid w:val="00637594"/>
    <w:rsid w:val="006379A3"/>
    <w:rsid w:val="0064188B"/>
    <w:rsid w:val="00641D86"/>
    <w:rsid w:val="00642FA2"/>
    <w:rsid w:val="006436AD"/>
    <w:rsid w:val="006442DD"/>
    <w:rsid w:val="00645CEF"/>
    <w:rsid w:val="0064645E"/>
    <w:rsid w:val="0064669D"/>
    <w:rsid w:val="00646ED2"/>
    <w:rsid w:val="00647580"/>
    <w:rsid w:val="00650621"/>
    <w:rsid w:val="00652069"/>
    <w:rsid w:val="006532B4"/>
    <w:rsid w:val="0065344F"/>
    <w:rsid w:val="006537DC"/>
    <w:rsid w:val="00653C90"/>
    <w:rsid w:val="00654958"/>
    <w:rsid w:val="006555FB"/>
    <w:rsid w:val="006575E9"/>
    <w:rsid w:val="00657AEA"/>
    <w:rsid w:val="00661148"/>
    <w:rsid w:val="006612DC"/>
    <w:rsid w:val="00661AE4"/>
    <w:rsid w:val="00661F3B"/>
    <w:rsid w:val="006624B1"/>
    <w:rsid w:val="00662B19"/>
    <w:rsid w:val="00662F4A"/>
    <w:rsid w:val="00663139"/>
    <w:rsid w:val="0066404B"/>
    <w:rsid w:val="0066405A"/>
    <w:rsid w:val="00665E12"/>
    <w:rsid w:val="006669B8"/>
    <w:rsid w:val="00666BAC"/>
    <w:rsid w:val="0066734E"/>
    <w:rsid w:val="00667BE3"/>
    <w:rsid w:val="0067152C"/>
    <w:rsid w:val="00671E29"/>
    <w:rsid w:val="00671EC5"/>
    <w:rsid w:val="006729C0"/>
    <w:rsid w:val="006738AD"/>
    <w:rsid w:val="00673C6B"/>
    <w:rsid w:val="00673DB9"/>
    <w:rsid w:val="00675D50"/>
    <w:rsid w:val="00676812"/>
    <w:rsid w:val="006769AE"/>
    <w:rsid w:val="00676C29"/>
    <w:rsid w:val="00677223"/>
    <w:rsid w:val="0068046D"/>
    <w:rsid w:val="0068091B"/>
    <w:rsid w:val="0068093D"/>
    <w:rsid w:val="00680DF7"/>
    <w:rsid w:val="006815F5"/>
    <w:rsid w:val="00681AA6"/>
    <w:rsid w:val="00682047"/>
    <w:rsid w:val="006820BC"/>
    <w:rsid w:val="00683737"/>
    <w:rsid w:val="00683FE2"/>
    <w:rsid w:val="006841BF"/>
    <w:rsid w:val="006850D7"/>
    <w:rsid w:val="00685132"/>
    <w:rsid w:val="006855F3"/>
    <w:rsid w:val="00685A1D"/>
    <w:rsid w:val="00686282"/>
    <w:rsid w:val="006867FA"/>
    <w:rsid w:val="00687570"/>
    <w:rsid w:val="00687F16"/>
    <w:rsid w:val="00690053"/>
    <w:rsid w:val="006909C6"/>
    <w:rsid w:val="0069184C"/>
    <w:rsid w:val="00691C5D"/>
    <w:rsid w:val="00695039"/>
    <w:rsid w:val="006953C3"/>
    <w:rsid w:val="00695F94"/>
    <w:rsid w:val="0069659D"/>
    <w:rsid w:val="006966D0"/>
    <w:rsid w:val="00696E2A"/>
    <w:rsid w:val="006A0C21"/>
    <w:rsid w:val="006A1F2B"/>
    <w:rsid w:val="006A250C"/>
    <w:rsid w:val="006A2917"/>
    <w:rsid w:val="006A2E39"/>
    <w:rsid w:val="006A326D"/>
    <w:rsid w:val="006A3816"/>
    <w:rsid w:val="006A393C"/>
    <w:rsid w:val="006A3B27"/>
    <w:rsid w:val="006A3DD3"/>
    <w:rsid w:val="006A6C4F"/>
    <w:rsid w:val="006A6C80"/>
    <w:rsid w:val="006A73BA"/>
    <w:rsid w:val="006A7D64"/>
    <w:rsid w:val="006B093F"/>
    <w:rsid w:val="006B0B05"/>
    <w:rsid w:val="006B0E94"/>
    <w:rsid w:val="006B0F37"/>
    <w:rsid w:val="006B0FED"/>
    <w:rsid w:val="006B2C0C"/>
    <w:rsid w:val="006B2C4E"/>
    <w:rsid w:val="006B3884"/>
    <w:rsid w:val="006B3A44"/>
    <w:rsid w:val="006B46A0"/>
    <w:rsid w:val="006B4E4C"/>
    <w:rsid w:val="006B6A3B"/>
    <w:rsid w:val="006B6D64"/>
    <w:rsid w:val="006B70B3"/>
    <w:rsid w:val="006B7362"/>
    <w:rsid w:val="006B78DE"/>
    <w:rsid w:val="006C04C3"/>
    <w:rsid w:val="006C0B5E"/>
    <w:rsid w:val="006C1069"/>
    <w:rsid w:val="006C148E"/>
    <w:rsid w:val="006C1942"/>
    <w:rsid w:val="006C3543"/>
    <w:rsid w:val="006C4735"/>
    <w:rsid w:val="006C4C04"/>
    <w:rsid w:val="006C4D20"/>
    <w:rsid w:val="006C6255"/>
    <w:rsid w:val="006C6262"/>
    <w:rsid w:val="006C6B5D"/>
    <w:rsid w:val="006D0040"/>
    <w:rsid w:val="006D03CD"/>
    <w:rsid w:val="006D08F0"/>
    <w:rsid w:val="006D0D12"/>
    <w:rsid w:val="006D11A3"/>
    <w:rsid w:val="006D1F72"/>
    <w:rsid w:val="006D2AF7"/>
    <w:rsid w:val="006D3D79"/>
    <w:rsid w:val="006D4166"/>
    <w:rsid w:val="006D42E7"/>
    <w:rsid w:val="006D4FB5"/>
    <w:rsid w:val="006D5F72"/>
    <w:rsid w:val="006D69CE"/>
    <w:rsid w:val="006D6CFD"/>
    <w:rsid w:val="006E06AF"/>
    <w:rsid w:val="006E1B5B"/>
    <w:rsid w:val="006E1F4D"/>
    <w:rsid w:val="006E2655"/>
    <w:rsid w:val="006E2B9B"/>
    <w:rsid w:val="006E3409"/>
    <w:rsid w:val="006E3C32"/>
    <w:rsid w:val="006E3F69"/>
    <w:rsid w:val="006E460F"/>
    <w:rsid w:val="006E4A57"/>
    <w:rsid w:val="006E50DD"/>
    <w:rsid w:val="006E518D"/>
    <w:rsid w:val="006E5D7B"/>
    <w:rsid w:val="006E696F"/>
    <w:rsid w:val="006E776A"/>
    <w:rsid w:val="006E7E40"/>
    <w:rsid w:val="006F0A3A"/>
    <w:rsid w:val="006F1CB2"/>
    <w:rsid w:val="006F1D83"/>
    <w:rsid w:val="006F252F"/>
    <w:rsid w:val="006F2A26"/>
    <w:rsid w:val="006F2FB6"/>
    <w:rsid w:val="006F3584"/>
    <w:rsid w:val="006F35DB"/>
    <w:rsid w:val="006F4866"/>
    <w:rsid w:val="006F6667"/>
    <w:rsid w:val="006F6810"/>
    <w:rsid w:val="006F7BA8"/>
    <w:rsid w:val="007003A6"/>
    <w:rsid w:val="00700D91"/>
    <w:rsid w:val="00701586"/>
    <w:rsid w:val="00701E10"/>
    <w:rsid w:val="007026B6"/>
    <w:rsid w:val="00702A19"/>
    <w:rsid w:val="007036CC"/>
    <w:rsid w:val="00703EF4"/>
    <w:rsid w:val="00703F9D"/>
    <w:rsid w:val="007040B0"/>
    <w:rsid w:val="00705CB2"/>
    <w:rsid w:val="00705EEE"/>
    <w:rsid w:val="00710B21"/>
    <w:rsid w:val="00710CF2"/>
    <w:rsid w:val="00710E03"/>
    <w:rsid w:val="007111E2"/>
    <w:rsid w:val="00711481"/>
    <w:rsid w:val="007118C1"/>
    <w:rsid w:val="00711E31"/>
    <w:rsid w:val="0071278D"/>
    <w:rsid w:val="00712AFC"/>
    <w:rsid w:val="00712B6D"/>
    <w:rsid w:val="00712BC2"/>
    <w:rsid w:val="00712CF6"/>
    <w:rsid w:val="007133BF"/>
    <w:rsid w:val="00714615"/>
    <w:rsid w:val="0071493C"/>
    <w:rsid w:val="00714DE5"/>
    <w:rsid w:val="00715237"/>
    <w:rsid w:val="0071625B"/>
    <w:rsid w:val="007172E7"/>
    <w:rsid w:val="00717B9E"/>
    <w:rsid w:val="00720381"/>
    <w:rsid w:val="00720958"/>
    <w:rsid w:val="00721547"/>
    <w:rsid w:val="0072224D"/>
    <w:rsid w:val="00723288"/>
    <w:rsid w:val="00724045"/>
    <w:rsid w:val="007241F5"/>
    <w:rsid w:val="00724715"/>
    <w:rsid w:val="007253BE"/>
    <w:rsid w:val="00725DFF"/>
    <w:rsid w:val="0072619F"/>
    <w:rsid w:val="00731355"/>
    <w:rsid w:val="00731FA7"/>
    <w:rsid w:val="007330AD"/>
    <w:rsid w:val="00733BCA"/>
    <w:rsid w:val="0073416C"/>
    <w:rsid w:val="007341C7"/>
    <w:rsid w:val="00734644"/>
    <w:rsid w:val="007356EC"/>
    <w:rsid w:val="00736100"/>
    <w:rsid w:val="00736624"/>
    <w:rsid w:val="00736ECA"/>
    <w:rsid w:val="00737F67"/>
    <w:rsid w:val="007400A7"/>
    <w:rsid w:val="007406D2"/>
    <w:rsid w:val="00740F62"/>
    <w:rsid w:val="0074139B"/>
    <w:rsid w:val="007423A2"/>
    <w:rsid w:val="0074254C"/>
    <w:rsid w:val="00742BAD"/>
    <w:rsid w:val="007430B5"/>
    <w:rsid w:val="0074351C"/>
    <w:rsid w:val="007438BE"/>
    <w:rsid w:val="00743E34"/>
    <w:rsid w:val="0074456E"/>
    <w:rsid w:val="00744869"/>
    <w:rsid w:val="00744D6F"/>
    <w:rsid w:val="0074503A"/>
    <w:rsid w:val="00747180"/>
    <w:rsid w:val="00750912"/>
    <w:rsid w:val="007521BB"/>
    <w:rsid w:val="00752D41"/>
    <w:rsid w:val="0075342E"/>
    <w:rsid w:val="00753727"/>
    <w:rsid w:val="00754250"/>
    <w:rsid w:val="007562C7"/>
    <w:rsid w:val="0075722D"/>
    <w:rsid w:val="00760052"/>
    <w:rsid w:val="007624AD"/>
    <w:rsid w:val="00762C2C"/>
    <w:rsid w:val="00764876"/>
    <w:rsid w:val="007648C8"/>
    <w:rsid w:val="0076592A"/>
    <w:rsid w:val="00765AA1"/>
    <w:rsid w:val="00766306"/>
    <w:rsid w:val="00766EA9"/>
    <w:rsid w:val="007677D7"/>
    <w:rsid w:val="007679C8"/>
    <w:rsid w:val="00770319"/>
    <w:rsid w:val="00770CE8"/>
    <w:rsid w:val="00771244"/>
    <w:rsid w:val="007713F8"/>
    <w:rsid w:val="007718BE"/>
    <w:rsid w:val="00771D6E"/>
    <w:rsid w:val="00771EED"/>
    <w:rsid w:val="00772B9F"/>
    <w:rsid w:val="00772D2C"/>
    <w:rsid w:val="00774F96"/>
    <w:rsid w:val="00775473"/>
    <w:rsid w:val="00775A25"/>
    <w:rsid w:val="00776AC9"/>
    <w:rsid w:val="00777885"/>
    <w:rsid w:val="007824DA"/>
    <w:rsid w:val="00782CD0"/>
    <w:rsid w:val="00782DA6"/>
    <w:rsid w:val="00784A21"/>
    <w:rsid w:val="00785965"/>
    <w:rsid w:val="00787572"/>
    <w:rsid w:val="0078783E"/>
    <w:rsid w:val="00787926"/>
    <w:rsid w:val="00790E62"/>
    <w:rsid w:val="00791BCA"/>
    <w:rsid w:val="0079235B"/>
    <w:rsid w:val="0079246B"/>
    <w:rsid w:val="00792E51"/>
    <w:rsid w:val="007939F1"/>
    <w:rsid w:val="00793DBD"/>
    <w:rsid w:val="00794AC2"/>
    <w:rsid w:val="00795121"/>
    <w:rsid w:val="0079522D"/>
    <w:rsid w:val="00795B43"/>
    <w:rsid w:val="00796745"/>
    <w:rsid w:val="007969A8"/>
    <w:rsid w:val="00796A57"/>
    <w:rsid w:val="007970FD"/>
    <w:rsid w:val="007A00A0"/>
    <w:rsid w:val="007A0966"/>
    <w:rsid w:val="007A1615"/>
    <w:rsid w:val="007A265D"/>
    <w:rsid w:val="007A34DC"/>
    <w:rsid w:val="007A3694"/>
    <w:rsid w:val="007A3B29"/>
    <w:rsid w:val="007A3DC5"/>
    <w:rsid w:val="007A4607"/>
    <w:rsid w:val="007A5B87"/>
    <w:rsid w:val="007A61E4"/>
    <w:rsid w:val="007A62C6"/>
    <w:rsid w:val="007A7003"/>
    <w:rsid w:val="007A7D5D"/>
    <w:rsid w:val="007A7D7A"/>
    <w:rsid w:val="007B0628"/>
    <w:rsid w:val="007B0F7D"/>
    <w:rsid w:val="007B3E94"/>
    <w:rsid w:val="007B40D4"/>
    <w:rsid w:val="007B4123"/>
    <w:rsid w:val="007B436C"/>
    <w:rsid w:val="007B470C"/>
    <w:rsid w:val="007B4A14"/>
    <w:rsid w:val="007B547A"/>
    <w:rsid w:val="007B56A4"/>
    <w:rsid w:val="007B6625"/>
    <w:rsid w:val="007B73EC"/>
    <w:rsid w:val="007B76CD"/>
    <w:rsid w:val="007C2823"/>
    <w:rsid w:val="007C3591"/>
    <w:rsid w:val="007C38C0"/>
    <w:rsid w:val="007C395F"/>
    <w:rsid w:val="007C3B6D"/>
    <w:rsid w:val="007C4494"/>
    <w:rsid w:val="007C4FA0"/>
    <w:rsid w:val="007C5D18"/>
    <w:rsid w:val="007C6A3E"/>
    <w:rsid w:val="007C6BCA"/>
    <w:rsid w:val="007C735D"/>
    <w:rsid w:val="007C7F50"/>
    <w:rsid w:val="007D0001"/>
    <w:rsid w:val="007D0DA8"/>
    <w:rsid w:val="007D15C1"/>
    <w:rsid w:val="007D16FE"/>
    <w:rsid w:val="007D2160"/>
    <w:rsid w:val="007D2DC8"/>
    <w:rsid w:val="007D4ADC"/>
    <w:rsid w:val="007D4CA8"/>
    <w:rsid w:val="007D7991"/>
    <w:rsid w:val="007D7B49"/>
    <w:rsid w:val="007D7EAE"/>
    <w:rsid w:val="007D7FA3"/>
    <w:rsid w:val="007E22D5"/>
    <w:rsid w:val="007E239B"/>
    <w:rsid w:val="007E34FE"/>
    <w:rsid w:val="007E5DF5"/>
    <w:rsid w:val="007E778D"/>
    <w:rsid w:val="007E78F3"/>
    <w:rsid w:val="007F0362"/>
    <w:rsid w:val="007F03E0"/>
    <w:rsid w:val="007F0411"/>
    <w:rsid w:val="007F1E89"/>
    <w:rsid w:val="007F2B14"/>
    <w:rsid w:val="007F2E4D"/>
    <w:rsid w:val="007F395D"/>
    <w:rsid w:val="007F3B77"/>
    <w:rsid w:val="007F4B0B"/>
    <w:rsid w:val="007F4D92"/>
    <w:rsid w:val="007F4F4D"/>
    <w:rsid w:val="007F4FBD"/>
    <w:rsid w:val="007F5384"/>
    <w:rsid w:val="007F55BD"/>
    <w:rsid w:val="007F5F6C"/>
    <w:rsid w:val="007F6C7C"/>
    <w:rsid w:val="007F749B"/>
    <w:rsid w:val="00800D0A"/>
    <w:rsid w:val="008012EA"/>
    <w:rsid w:val="00802A5E"/>
    <w:rsid w:val="008036A9"/>
    <w:rsid w:val="00803C6A"/>
    <w:rsid w:val="00803DA2"/>
    <w:rsid w:val="008077BE"/>
    <w:rsid w:val="008079E6"/>
    <w:rsid w:val="00811335"/>
    <w:rsid w:val="00811856"/>
    <w:rsid w:val="00811871"/>
    <w:rsid w:val="00811B1B"/>
    <w:rsid w:val="00812773"/>
    <w:rsid w:val="00812D05"/>
    <w:rsid w:val="00814B03"/>
    <w:rsid w:val="00815DC8"/>
    <w:rsid w:val="00817355"/>
    <w:rsid w:val="0081761E"/>
    <w:rsid w:val="008176F0"/>
    <w:rsid w:val="00820036"/>
    <w:rsid w:val="00820AD8"/>
    <w:rsid w:val="00820B23"/>
    <w:rsid w:val="00820FBA"/>
    <w:rsid w:val="00822ADE"/>
    <w:rsid w:val="0082327C"/>
    <w:rsid w:val="0082341B"/>
    <w:rsid w:val="00823EB9"/>
    <w:rsid w:val="008247B0"/>
    <w:rsid w:val="00824EA5"/>
    <w:rsid w:val="00824F0A"/>
    <w:rsid w:val="0082551D"/>
    <w:rsid w:val="00825576"/>
    <w:rsid w:val="00825EF8"/>
    <w:rsid w:val="00827240"/>
    <w:rsid w:val="008277B1"/>
    <w:rsid w:val="00830573"/>
    <w:rsid w:val="0083076C"/>
    <w:rsid w:val="00830E78"/>
    <w:rsid w:val="0083125A"/>
    <w:rsid w:val="00831A30"/>
    <w:rsid w:val="00831D08"/>
    <w:rsid w:val="00832233"/>
    <w:rsid w:val="00833B13"/>
    <w:rsid w:val="00833D0F"/>
    <w:rsid w:val="00834FF6"/>
    <w:rsid w:val="00835F44"/>
    <w:rsid w:val="0083669A"/>
    <w:rsid w:val="008426B5"/>
    <w:rsid w:val="00842FDB"/>
    <w:rsid w:val="00842FFB"/>
    <w:rsid w:val="0084338B"/>
    <w:rsid w:val="00843F4C"/>
    <w:rsid w:val="0084475D"/>
    <w:rsid w:val="0084581A"/>
    <w:rsid w:val="008464EF"/>
    <w:rsid w:val="00846CAB"/>
    <w:rsid w:val="008477B3"/>
    <w:rsid w:val="008503D5"/>
    <w:rsid w:val="00850430"/>
    <w:rsid w:val="0085167B"/>
    <w:rsid w:val="008528A1"/>
    <w:rsid w:val="00853881"/>
    <w:rsid w:val="00853891"/>
    <w:rsid w:val="00854386"/>
    <w:rsid w:val="00854486"/>
    <w:rsid w:val="0085472E"/>
    <w:rsid w:val="0085479B"/>
    <w:rsid w:val="00854A02"/>
    <w:rsid w:val="00854C14"/>
    <w:rsid w:val="008569ED"/>
    <w:rsid w:val="00856AB5"/>
    <w:rsid w:val="00856B19"/>
    <w:rsid w:val="00857633"/>
    <w:rsid w:val="00857EEA"/>
    <w:rsid w:val="00861325"/>
    <w:rsid w:val="008617AB"/>
    <w:rsid w:val="00861985"/>
    <w:rsid w:val="00861ECE"/>
    <w:rsid w:val="008621C1"/>
    <w:rsid w:val="00862C24"/>
    <w:rsid w:val="00862CFB"/>
    <w:rsid w:val="008633A7"/>
    <w:rsid w:val="008642E6"/>
    <w:rsid w:val="008654DA"/>
    <w:rsid w:val="0086579D"/>
    <w:rsid w:val="00865B1B"/>
    <w:rsid w:val="0086664B"/>
    <w:rsid w:val="008672DB"/>
    <w:rsid w:val="008677D3"/>
    <w:rsid w:val="00870D71"/>
    <w:rsid w:val="00870F82"/>
    <w:rsid w:val="008724C1"/>
    <w:rsid w:val="00872C41"/>
    <w:rsid w:val="008743E9"/>
    <w:rsid w:val="008744E7"/>
    <w:rsid w:val="0087495C"/>
    <w:rsid w:val="0087498F"/>
    <w:rsid w:val="0087526B"/>
    <w:rsid w:val="00876231"/>
    <w:rsid w:val="00876258"/>
    <w:rsid w:val="00876CA6"/>
    <w:rsid w:val="00877558"/>
    <w:rsid w:val="00877D25"/>
    <w:rsid w:val="00877DFC"/>
    <w:rsid w:val="0088013A"/>
    <w:rsid w:val="0088023B"/>
    <w:rsid w:val="008805CF"/>
    <w:rsid w:val="008805ED"/>
    <w:rsid w:val="008807C7"/>
    <w:rsid w:val="0088546B"/>
    <w:rsid w:val="008858D5"/>
    <w:rsid w:val="00885FB7"/>
    <w:rsid w:val="0089097A"/>
    <w:rsid w:val="00890B9D"/>
    <w:rsid w:val="008918AF"/>
    <w:rsid w:val="008918D0"/>
    <w:rsid w:val="0089261B"/>
    <w:rsid w:val="00892BEC"/>
    <w:rsid w:val="00892F5F"/>
    <w:rsid w:val="00892FC3"/>
    <w:rsid w:val="00893DF0"/>
    <w:rsid w:val="00893FBC"/>
    <w:rsid w:val="0089413F"/>
    <w:rsid w:val="0089430A"/>
    <w:rsid w:val="0089450C"/>
    <w:rsid w:val="008953A2"/>
    <w:rsid w:val="0089647C"/>
    <w:rsid w:val="00896ABB"/>
    <w:rsid w:val="008979D6"/>
    <w:rsid w:val="008A002A"/>
    <w:rsid w:val="008A00B8"/>
    <w:rsid w:val="008A1D48"/>
    <w:rsid w:val="008A3728"/>
    <w:rsid w:val="008A379B"/>
    <w:rsid w:val="008A3D05"/>
    <w:rsid w:val="008A3DC0"/>
    <w:rsid w:val="008A4D75"/>
    <w:rsid w:val="008A64F3"/>
    <w:rsid w:val="008A7AB4"/>
    <w:rsid w:val="008B007C"/>
    <w:rsid w:val="008B00D7"/>
    <w:rsid w:val="008B08A8"/>
    <w:rsid w:val="008B0908"/>
    <w:rsid w:val="008B0BD7"/>
    <w:rsid w:val="008B119B"/>
    <w:rsid w:val="008B1F13"/>
    <w:rsid w:val="008B3A74"/>
    <w:rsid w:val="008B3F10"/>
    <w:rsid w:val="008B4857"/>
    <w:rsid w:val="008B4D17"/>
    <w:rsid w:val="008B512A"/>
    <w:rsid w:val="008B556C"/>
    <w:rsid w:val="008B5F9C"/>
    <w:rsid w:val="008B602E"/>
    <w:rsid w:val="008B6B92"/>
    <w:rsid w:val="008B6E12"/>
    <w:rsid w:val="008B7472"/>
    <w:rsid w:val="008B7F63"/>
    <w:rsid w:val="008C0855"/>
    <w:rsid w:val="008C0C1B"/>
    <w:rsid w:val="008C2E17"/>
    <w:rsid w:val="008C3968"/>
    <w:rsid w:val="008C4911"/>
    <w:rsid w:val="008C4A17"/>
    <w:rsid w:val="008C5365"/>
    <w:rsid w:val="008C5417"/>
    <w:rsid w:val="008C596E"/>
    <w:rsid w:val="008C5E81"/>
    <w:rsid w:val="008C74CF"/>
    <w:rsid w:val="008C7585"/>
    <w:rsid w:val="008C7787"/>
    <w:rsid w:val="008D03D8"/>
    <w:rsid w:val="008D06EF"/>
    <w:rsid w:val="008D1B28"/>
    <w:rsid w:val="008D1B50"/>
    <w:rsid w:val="008D2777"/>
    <w:rsid w:val="008D28B6"/>
    <w:rsid w:val="008D2CF7"/>
    <w:rsid w:val="008D320D"/>
    <w:rsid w:val="008D4452"/>
    <w:rsid w:val="008D4F3C"/>
    <w:rsid w:val="008D5677"/>
    <w:rsid w:val="008D5DAA"/>
    <w:rsid w:val="008D715F"/>
    <w:rsid w:val="008D75E8"/>
    <w:rsid w:val="008D775A"/>
    <w:rsid w:val="008E04FB"/>
    <w:rsid w:val="008E0F35"/>
    <w:rsid w:val="008E17F5"/>
    <w:rsid w:val="008E2423"/>
    <w:rsid w:val="008E254D"/>
    <w:rsid w:val="008E421B"/>
    <w:rsid w:val="008E464F"/>
    <w:rsid w:val="008E5403"/>
    <w:rsid w:val="008E58F3"/>
    <w:rsid w:val="008E7251"/>
    <w:rsid w:val="008E79FF"/>
    <w:rsid w:val="008F02DA"/>
    <w:rsid w:val="008F0D38"/>
    <w:rsid w:val="008F12B9"/>
    <w:rsid w:val="008F229A"/>
    <w:rsid w:val="008F2662"/>
    <w:rsid w:val="008F29F5"/>
    <w:rsid w:val="008F3A28"/>
    <w:rsid w:val="008F4D09"/>
    <w:rsid w:val="008F6703"/>
    <w:rsid w:val="008F6F1D"/>
    <w:rsid w:val="008F791A"/>
    <w:rsid w:val="008F7DE9"/>
    <w:rsid w:val="008F7FDB"/>
    <w:rsid w:val="0090144B"/>
    <w:rsid w:val="00901F83"/>
    <w:rsid w:val="009022C9"/>
    <w:rsid w:val="009030A7"/>
    <w:rsid w:val="00905229"/>
    <w:rsid w:val="00905CD0"/>
    <w:rsid w:val="009067F6"/>
    <w:rsid w:val="009115A0"/>
    <w:rsid w:val="009120A1"/>
    <w:rsid w:val="00912473"/>
    <w:rsid w:val="00914223"/>
    <w:rsid w:val="00914BF7"/>
    <w:rsid w:val="00914C40"/>
    <w:rsid w:val="00914E5E"/>
    <w:rsid w:val="00914F23"/>
    <w:rsid w:val="009158D5"/>
    <w:rsid w:val="00916084"/>
    <w:rsid w:val="00916196"/>
    <w:rsid w:val="00916219"/>
    <w:rsid w:val="009163B9"/>
    <w:rsid w:val="00916BB3"/>
    <w:rsid w:val="00917FBD"/>
    <w:rsid w:val="009207F8"/>
    <w:rsid w:val="00921245"/>
    <w:rsid w:val="00921270"/>
    <w:rsid w:val="00921878"/>
    <w:rsid w:val="0092223A"/>
    <w:rsid w:val="00922BF0"/>
    <w:rsid w:val="009236D2"/>
    <w:rsid w:val="00923738"/>
    <w:rsid w:val="00924255"/>
    <w:rsid w:val="0092481D"/>
    <w:rsid w:val="009257CB"/>
    <w:rsid w:val="00925B50"/>
    <w:rsid w:val="00925D6F"/>
    <w:rsid w:val="00926782"/>
    <w:rsid w:val="00927932"/>
    <w:rsid w:val="00930A76"/>
    <w:rsid w:val="00933018"/>
    <w:rsid w:val="00933C5D"/>
    <w:rsid w:val="00934787"/>
    <w:rsid w:val="00936E2D"/>
    <w:rsid w:val="00937ACE"/>
    <w:rsid w:val="00937FDA"/>
    <w:rsid w:val="00940F6B"/>
    <w:rsid w:val="00940F9C"/>
    <w:rsid w:val="00942E07"/>
    <w:rsid w:val="009430DD"/>
    <w:rsid w:val="00943966"/>
    <w:rsid w:val="00943A07"/>
    <w:rsid w:val="00943AC4"/>
    <w:rsid w:val="00944BA9"/>
    <w:rsid w:val="00945098"/>
    <w:rsid w:val="009453D2"/>
    <w:rsid w:val="00946214"/>
    <w:rsid w:val="00946904"/>
    <w:rsid w:val="009470E7"/>
    <w:rsid w:val="00947471"/>
    <w:rsid w:val="009475D8"/>
    <w:rsid w:val="0095001C"/>
    <w:rsid w:val="00950333"/>
    <w:rsid w:val="00950C2B"/>
    <w:rsid w:val="009512B7"/>
    <w:rsid w:val="00951920"/>
    <w:rsid w:val="009525A7"/>
    <w:rsid w:val="00952FC1"/>
    <w:rsid w:val="00953192"/>
    <w:rsid w:val="00953404"/>
    <w:rsid w:val="00954408"/>
    <w:rsid w:val="009546CB"/>
    <w:rsid w:val="00954B12"/>
    <w:rsid w:val="00956504"/>
    <w:rsid w:val="009567F9"/>
    <w:rsid w:val="009577BF"/>
    <w:rsid w:val="009577DB"/>
    <w:rsid w:val="00957977"/>
    <w:rsid w:val="00957DFC"/>
    <w:rsid w:val="00957EE7"/>
    <w:rsid w:val="00962503"/>
    <w:rsid w:val="009633CA"/>
    <w:rsid w:val="00963717"/>
    <w:rsid w:val="00963D2A"/>
    <w:rsid w:val="009640CD"/>
    <w:rsid w:val="00964C39"/>
    <w:rsid w:val="00964DE2"/>
    <w:rsid w:val="0096527F"/>
    <w:rsid w:val="00966025"/>
    <w:rsid w:val="00966A0F"/>
    <w:rsid w:val="00966CD9"/>
    <w:rsid w:val="00967241"/>
    <w:rsid w:val="009702EE"/>
    <w:rsid w:val="0097131C"/>
    <w:rsid w:val="00972A53"/>
    <w:rsid w:val="00972CE9"/>
    <w:rsid w:val="0097509B"/>
    <w:rsid w:val="009758C8"/>
    <w:rsid w:val="00975EF3"/>
    <w:rsid w:val="00975EFA"/>
    <w:rsid w:val="00975F9A"/>
    <w:rsid w:val="00977144"/>
    <w:rsid w:val="00977D0D"/>
    <w:rsid w:val="00977FC2"/>
    <w:rsid w:val="00980E92"/>
    <w:rsid w:val="0098184F"/>
    <w:rsid w:val="009830EF"/>
    <w:rsid w:val="0098356B"/>
    <w:rsid w:val="00983A3F"/>
    <w:rsid w:val="00985A7C"/>
    <w:rsid w:val="00986566"/>
    <w:rsid w:val="00986D96"/>
    <w:rsid w:val="00987568"/>
    <w:rsid w:val="0098781B"/>
    <w:rsid w:val="00990632"/>
    <w:rsid w:val="009906DC"/>
    <w:rsid w:val="009915C1"/>
    <w:rsid w:val="009937CF"/>
    <w:rsid w:val="00993877"/>
    <w:rsid w:val="00993F86"/>
    <w:rsid w:val="009940F5"/>
    <w:rsid w:val="00994848"/>
    <w:rsid w:val="009950FB"/>
    <w:rsid w:val="0099580F"/>
    <w:rsid w:val="0099592A"/>
    <w:rsid w:val="0099656D"/>
    <w:rsid w:val="0099720E"/>
    <w:rsid w:val="00997266"/>
    <w:rsid w:val="009972C2"/>
    <w:rsid w:val="009A00BB"/>
    <w:rsid w:val="009A0369"/>
    <w:rsid w:val="009A0E1E"/>
    <w:rsid w:val="009A2A40"/>
    <w:rsid w:val="009A2DF8"/>
    <w:rsid w:val="009A35B0"/>
    <w:rsid w:val="009A633E"/>
    <w:rsid w:val="009A69EF"/>
    <w:rsid w:val="009A7636"/>
    <w:rsid w:val="009A7E47"/>
    <w:rsid w:val="009B10E1"/>
    <w:rsid w:val="009B26F5"/>
    <w:rsid w:val="009B2E30"/>
    <w:rsid w:val="009B3037"/>
    <w:rsid w:val="009B31FB"/>
    <w:rsid w:val="009B3AA5"/>
    <w:rsid w:val="009B4173"/>
    <w:rsid w:val="009B54F3"/>
    <w:rsid w:val="009B65F1"/>
    <w:rsid w:val="009B6D16"/>
    <w:rsid w:val="009B751F"/>
    <w:rsid w:val="009C0B6A"/>
    <w:rsid w:val="009C10C8"/>
    <w:rsid w:val="009C16E0"/>
    <w:rsid w:val="009C1F90"/>
    <w:rsid w:val="009C21DF"/>
    <w:rsid w:val="009C2E36"/>
    <w:rsid w:val="009C340F"/>
    <w:rsid w:val="009C3B69"/>
    <w:rsid w:val="009C5EAD"/>
    <w:rsid w:val="009C6B7C"/>
    <w:rsid w:val="009C6C74"/>
    <w:rsid w:val="009C77E6"/>
    <w:rsid w:val="009C789B"/>
    <w:rsid w:val="009C7D46"/>
    <w:rsid w:val="009D110C"/>
    <w:rsid w:val="009D1804"/>
    <w:rsid w:val="009D1813"/>
    <w:rsid w:val="009D21B2"/>
    <w:rsid w:val="009D21E0"/>
    <w:rsid w:val="009D2DB5"/>
    <w:rsid w:val="009D506A"/>
    <w:rsid w:val="009D5098"/>
    <w:rsid w:val="009D5457"/>
    <w:rsid w:val="009D56F6"/>
    <w:rsid w:val="009D65E1"/>
    <w:rsid w:val="009D779A"/>
    <w:rsid w:val="009E007F"/>
    <w:rsid w:val="009E01EF"/>
    <w:rsid w:val="009E0346"/>
    <w:rsid w:val="009E2157"/>
    <w:rsid w:val="009E424A"/>
    <w:rsid w:val="009E4B4B"/>
    <w:rsid w:val="009E4E2E"/>
    <w:rsid w:val="009E5F0A"/>
    <w:rsid w:val="009E66F0"/>
    <w:rsid w:val="009E6B91"/>
    <w:rsid w:val="009E6C3F"/>
    <w:rsid w:val="009E7A7E"/>
    <w:rsid w:val="009E7D0F"/>
    <w:rsid w:val="009F066E"/>
    <w:rsid w:val="009F195F"/>
    <w:rsid w:val="009F2406"/>
    <w:rsid w:val="009F2F09"/>
    <w:rsid w:val="009F2F6E"/>
    <w:rsid w:val="009F3A08"/>
    <w:rsid w:val="009F3ED5"/>
    <w:rsid w:val="009F3FEF"/>
    <w:rsid w:val="009F433C"/>
    <w:rsid w:val="009F617A"/>
    <w:rsid w:val="009F62E8"/>
    <w:rsid w:val="009F6A2E"/>
    <w:rsid w:val="00A00D66"/>
    <w:rsid w:val="00A00F11"/>
    <w:rsid w:val="00A0131A"/>
    <w:rsid w:val="00A013CF"/>
    <w:rsid w:val="00A01632"/>
    <w:rsid w:val="00A01D04"/>
    <w:rsid w:val="00A035DC"/>
    <w:rsid w:val="00A037E0"/>
    <w:rsid w:val="00A042B4"/>
    <w:rsid w:val="00A0454D"/>
    <w:rsid w:val="00A04E60"/>
    <w:rsid w:val="00A0694F"/>
    <w:rsid w:val="00A0718D"/>
    <w:rsid w:val="00A07371"/>
    <w:rsid w:val="00A079B8"/>
    <w:rsid w:val="00A102FA"/>
    <w:rsid w:val="00A10322"/>
    <w:rsid w:val="00A10AA1"/>
    <w:rsid w:val="00A11671"/>
    <w:rsid w:val="00A119FB"/>
    <w:rsid w:val="00A11F8E"/>
    <w:rsid w:val="00A124F4"/>
    <w:rsid w:val="00A12BF4"/>
    <w:rsid w:val="00A14563"/>
    <w:rsid w:val="00A14CF2"/>
    <w:rsid w:val="00A16483"/>
    <w:rsid w:val="00A16D4D"/>
    <w:rsid w:val="00A173BA"/>
    <w:rsid w:val="00A20421"/>
    <w:rsid w:val="00A215F5"/>
    <w:rsid w:val="00A227B5"/>
    <w:rsid w:val="00A22CB1"/>
    <w:rsid w:val="00A22CEA"/>
    <w:rsid w:val="00A2316F"/>
    <w:rsid w:val="00A23352"/>
    <w:rsid w:val="00A24A8B"/>
    <w:rsid w:val="00A24D44"/>
    <w:rsid w:val="00A25293"/>
    <w:rsid w:val="00A255BB"/>
    <w:rsid w:val="00A25B10"/>
    <w:rsid w:val="00A3097C"/>
    <w:rsid w:val="00A309AC"/>
    <w:rsid w:val="00A310E6"/>
    <w:rsid w:val="00A3189E"/>
    <w:rsid w:val="00A31A14"/>
    <w:rsid w:val="00A32B1B"/>
    <w:rsid w:val="00A33329"/>
    <w:rsid w:val="00A3380B"/>
    <w:rsid w:val="00A33880"/>
    <w:rsid w:val="00A33B51"/>
    <w:rsid w:val="00A34369"/>
    <w:rsid w:val="00A34F9D"/>
    <w:rsid w:val="00A3633B"/>
    <w:rsid w:val="00A3653E"/>
    <w:rsid w:val="00A36FE1"/>
    <w:rsid w:val="00A4081A"/>
    <w:rsid w:val="00A41B6C"/>
    <w:rsid w:val="00A4283F"/>
    <w:rsid w:val="00A428CF"/>
    <w:rsid w:val="00A43638"/>
    <w:rsid w:val="00A43A4A"/>
    <w:rsid w:val="00A45206"/>
    <w:rsid w:val="00A46704"/>
    <w:rsid w:val="00A46F5C"/>
    <w:rsid w:val="00A46F99"/>
    <w:rsid w:val="00A50700"/>
    <w:rsid w:val="00A52501"/>
    <w:rsid w:val="00A52585"/>
    <w:rsid w:val="00A52980"/>
    <w:rsid w:val="00A52A98"/>
    <w:rsid w:val="00A52BEB"/>
    <w:rsid w:val="00A52E90"/>
    <w:rsid w:val="00A5355D"/>
    <w:rsid w:val="00A5387B"/>
    <w:rsid w:val="00A53C97"/>
    <w:rsid w:val="00A53FCB"/>
    <w:rsid w:val="00A54021"/>
    <w:rsid w:val="00A55887"/>
    <w:rsid w:val="00A56254"/>
    <w:rsid w:val="00A56D8C"/>
    <w:rsid w:val="00A576A0"/>
    <w:rsid w:val="00A57D51"/>
    <w:rsid w:val="00A60E75"/>
    <w:rsid w:val="00A613ED"/>
    <w:rsid w:val="00A616EB"/>
    <w:rsid w:val="00A61719"/>
    <w:rsid w:val="00A62BF7"/>
    <w:rsid w:val="00A6305B"/>
    <w:rsid w:val="00A630A1"/>
    <w:rsid w:val="00A633D1"/>
    <w:rsid w:val="00A6384A"/>
    <w:rsid w:val="00A638BB"/>
    <w:rsid w:val="00A64B3C"/>
    <w:rsid w:val="00A65916"/>
    <w:rsid w:val="00A65D6D"/>
    <w:rsid w:val="00A6647C"/>
    <w:rsid w:val="00A67996"/>
    <w:rsid w:val="00A679AC"/>
    <w:rsid w:val="00A67B8C"/>
    <w:rsid w:val="00A7004A"/>
    <w:rsid w:val="00A71DCD"/>
    <w:rsid w:val="00A72194"/>
    <w:rsid w:val="00A743D9"/>
    <w:rsid w:val="00A74AF2"/>
    <w:rsid w:val="00A75A67"/>
    <w:rsid w:val="00A75EC2"/>
    <w:rsid w:val="00A76B34"/>
    <w:rsid w:val="00A770DF"/>
    <w:rsid w:val="00A776D8"/>
    <w:rsid w:val="00A77CF9"/>
    <w:rsid w:val="00A80269"/>
    <w:rsid w:val="00A8067F"/>
    <w:rsid w:val="00A80EE2"/>
    <w:rsid w:val="00A80FFB"/>
    <w:rsid w:val="00A817DC"/>
    <w:rsid w:val="00A81FB3"/>
    <w:rsid w:val="00A8268E"/>
    <w:rsid w:val="00A83036"/>
    <w:rsid w:val="00A83E6E"/>
    <w:rsid w:val="00A84250"/>
    <w:rsid w:val="00A84A66"/>
    <w:rsid w:val="00A8522E"/>
    <w:rsid w:val="00A857D3"/>
    <w:rsid w:val="00A8593B"/>
    <w:rsid w:val="00A85F5A"/>
    <w:rsid w:val="00A864A3"/>
    <w:rsid w:val="00A865BD"/>
    <w:rsid w:val="00A86946"/>
    <w:rsid w:val="00A87D3E"/>
    <w:rsid w:val="00A908C5"/>
    <w:rsid w:val="00A913F1"/>
    <w:rsid w:val="00A914C0"/>
    <w:rsid w:val="00A922AC"/>
    <w:rsid w:val="00A9270A"/>
    <w:rsid w:val="00A927D2"/>
    <w:rsid w:val="00A92B13"/>
    <w:rsid w:val="00A931F5"/>
    <w:rsid w:val="00A932F9"/>
    <w:rsid w:val="00A9471C"/>
    <w:rsid w:val="00A94FD7"/>
    <w:rsid w:val="00A96512"/>
    <w:rsid w:val="00A9677E"/>
    <w:rsid w:val="00A96F0F"/>
    <w:rsid w:val="00AA0531"/>
    <w:rsid w:val="00AA05C4"/>
    <w:rsid w:val="00AA0AFC"/>
    <w:rsid w:val="00AA290B"/>
    <w:rsid w:val="00AA4A1F"/>
    <w:rsid w:val="00AA4E77"/>
    <w:rsid w:val="00AA5239"/>
    <w:rsid w:val="00AA53D1"/>
    <w:rsid w:val="00AA640F"/>
    <w:rsid w:val="00AA681A"/>
    <w:rsid w:val="00AA6CE0"/>
    <w:rsid w:val="00AA6D88"/>
    <w:rsid w:val="00AA6EF9"/>
    <w:rsid w:val="00AA755E"/>
    <w:rsid w:val="00AB028F"/>
    <w:rsid w:val="00AB0C1E"/>
    <w:rsid w:val="00AB1961"/>
    <w:rsid w:val="00AB1A8A"/>
    <w:rsid w:val="00AB22B4"/>
    <w:rsid w:val="00AB2E37"/>
    <w:rsid w:val="00AB2E7F"/>
    <w:rsid w:val="00AB315D"/>
    <w:rsid w:val="00AB35FD"/>
    <w:rsid w:val="00AB3A29"/>
    <w:rsid w:val="00AB3B8E"/>
    <w:rsid w:val="00AB4554"/>
    <w:rsid w:val="00AB52EB"/>
    <w:rsid w:val="00AB6610"/>
    <w:rsid w:val="00AB6876"/>
    <w:rsid w:val="00AB6A5D"/>
    <w:rsid w:val="00AB789A"/>
    <w:rsid w:val="00AB7E3F"/>
    <w:rsid w:val="00AC0185"/>
    <w:rsid w:val="00AC05F5"/>
    <w:rsid w:val="00AC06F0"/>
    <w:rsid w:val="00AC0EDB"/>
    <w:rsid w:val="00AC1885"/>
    <w:rsid w:val="00AC1A07"/>
    <w:rsid w:val="00AC1CF4"/>
    <w:rsid w:val="00AC264F"/>
    <w:rsid w:val="00AC29D4"/>
    <w:rsid w:val="00AC2B14"/>
    <w:rsid w:val="00AC2D30"/>
    <w:rsid w:val="00AC480E"/>
    <w:rsid w:val="00AC6620"/>
    <w:rsid w:val="00AC6A22"/>
    <w:rsid w:val="00AC70BE"/>
    <w:rsid w:val="00AC7B68"/>
    <w:rsid w:val="00AD0497"/>
    <w:rsid w:val="00AD0905"/>
    <w:rsid w:val="00AD1332"/>
    <w:rsid w:val="00AD1C11"/>
    <w:rsid w:val="00AD1EB4"/>
    <w:rsid w:val="00AD1FED"/>
    <w:rsid w:val="00AD364B"/>
    <w:rsid w:val="00AD371B"/>
    <w:rsid w:val="00AD4009"/>
    <w:rsid w:val="00AD4C16"/>
    <w:rsid w:val="00AD4E84"/>
    <w:rsid w:val="00AD5167"/>
    <w:rsid w:val="00AD562F"/>
    <w:rsid w:val="00AD624B"/>
    <w:rsid w:val="00AD71E9"/>
    <w:rsid w:val="00AE0151"/>
    <w:rsid w:val="00AE0CE6"/>
    <w:rsid w:val="00AE1018"/>
    <w:rsid w:val="00AE12F8"/>
    <w:rsid w:val="00AE17AC"/>
    <w:rsid w:val="00AE2308"/>
    <w:rsid w:val="00AE27AF"/>
    <w:rsid w:val="00AE2999"/>
    <w:rsid w:val="00AE2A5C"/>
    <w:rsid w:val="00AE42C9"/>
    <w:rsid w:val="00AE547F"/>
    <w:rsid w:val="00AE5896"/>
    <w:rsid w:val="00AE6183"/>
    <w:rsid w:val="00AE618D"/>
    <w:rsid w:val="00AE61B9"/>
    <w:rsid w:val="00AE6574"/>
    <w:rsid w:val="00AE719E"/>
    <w:rsid w:val="00AF024B"/>
    <w:rsid w:val="00AF04E0"/>
    <w:rsid w:val="00AF26EA"/>
    <w:rsid w:val="00AF3084"/>
    <w:rsid w:val="00AF318D"/>
    <w:rsid w:val="00AF35B1"/>
    <w:rsid w:val="00AF4A1B"/>
    <w:rsid w:val="00AF4BBC"/>
    <w:rsid w:val="00AF4F37"/>
    <w:rsid w:val="00AF5095"/>
    <w:rsid w:val="00AF5907"/>
    <w:rsid w:val="00AF6E58"/>
    <w:rsid w:val="00AF7776"/>
    <w:rsid w:val="00B00989"/>
    <w:rsid w:val="00B01720"/>
    <w:rsid w:val="00B020E2"/>
    <w:rsid w:val="00B0243B"/>
    <w:rsid w:val="00B03E80"/>
    <w:rsid w:val="00B041C2"/>
    <w:rsid w:val="00B04327"/>
    <w:rsid w:val="00B05953"/>
    <w:rsid w:val="00B063CE"/>
    <w:rsid w:val="00B0648F"/>
    <w:rsid w:val="00B066C2"/>
    <w:rsid w:val="00B07C4D"/>
    <w:rsid w:val="00B108D9"/>
    <w:rsid w:val="00B10C23"/>
    <w:rsid w:val="00B10F5B"/>
    <w:rsid w:val="00B11A61"/>
    <w:rsid w:val="00B120B4"/>
    <w:rsid w:val="00B122CB"/>
    <w:rsid w:val="00B124C6"/>
    <w:rsid w:val="00B132F7"/>
    <w:rsid w:val="00B14083"/>
    <w:rsid w:val="00B152E1"/>
    <w:rsid w:val="00B1563B"/>
    <w:rsid w:val="00B15A09"/>
    <w:rsid w:val="00B16549"/>
    <w:rsid w:val="00B16930"/>
    <w:rsid w:val="00B1724D"/>
    <w:rsid w:val="00B20509"/>
    <w:rsid w:val="00B20994"/>
    <w:rsid w:val="00B2114B"/>
    <w:rsid w:val="00B211B8"/>
    <w:rsid w:val="00B212C1"/>
    <w:rsid w:val="00B2135A"/>
    <w:rsid w:val="00B21E75"/>
    <w:rsid w:val="00B2242A"/>
    <w:rsid w:val="00B23197"/>
    <w:rsid w:val="00B24FC2"/>
    <w:rsid w:val="00B266CA"/>
    <w:rsid w:val="00B26924"/>
    <w:rsid w:val="00B27269"/>
    <w:rsid w:val="00B27ACE"/>
    <w:rsid w:val="00B3016D"/>
    <w:rsid w:val="00B322B0"/>
    <w:rsid w:val="00B32524"/>
    <w:rsid w:val="00B32942"/>
    <w:rsid w:val="00B32F57"/>
    <w:rsid w:val="00B337E2"/>
    <w:rsid w:val="00B344FD"/>
    <w:rsid w:val="00B34931"/>
    <w:rsid w:val="00B35FE2"/>
    <w:rsid w:val="00B3665F"/>
    <w:rsid w:val="00B36C43"/>
    <w:rsid w:val="00B3726D"/>
    <w:rsid w:val="00B412C2"/>
    <w:rsid w:val="00B41627"/>
    <w:rsid w:val="00B41E42"/>
    <w:rsid w:val="00B422A9"/>
    <w:rsid w:val="00B42D99"/>
    <w:rsid w:val="00B43155"/>
    <w:rsid w:val="00B43505"/>
    <w:rsid w:val="00B43516"/>
    <w:rsid w:val="00B4412E"/>
    <w:rsid w:val="00B4487A"/>
    <w:rsid w:val="00B46124"/>
    <w:rsid w:val="00B46BFC"/>
    <w:rsid w:val="00B46C08"/>
    <w:rsid w:val="00B46FD5"/>
    <w:rsid w:val="00B50118"/>
    <w:rsid w:val="00B520D4"/>
    <w:rsid w:val="00B52599"/>
    <w:rsid w:val="00B527C1"/>
    <w:rsid w:val="00B53B39"/>
    <w:rsid w:val="00B54B5F"/>
    <w:rsid w:val="00B54E2B"/>
    <w:rsid w:val="00B550F4"/>
    <w:rsid w:val="00B558D1"/>
    <w:rsid w:val="00B55D10"/>
    <w:rsid w:val="00B56215"/>
    <w:rsid w:val="00B5695E"/>
    <w:rsid w:val="00B569F2"/>
    <w:rsid w:val="00B56BD3"/>
    <w:rsid w:val="00B56D3F"/>
    <w:rsid w:val="00B57C14"/>
    <w:rsid w:val="00B60EC3"/>
    <w:rsid w:val="00B61C0A"/>
    <w:rsid w:val="00B6330F"/>
    <w:rsid w:val="00B63712"/>
    <w:rsid w:val="00B63A09"/>
    <w:rsid w:val="00B63A59"/>
    <w:rsid w:val="00B655A4"/>
    <w:rsid w:val="00B66CEE"/>
    <w:rsid w:val="00B679C8"/>
    <w:rsid w:val="00B7093B"/>
    <w:rsid w:val="00B70DD2"/>
    <w:rsid w:val="00B710C7"/>
    <w:rsid w:val="00B713CF"/>
    <w:rsid w:val="00B726E1"/>
    <w:rsid w:val="00B72B7C"/>
    <w:rsid w:val="00B72E39"/>
    <w:rsid w:val="00B7478A"/>
    <w:rsid w:val="00B75F68"/>
    <w:rsid w:val="00B771CD"/>
    <w:rsid w:val="00B7769B"/>
    <w:rsid w:val="00B777B7"/>
    <w:rsid w:val="00B77ADD"/>
    <w:rsid w:val="00B77C35"/>
    <w:rsid w:val="00B81C74"/>
    <w:rsid w:val="00B8236E"/>
    <w:rsid w:val="00B828F9"/>
    <w:rsid w:val="00B82F2C"/>
    <w:rsid w:val="00B83288"/>
    <w:rsid w:val="00B84176"/>
    <w:rsid w:val="00B84C33"/>
    <w:rsid w:val="00B8579E"/>
    <w:rsid w:val="00B8606D"/>
    <w:rsid w:val="00B86C19"/>
    <w:rsid w:val="00B87474"/>
    <w:rsid w:val="00B87680"/>
    <w:rsid w:val="00B87774"/>
    <w:rsid w:val="00B90077"/>
    <w:rsid w:val="00B90163"/>
    <w:rsid w:val="00B90A2A"/>
    <w:rsid w:val="00B9206B"/>
    <w:rsid w:val="00B92136"/>
    <w:rsid w:val="00B923C3"/>
    <w:rsid w:val="00B9251B"/>
    <w:rsid w:val="00B92F57"/>
    <w:rsid w:val="00B9380C"/>
    <w:rsid w:val="00B952ED"/>
    <w:rsid w:val="00B96844"/>
    <w:rsid w:val="00B96863"/>
    <w:rsid w:val="00B968B2"/>
    <w:rsid w:val="00B96C6C"/>
    <w:rsid w:val="00B96C94"/>
    <w:rsid w:val="00B97AFA"/>
    <w:rsid w:val="00B97F5F"/>
    <w:rsid w:val="00BA0C40"/>
    <w:rsid w:val="00BA1600"/>
    <w:rsid w:val="00BA260E"/>
    <w:rsid w:val="00BA26FB"/>
    <w:rsid w:val="00BA3BF5"/>
    <w:rsid w:val="00BA4191"/>
    <w:rsid w:val="00BA5CD4"/>
    <w:rsid w:val="00BA5D6D"/>
    <w:rsid w:val="00BA63BF"/>
    <w:rsid w:val="00BA63FC"/>
    <w:rsid w:val="00BA6ECB"/>
    <w:rsid w:val="00BA73FF"/>
    <w:rsid w:val="00BB06BA"/>
    <w:rsid w:val="00BB23DA"/>
    <w:rsid w:val="00BB2884"/>
    <w:rsid w:val="00BB2D9D"/>
    <w:rsid w:val="00BB5272"/>
    <w:rsid w:val="00BB553D"/>
    <w:rsid w:val="00BB6469"/>
    <w:rsid w:val="00BB6F04"/>
    <w:rsid w:val="00BB7026"/>
    <w:rsid w:val="00BB710D"/>
    <w:rsid w:val="00BB7DEF"/>
    <w:rsid w:val="00BB7E03"/>
    <w:rsid w:val="00BC03D4"/>
    <w:rsid w:val="00BC0683"/>
    <w:rsid w:val="00BC06C3"/>
    <w:rsid w:val="00BC09B6"/>
    <w:rsid w:val="00BC12BB"/>
    <w:rsid w:val="00BC2123"/>
    <w:rsid w:val="00BC2257"/>
    <w:rsid w:val="00BC271D"/>
    <w:rsid w:val="00BC28EF"/>
    <w:rsid w:val="00BC2F81"/>
    <w:rsid w:val="00BC3539"/>
    <w:rsid w:val="00BC53D6"/>
    <w:rsid w:val="00BC634A"/>
    <w:rsid w:val="00BC78EE"/>
    <w:rsid w:val="00BC7E58"/>
    <w:rsid w:val="00BC7EF7"/>
    <w:rsid w:val="00BC7F3D"/>
    <w:rsid w:val="00BD0A47"/>
    <w:rsid w:val="00BD0BDC"/>
    <w:rsid w:val="00BD2467"/>
    <w:rsid w:val="00BD2811"/>
    <w:rsid w:val="00BD2D26"/>
    <w:rsid w:val="00BD2DAA"/>
    <w:rsid w:val="00BD2F14"/>
    <w:rsid w:val="00BD2F2F"/>
    <w:rsid w:val="00BD32AA"/>
    <w:rsid w:val="00BD4332"/>
    <w:rsid w:val="00BD482A"/>
    <w:rsid w:val="00BD534F"/>
    <w:rsid w:val="00BD552F"/>
    <w:rsid w:val="00BD5882"/>
    <w:rsid w:val="00BD66CB"/>
    <w:rsid w:val="00BD6FA3"/>
    <w:rsid w:val="00BE0633"/>
    <w:rsid w:val="00BE1922"/>
    <w:rsid w:val="00BE19A2"/>
    <w:rsid w:val="00BE1ADE"/>
    <w:rsid w:val="00BE1C8C"/>
    <w:rsid w:val="00BE1CE4"/>
    <w:rsid w:val="00BE1E68"/>
    <w:rsid w:val="00BE2598"/>
    <w:rsid w:val="00BE2A96"/>
    <w:rsid w:val="00BE46CE"/>
    <w:rsid w:val="00BE5968"/>
    <w:rsid w:val="00BF0696"/>
    <w:rsid w:val="00BF0D18"/>
    <w:rsid w:val="00BF12E5"/>
    <w:rsid w:val="00BF1871"/>
    <w:rsid w:val="00BF2B7B"/>
    <w:rsid w:val="00BF2E8A"/>
    <w:rsid w:val="00BF3AFA"/>
    <w:rsid w:val="00BF49D4"/>
    <w:rsid w:val="00BF580C"/>
    <w:rsid w:val="00BF59D9"/>
    <w:rsid w:val="00BF5FA3"/>
    <w:rsid w:val="00BF6685"/>
    <w:rsid w:val="00BF7107"/>
    <w:rsid w:val="00BF7E13"/>
    <w:rsid w:val="00C017A8"/>
    <w:rsid w:val="00C01D91"/>
    <w:rsid w:val="00C02210"/>
    <w:rsid w:val="00C02696"/>
    <w:rsid w:val="00C02CC0"/>
    <w:rsid w:val="00C02D06"/>
    <w:rsid w:val="00C04480"/>
    <w:rsid w:val="00C04A5B"/>
    <w:rsid w:val="00C058E2"/>
    <w:rsid w:val="00C05C34"/>
    <w:rsid w:val="00C06B78"/>
    <w:rsid w:val="00C072F8"/>
    <w:rsid w:val="00C100E0"/>
    <w:rsid w:val="00C114FF"/>
    <w:rsid w:val="00C115E2"/>
    <w:rsid w:val="00C13F55"/>
    <w:rsid w:val="00C14104"/>
    <w:rsid w:val="00C14545"/>
    <w:rsid w:val="00C148BD"/>
    <w:rsid w:val="00C156B5"/>
    <w:rsid w:val="00C15E59"/>
    <w:rsid w:val="00C16828"/>
    <w:rsid w:val="00C16ADF"/>
    <w:rsid w:val="00C1704E"/>
    <w:rsid w:val="00C173A7"/>
    <w:rsid w:val="00C20064"/>
    <w:rsid w:val="00C20672"/>
    <w:rsid w:val="00C2104D"/>
    <w:rsid w:val="00C21963"/>
    <w:rsid w:val="00C21DB3"/>
    <w:rsid w:val="00C21DEE"/>
    <w:rsid w:val="00C22D22"/>
    <w:rsid w:val="00C22D33"/>
    <w:rsid w:val="00C243ED"/>
    <w:rsid w:val="00C262F3"/>
    <w:rsid w:val="00C263F2"/>
    <w:rsid w:val="00C26A51"/>
    <w:rsid w:val="00C26F65"/>
    <w:rsid w:val="00C27132"/>
    <w:rsid w:val="00C30AAE"/>
    <w:rsid w:val="00C317E0"/>
    <w:rsid w:val="00C33F52"/>
    <w:rsid w:val="00C35011"/>
    <w:rsid w:val="00C35266"/>
    <w:rsid w:val="00C354DE"/>
    <w:rsid w:val="00C363BF"/>
    <w:rsid w:val="00C40A23"/>
    <w:rsid w:val="00C410D7"/>
    <w:rsid w:val="00C412C2"/>
    <w:rsid w:val="00C414D9"/>
    <w:rsid w:val="00C42580"/>
    <w:rsid w:val="00C42643"/>
    <w:rsid w:val="00C4376E"/>
    <w:rsid w:val="00C440C4"/>
    <w:rsid w:val="00C44612"/>
    <w:rsid w:val="00C45F2D"/>
    <w:rsid w:val="00C46257"/>
    <w:rsid w:val="00C4633F"/>
    <w:rsid w:val="00C4650F"/>
    <w:rsid w:val="00C46644"/>
    <w:rsid w:val="00C467DA"/>
    <w:rsid w:val="00C50803"/>
    <w:rsid w:val="00C50B18"/>
    <w:rsid w:val="00C50E3A"/>
    <w:rsid w:val="00C50E9A"/>
    <w:rsid w:val="00C50F95"/>
    <w:rsid w:val="00C52AF6"/>
    <w:rsid w:val="00C53398"/>
    <w:rsid w:val="00C53E5F"/>
    <w:rsid w:val="00C54526"/>
    <w:rsid w:val="00C54DAF"/>
    <w:rsid w:val="00C55D32"/>
    <w:rsid w:val="00C56BD6"/>
    <w:rsid w:val="00C60F60"/>
    <w:rsid w:val="00C623FD"/>
    <w:rsid w:val="00C62701"/>
    <w:rsid w:val="00C638F9"/>
    <w:rsid w:val="00C63DEC"/>
    <w:rsid w:val="00C64888"/>
    <w:rsid w:val="00C64FAA"/>
    <w:rsid w:val="00C652CA"/>
    <w:rsid w:val="00C66FCE"/>
    <w:rsid w:val="00C672D0"/>
    <w:rsid w:val="00C678C8"/>
    <w:rsid w:val="00C70851"/>
    <w:rsid w:val="00C713D1"/>
    <w:rsid w:val="00C7143B"/>
    <w:rsid w:val="00C71993"/>
    <w:rsid w:val="00C72334"/>
    <w:rsid w:val="00C72517"/>
    <w:rsid w:val="00C73ED9"/>
    <w:rsid w:val="00C7499F"/>
    <w:rsid w:val="00C74C8E"/>
    <w:rsid w:val="00C75796"/>
    <w:rsid w:val="00C75845"/>
    <w:rsid w:val="00C767D3"/>
    <w:rsid w:val="00C76949"/>
    <w:rsid w:val="00C77AAB"/>
    <w:rsid w:val="00C805A8"/>
    <w:rsid w:val="00C808DD"/>
    <w:rsid w:val="00C80A92"/>
    <w:rsid w:val="00C80AFD"/>
    <w:rsid w:val="00C8179D"/>
    <w:rsid w:val="00C81D77"/>
    <w:rsid w:val="00C8397E"/>
    <w:rsid w:val="00C83A33"/>
    <w:rsid w:val="00C86800"/>
    <w:rsid w:val="00C86F0F"/>
    <w:rsid w:val="00C8775B"/>
    <w:rsid w:val="00C9040B"/>
    <w:rsid w:val="00C90629"/>
    <w:rsid w:val="00C90952"/>
    <w:rsid w:val="00C911E9"/>
    <w:rsid w:val="00C91C21"/>
    <w:rsid w:val="00C92D59"/>
    <w:rsid w:val="00C92DE0"/>
    <w:rsid w:val="00C93D7F"/>
    <w:rsid w:val="00C95513"/>
    <w:rsid w:val="00C9591E"/>
    <w:rsid w:val="00C96146"/>
    <w:rsid w:val="00C96643"/>
    <w:rsid w:val="00C9693D"/>
    <w:rsid w:val="00C97A39"/>
    <w:rsid w:val="00C97B3F"/>
    <w:rsid w:val="00C97FB5"/>
    <w:rsid w:val="00CA0953"/>
    <w:rsid w:val="00CA0AF8"/>
    <w:rsid w:val="00CA2B29"/>
    <w:rsid w:val="00CA2DEA"/>
    <w:rsid w:val="00CA3BEC"/>
    <w:rsid w:val="00CA4599"/>
    <w:rsid w:val="00CA4C2C"/>
    <w:rsid w:val="00CA4CB9"/>
    <w:rsid w:val="00CA549E"/>
    <w:rsid w:val="00CA63DA"/>
    <w:rsid w:val="00CA75E0"/>
    <w:rsid w:val="00CB13CA"/>
    <w:rsid w:val="00CB1806"/>
    <w:rsid w:val="00CB244B"/>
    <w:rsid w:val="00CB2833"/>
    <w:rsid w:val="00CB2FB1"/>
    <w:rsid w:val="00CB30C0"/>
    <w:rsid w:val="00CB3635"/>
    <w:rsid w:val="00CB40D8"/>
    <w:rsid w:val="00CB4324"/>
    <w:rsid w:val="00CB4AB4"/>
    <w:rsid w:val="00CB4E9E"/>
    <w:rsid w:val="00CB7A1B"/>
    <w:rsid w:val="00CC0673"/>
    <w:rsid w:val="00CC097F"/>
    <w:rsid w:val="00CC0BEA"/>
    <w:rsid w:val="00CC0E5B"/>
    <w:rsid w:val="00CC1B31"/>
    <w:rsid w:val="00CC3199"/>
    <w:rsid w:val="00CC3460"/>
    <w:rsid w:val="00CC361A"/>
    <w:rsid w:val="00CC3EF6"/>
    <w:rsid w:val="00CC645B"/>
    <w:rsid w:val="00CC702A"/>
    <w:rsid w:val="00CC7115"/>
    <w:rsid w:val="00CD04AB"/>
    <w:rsid w:val="00CD14EF"/>
    <w:rsid w:val="00CD1AFC"/>
    <w:rsid w:val="00CD24DC"/>
    <w:rsid w:val="00CD2A0C"/>
    <w:rsid w:val="00CD2A60"/>
    <w:rsid w:val="00CD2D67"/>
    <w:rsid w:val="00CD465B"/>
    <w:rsid w:val="00CD4672"/>
    <w:rsid w:val="00CD5620"/>
    <w:rsid w:val="00CD6B98"/>
    <w:rsid w:val="00CE008C"/>
    <w:rsid w:val="00CE1F09"/>
    <w:rsid w:val="00CE2A7E"/>
    <w:rsid w:val="00CE2FE0"/>
    <w:rsid w:val="00CE3002"/>
    <w:rsid w:val="00CE3158"/>
    <w:rsid w:val="00CE3C54"/>
    <w:rsid w:val="00CE58FC"/>
    <w:rsid w:val="00CE5E5D"/>
    <w:rsid w:val="00CE5E65"/>
    <w:rsid w:val="00CE6A6F"/>
    <w:rsid w:val="00CE73E6"/>
    <w:rsid w:val="00CF0687"/>
    <w:rsid w:val="00CF06BB"/>
    <w:rsid w:val="00CF11B2"/>
    <w:rsid w:val="00CF154A"/>
    <w:rsid w:val="00CF1746"/>
    <w:rsid w:val="00CF2079"/>
    <w:rsid w:val="00CF2874"/>
    <w:rsid w:val="00CF29AD"/>
    <w:rsid w:val="00CF3959"/>
    <w:rsid w:val="00CF5394"/>
    <w:rsid w:val="00CF5C41"/>
    <w:rsid w:val="00CF7348"/>
    <w:rsid w:val="00CF7EE8"/>
    <w:rsid w:val="00D0052A"/>
    <w:rsid w:val="00D00803"/>
    <w:rsid w:val="00D00CAE"/>
    <w:rsid w:val="00D01F6E"/>
    <w:rsid w:val="00D027DC"/>
    <w:rsid w:val="00D028E9"/>
    <w:rsid w:val="00D0319E"/>
    <w:rsid w:val="00D032D4"/>
    <w:rsid w:val="00D03667"/>
    <w:rsid w:val="00D04891"/>
    <w:rsid w:val="00D049F7"/>
    <w:rsid w:val="00D0699D"/>
    <w:rsid w:val="00D074A6"/>
    <w:rsid w:val="00D07AAD"/>
    <w:rsid w:val="00D10052"/>
    <w:rsid w:val="00D10807"/>
    <w:rsid w:val="00D10CA3"/>
    <w:rsid w:val="00D12205"/>
    <w:rsid w:val="00D133C0"/>
    <w:rsid w:val="00D13445"/>
    <w:rsid w:val="00D1455E"/>
    <w:rsid w:val="00D15B58"/>
    <w:rsid w:val="00D15FF3"/>
    <w:rsid w:val="00D16063"/>
    <w:rsid w:val="00D20C99"/>
    <w:rsid w:val="00D2117F"/>
    <w:rsid w:val="00D21280"/>
    <w:rsid w:val="00D225BA"/>
    <w:rsid w:val="00D22ED6"/>
    <w:rsid w:val="00D24D2B"/>
    <w:rsid w:val="00D25CF3"/>
    <w:rsid w:val="00D25DB2"/>
    <w:rsid w:val="00D26320"/>
    <w:rsid w:val="00D274A2"/>
    <w:rsid w:val="00D314A2"/>
    <w:rsid w:val="00D3169E"/>
    <w:rsid w:val="00D319B4"/>
    <w:rsid w:val="00D31B00"/>
    <w:rsid w:val="00D32518"/>
    <w:rsid w:val="00D34765"/>
    <w:rsid w:val="00D34F8D"/>
    <w:rsid w:val="00D35BE5"/>
    <w:rsid w:val="00D3612F"/>
    <w:rsid w:val="00D36BEF"/>
    <w:rsid w:val="00D36DE7"/>
    <w:rsid w:val="00D3761E"/>
    <w:rsid w:val="00D37E91"/>
    <w:rsid w:val="00D402E3"/>
    <w:rsid w:val="00D4044C"/>
    <w:rsid w:val="00D40583"/>
    <w:rsid w:val="00D40692"/>
    <w:rsid w:val="00D42650"/>
    <w:rsid w:val="00D42660"/>
    <w:rsid w:val="00D42975"/>
    <w:rsid w:val="00D42FEF"/>
    <w:rsid w:val="00D43024"/>
    <w:rsid w:val="00D4428E"/>
    <w:rsid w:val="00D4795C"/>
    <w:rsid w:val="00D50B76"/>
    <w:rsid w:val="00D50C91"/>
    <w:rsid w:val="00D5168E"/>
    <w:rsid w:val="00D51786"/>
    <w:rsid w:val="00D5187C"/>
    <w:rsid w:val="00D51CF0"/>
    <w:rsid w:val="00D526C2"/>
    <w:rsid w:val="00D53C20"/>
    <w:rsid w:val="00D53F4C"/>
    <w:rsid w:val="00D5414E"/>
    <w:rsid w:val="00D55897"/>
    <w:rsid w:val="00D55AE8"/>
    <w:rsid w:val="00D573EE"/>
    <w:rsid w:val="00D574F0"/>
    <w:rsid w:val="00D57818"/>
    <w:rsid w:val="00D57FD1"/>
    <w:rsid w:val="00D602E4"/>
    <w:rsid w:val="00D6032C"/>
    <w:rsid w:val="00D607DD"/>
    <w:rsid w:val="00D60A4F"/>
    <w:rsid w:val="00D60E44"/>
    <w:rsid w:val="00D619DB"/>
    <w:rsid w:val="00D626D9"/>
    <w:rsid w:val="00D62F2B"/>
    <w:rsid w:val="00D635F6"/>
    <w:rsid w:val="00D637C3"/>
    <w:rsid w:val="00D644E4"/>
    <w:rsid w:val="00D64ADB"/>
    <w:rsid w:val="00D6521C"/>
    <w:rsid w:val="00D6666F"/>
    <w:rsid w:val="00D66A7F"/>
    <w:rsid w:val="00D707D2"/>
    <w:rsid w:val="00D7099E"/>
    <w:rsid w:val="00D70D7B"/>
    <w:rsid w:val="00D70FD7"/>
    <w:rsid w:val="00D70FD9"/>
    <w:rsid w:val="00D71ED7"/>
    <w:rsid w:val="00D71EEF"/>
    <w:rsid w:val="00D72537"/>
    <w:rsid w:val="00D72E14"/>
    <w:rsid w:val="00D7330C"/>
    <w:rsid w:val="00D741EC"/>
    <w:rsid w:val="00D749B7"/>
    <w:rsid w:val="00D74A18"/>
    <w:rsid w:val="00D74B86"/>
    <w:rsid w:val="00D7512F"/>
    <w:rsid w:val="00D75132"/>
    <w:rsid w:val="00D75142"/>
    <w:rsid w:val="00D7589B"/>
    <w:rsid w:val="00D75ADC"/>
    <w:rsid w:val="00D75C09"/>
    <w:rsid w:val="00D769B8"/>
    <w:rsid w:val="00D77C9E"/>
    <w:rsid w:val="00D806F6"/>
    <w:rsid w:val="00D80B83"/>
    <w:rsid w:val="00D80FD8"/>
    <w:rsid w:val="00D81BBD"/>
    <w:rsid w:val="00D82D25"/>
    <w:rsid w:val="00D832B1"/>
    <w:rsid w:val="00D8388B"/>
    <w:rsid w:val="00D839B7"/>
    <w:rsid w:val="00D83AC5"/>
    <w:rsid w:val="00D844D0"/>
    <w:rsid w:val="00D84C54"/>
    <w:rsid w:val="00D85708"/>
    <w:rsid w:val="00D85877"/>
    <w:rsid w:val="00D85F15"/>
    <w:rsid w:val="00D86ACF"/>
    <w:rsid w:val="00D86F11"/>
    <w:rsid w:val="00D87A59"/>
    <w:rsid w:val="00D87CC1"/>
    <w:rsid w:val="00D9018E"/>
    <w:rsid w:val="00D90B0D"/>
    <w:rsid w:val="00D90CDA"/>
    <w:rsid w:val="00D9213B"/>
    <w:rsid w:val="00D9259B"/>
    <w:rsid w:val="00D926F5"/>
    <w:rsid w:val="00D939AC"/>
    <w:rsid w:val="00D95248"/>
    <w:rsid w:val="00D95D62"/>
    <w:rsid w:val="00D961D3"/>
    <w:rsid w:val="00D9720E"/>
    <w:rsid w:val="00D976A0"/>
    <w:rsid w:val="00D976CA"/>
    <w:rsid w:val="00D97AD0"/>
    <w:rsid w:val="00D97FA1"/>
    <w:rsid w:val="00DA0AB1"/>
    <w:rsid w:val="00DA1B82"/>
    <w:rsid w:val="00DA1C4F"/>
    <w:rsid w:val="00DA295F"/>
    <w:rsid w:val="00DA32C7"/>
    <w:rsid w:val="00DA38E7"/>
    <w:rsid w:val="00DA391C"/>
    <w:rsid w:val="00DA53C8"/>
    <w:rsid w:val="00DA5EF1"/>
    <w:rsid w:val="00DA6DCD"/>
    <w:rsid w:val="00DB0279"/>
    <w:rsid w:val="00DB07FA"/>
    <w:rsid w:val="00DB0C3E"/>
    <w:rsid w:val="00DB1399"/>
    <w:rsid w:val="00DB18AD"/>
    <w:rsid w:val="00DB1C68"/>
    <w:rsid w:val="00DB240B"/>
    <w:rsid w:val="00DB2CEF"/>
    <w:rsid w:val="00DB3A05"/>
    <w:rsid w:val="00DB43CA"/>
    <w:rsid w:val="00DB5188"/>
    <w:rsid w:val="00DB53C2"/>
    <w:rsid w:val="00DB5429"/>
    <w:rsid w:val="00DB54AC"/>
    <w:rsid w:val="00DB5BE7"/>
    <w:rsid w:val="00DB5E88"/>
    <w:rsid w:val="00DB600F"/>
    <w:rsid w:val="00DB63DE"/>
    <w:rsid w:val="00DB6EAD"/>
    <w:rsid w:val="00DB793B"/>
    <w:rsid w:val="00DC13C8"/>
    <w:rsid w:val="00DC1D4F"/>
    <w:rsid w:val="00DC357F"/>
    <w:rsid w:val="00DC5382"/>
    <w:rsid w:val="00DC5462"/>
    <w:rsid w:val="00DC67F7"/>
    <w:rsid w:val="00DC68F5"/>
    <w:rsid w:val="00DC6CBF"/>
    <w:rsid w:val="00DC773E"/>
    <w:rsid w:val="00DC7BE3"/>
    <w:rsid w:val="00DD0194"/>
    <w:rsid w:val="00DD1DA4"/>
    <w:rsid w:val="00DD21BD"/>
    <w:rsid w:val="00DD257A"/>
    <w:rsid w:val="00DD31EF"/>
    <w:rsid w:val="00DD3B8C"/>
    <w:rsid w:val="00DD3D4C"/>
    <w:rsid w:val="00DD4034"/>
    <w:rsid w:val="00DD5D66"/>
    <w:rsid w:val="00DD6731"/>
    <w:rsid w:val="00DD766E"/>
    <w:rsid w:val="00DD7C09"/>
    <w:rsid w:val="00DD7FB1"/>
    <w:rsid w:val="00DE0E54"/>
    <w:rsid w:val="00DE12D0"/>
    <w:rsid w:val="00DE1D60"/>
    <w:rsid w:val="00DE317B"/>
    <w:rsid w:val="00DE37A8"/>
    <w:rsid w:val="00DE3F31"/>
    <w:rsid w:val="00DE3FB6"/>
    <w:rsid w:val="00DE5A74"/>
    <w:rsid w:val="00DE5C86"/>
    <w:rsid w:val="00DE6527"/>
    <w:rsid w:val="00DE6D5B"/>
    <w:rsid w:val="00DE6EF7"/>
    <w:rsid w:val="00DE7198"/>
    <w:rsid w:val="00DE7C97"/>
    <w:rsid w:val="00DF18C6"/>
    <w:rsid w:val="00DF1F13"/>
    <w:rsid w:val="00DF2872"/>
    <w:rsid w:val="00DF2A27"/>
    <w:rsid w:val="00DF2D32"/>
    <w:rsid w:val="00DF2E26"/>
    <w:rsid w:val="00DF360E"/>
    <w:rsid w:val="00DF3938"/>
    <w:rsid w:val="00DF3D21"/>
    <w:rsid w:val="00DF4C8B"/>
    <w:rsid w:val="00DF6E0B"/>
    <w:rsid w:val="00DF6FB1"/>
    <w:rsid w:val="00E024A7"/>
    <w:rsid w:val="00E0273C"/>
    <w:rsid w:val="00E02BB1"/>
    <w:rsid w:val="00E04448"/>
    <w:rsid w:val="00E04B3A"/>
    <w:rsid w:val="00E04F24"/>
    <w:rsid w:val="00E05455"/>
    <w:rsid w:val="00E05822"/>
    <w:rsid w:val="00E06562"/>
    <w:rsid w:val="00E0666A"/>
    <w:rsid w:val="00E06A72"/>
    <w:rsid w:val="00E075A3"/>
    <w:rsid w:val="00E076DC"/>
    <w:rsid w:val="00E07FDE"/>
    <w:rsid w:val="00E120E4"/>
    <w:rsid w:val="00E12543"/>
    <w:rsid w:val="00E12894"/>
    <w:rsid w:val="00E15550"/>
    <w:rsid w:val="00E1573E"/>
    <w:rsid w:val="00E1602F"/>
    <w:rsid w:val="00E1613E"/>
    <w:rsid w:val="00E162B2"/>
    <w:rsid w:val="00E1654A"/>
    <w:rsid w:val="00E170B2"/>
    <w:rsid w:val="00E21FA2"/>
    <w:rsid w:val="00E22F71"/>
    <w:rsid w:val="00E23553"/>
    <w:rsid w:val="00E236FC"/>
    <w:rsid w:val="00E23B63"/>
    <w:rsid w:val="00E242A0"/>
    <w:rsid w:val="00E24623"/>
    <w:rsid w:val="00E25830"/>
    <w:rsid w:val="00E25BDB"/>
    <w:rsid w:val="00E25FAC"/>
    <w:rsid w:val="00E26BA6"/>
    <w:rsid w:val="00E27AE1"/>
    <w:rsid w:val="00E27DCD"/>
    <w:rsid w:val="00E30309"/>
    <w:rsid w:val="00E30FFD"/>
    <w:rsid w:val="00E310BD"/>
    <w:rsid w:val="00E31613"/>
    <w:rsid w:val="00E31F6C"/>
    <w:rsid w:val="00E334B5"/>
    <w:rsid w:val="00E33ADB"/>
    <w:rsid w:val="00E34390"/>
    <w:rsid w:val="00E35008"/>
    <w:rsid w:val="00E365B5"/>
    <w:rsid w:val="00E36DEB"/>
    <w:rsid w:val="00E372DC"/>
    <w:rsid w:val="00E37537"/>
    <w:rsid w:val="00E37933"/>
    <w:rsid w:val="00E37B2A"/>
    <w:rsid w:val="00E37E7E"/>
    <w:rsid w:val="00E37F78"/>
    <w:rsid w:val="00E4014F"/>
    <w:rsid w:val="00E40B5F"/>
    <w:rsid w:val="00E40BB1"/>
    <w:rsid w:val="00E40E5C"/>
    <w:rsid w:val="00E40EE9"/>
    <w:rsid w:val="00E41552"/>
    <w:rsid w:val="00E41EB6"/>
    <w:rsid w:val="00E433D8"/>
    <w:rsid w:val="00E4350A"/>
    <w:rsid w:val="00E4354B"/>
    <w:rsid w:val="00E44457"/>
    <w:rsid w:val="00E4466F"/>
    <w:rsid w:val="00E4470B"/>
    <w:rsid w:val="00E45782"/>
    <w:rsid w:val="00E4716F"/>
    <w:rsid w:val="00E5017D"/>
    <w:rsid w:val="00E50468"/>
    <w:rsid w:val="00E5083F"/>
    <w:rsid w:val="00E50901"/>
    <w:rsid w:val="00E50AA7"/>
    <w:rsid w:val="00E51494"/>
    <w:rsid w:val="00E524E1"/>
    <w:rsid w:val="00E5326C"/>
    <w:rsid w:val="00E5354B"/>
    <w:rsid w:val="00E53D3F"/>
    <w:rsid w:val="00E5493A"/>
    <w:rsid w:val="00E54D13"/>
    <w:rsid w:val="00E54DB9"/>
    <w:rsid w:val="00E54EC4"/>
    <w:rsid w:val="00E55D8E"/>
    <w:rsid w:val="00E562CB"/>
    <w:rsid w:val="00E56551"/>
    <w:rsid w:val="00E56EC9"/>
    <w:rsid w:val="00E61592"/>
    <w:rsid w:val="00E61BDF"/>
    <w:rsid w:val="00E6214C"/>
    <w:rsid w:val="00E627BC"/>
    <w:rsid w:val="00E64DE9"/>
    <w:rsid w:val="00E65F91"/>
    <w:rsid w:val="00E66A70"/>
    <w:rsid w:val="00E66D2D"/>
    <w:rsid w:val="00E67441"/>
    <w:rsid w:val="00E7044C"/>
    <w:rsid w:val="00E7070D"/>
    <w:rsid w:val="00E70A45"/>
    <w:rsid w:val="00E713B7"/>
    <w:rsid w:val="00E72628"/>
    <w:rsid w:val="00E72F73"/>
    <w:rsid w:val="00E733BE"/>
    <w:rsid w:val="00E74E7F"/>
    <w:rsid w:val="00E752E3"/>
    <w:rsid w:val="00E75CA0"/>
    <w:rsid w:val="00E76144"/>
    <w:rsid w:val="00E77961"/>
    <w:rsid w:val="00E80F10"/>
    <w:rsid w:val="00E822E7"/>
    <w:rsid w:val="00E83492"/>
    <w:rsid w:val="00E835EF"/>
    <w:rsid w:val="00E83AF4"/>
    <w:rsid w:val="00E83B8A"/>
    <w:rsid w:val="00E83D4F"/>
    <w:rsid w:val="00E8451E"/>
    <w:rsid w:val="00E84606"/>
    <w:rsid w:val="00E85000"/>
    <w:rsid w:val="00E8535E"/>
    <w:rsid w:val="00E85735"/>
    <w:rsid w:val="00E8789A"/>
    <w:rsid w:val="00E87B6C"/>
    <w:rsid w:val="00E87BBC"/>
    <w:rsid w:val="00E87F9A"/>
    <w:rsid w:val="00E87FF4"/>
    <w:rsid w:val="00E90829"/>
    <w:rsid w:val="00E917AA"/>
    <w:rsid w:val="00E91A20"/>
    <w:rsid w:val="00E92AF0"/>
    <w:rsid w:val="00E932A1"/>
    <w:rsid w:val="00E935AC"/>
    <w:rsid w:val="00E9505A"/>
    <w:rsid w:val="00E958B2"/>
    <w:rsid w:val="00E95F93"/>
    <w:rsid w:val="00E96069"/>
    <w:rsid w:val="00E960CB"/>
    <w:rsid w:val="00E9692A"/>
    <w:rsid w:val="00E9695E"/>
    <w:rsid w:val="00E96986"/>
    <w:rsid w:val="00E96EA8"/>
    <w:rsid w:val="00E97F8E"/>
    <w:rsid w:val="00EA0018"/>
    <w:rsid w:val="00EA1065"/>
    <w:rsid w:val="00EA1548"/>
    <w:rsid w:val="00EA1BF1"/>
    <w:rsid w:val="00EA1E70"/>
    <w:rsid w:val="00EA22D3"/>
    <w:rsid w:val="00EA2B7F"/>
    <w:rsid w:val="00EA3617"/>
    <w:rsid w:val="00EA4188"/>
    <w:rsid w:val="00EA4FE6"/>
    <w:rsid w:val="00EA5196"/>
    <w:rsid w:val="00EA5553"/>
    <w:rsid w:val="00EA5BCA"/>
    <w:rsid w:val="00EA5BE7"/>
    <w:rsid w:val="00EA7782"/>
    <w:rsid w:val="00EA799A"/>
    <w:rsid w:val="00EB0739"/>
    <w:rsid w:val="00EB086E"/>
    <w:rsid w:val="00EB0F4B"/>
    <w:rsid w:val="00EB1E16"/>
    <w:rsid w:val="00EB27C3"/>
    <w:rsid w:val="00EB2A09"/>
    <w:rsid w:val="00EB3414"/>
    <w:rsid w:val="00EB48BD"/>
    <w:rsid w:val="00EB4A76"/>
    <w:rsid w:val="00EB4DEA"/>
    <w:rsid w:val="00EB6083"/>
    <w:rsid w:val="00EB637E"/>
    <w:rsid w:val="00EB67D6"/>
    <w:rsid w:val="00EB6CE1"/>
    <w:rsid w:val="00EB6EAD"/>
    <w:rsid w:val="00EC0E26"/>
    <w:rsid w:val="00EC14BB"/>
    <w:rsid w:val="00EC2567"/>
    <w:rsid w:val="00EC2CFD"/>
    <w:rsid w:val="00EC47E3"/>
    <w:rsid w:val="00EC493E"/>
    <w:rsid w:val="00EC4EF9"/>
    <w:rsid w:val="00EC5086"/>
    <w:rsid w:val="00EC545E"/>
    <w:rsid w:val="00EC690A"/>
    <w:rsid w:val="00EC693F"/>
    <w:rsid w:val="00EC703D"/>
    <w:rsid w:val="00EC7269"/>
    <w:rsid w:val="00EC7C00"/>
    <w:rsid w:val="00ED070B"/>
    <w:rsid w:val="00ED079A"/>
    <w:rsid w:val="00ED0B2F"/>
    <w:rsid w:val="00ED1106"/>
    <w:rsid w:val="00ED1985"/>
    <w:rsid w:val="00ED199D"/>
    <w:rsid w:val="00ED1DA0"/>
    <w:rsid w:val="00ED3883"/>
    <w:rsid w:val="00ED45CD"/>
    <w:rsid w:val="00ED496F"/>
    <w:rsid w:val="00ED731B"/>
    <w:rsid w:val="00ED791F"/>
    <w:rsid w:val="00ED7A88"/>
    <w:rsid w:val="00ED7BCD"/>
    <w:rsid w:val="00EE0183"/>
    <w:rsid w:val="00EE036F"/>
    <w:rsid w:val="00EE05F0"/>
    <w:rsid w:val="00EE1D51"/>
    <w:rsid w:val="00EE3443"/>
    <w:rsid w:val="00EE50D0"/>
    <w:rsid w:val="00EE5B41"/>
    <w:rsid w:val="00EE6820"/>
    <w:rsid w:val="00EE6970"/>
    <w:rsid w:val="00EE6F5B"/>
    <w:rsid w:val="00EF114A"/>
    <w:rsid w:val="00EF17B4"/>
    <w:rsid w:val="00EF26CA"/>
    <w:rsid w:val="00EF295E"/>
    <w:rsid w:val="00EF2BC0"/>
    <w:rsid w:val="00EF2DE1"/>
    <w:rsid w:val="00EF424B"/>
    <w:rsid w:val="00EF45BB"/>
    <w:rsid w:val="00EF5F96"/>
    <w:rsid w:val="00EF66E1"/>
    <w:rsid w:val="00EF6A6E"/>
    <w:rsid w:val="00EF7208"/>
    <w:rsid w:val="00EF7BCF"/>
    <w:rsid w:val="00F00A70"/>
    <w:rsid w:val="00F00C14"/>
    <w:rsid w:val="00F02687"/>
    <w:rsid w:val="00F03C65"/>
    <w:rsid w:val="00F05C68"/>
    <w:rsid w:val="00F06D97"/>
    <w:rsid w:val="00F07949"/>
    <w:rsid w:val="00F10108"/>
    <w:rsid w:val="00F11DFC"/>
    <w:rsid w:val="00F1235C"/>
    <w:rsid w:val="00F12760"/>
    <w:rsid w:val="00F12945"/>
    <w:rsid w:val="00F12C89"/>
    <w:rsid w:val="00F12E32"/>
    <w:rsid w:val="00F136EF"/>
    <w:rsid w:val="00F13AC2"/>
    <w:rsid w:val="00F13AF7"/>
    <w:rsid w:val="00F1414F"/>
    <w:rsid w:val="00F158ED"/>
    <w:rsid w:val="00F1674C"/>
    <w:rsid w:val="00F2147C"/>
    <w:rsid w:val="00F220AD"/>
    <w:rsid w:val="00F22B4F"/>
    <w:rsid w:val="00F22D35"/>
    <w:rsid w:val="00F2301B"/>
    <w:rsid w:val="00F230CB"/>
    <w:rsid w:val="00F233E5"/>
    <w:rsid w:val="00F24243"/>
    <w:rsid w:val="00F24B63"/>
    <w:rsid w:val="00F24D5F"/>
    <w:rsid w:val="00F24DD4"/>
    <w:rsid w:val="00F25303"/>
    <w:rsid w:val="00F2572D"/>
    <w:rsid w:val="00F25BEC"/>
    <w:rsid w:val="00F25BF4"/>
    <w:rsid w:val="00F2604E"/>
    <w:rsid w:val="00F26A0E"/>
    <w:rsid w:val="00F26CAE"/>
    <w:rsid w:val="00F26F0D"/>
    <w:rsid w:val="00F271FF"/>
    <w:rsid w:val="00F2758E"/>
    <w:rsid w:val="00F276B6"/>
    <w:rsid w:val="00F304BA"/>
    <w:rsid w:val="00F30687"/>
    <w:rsid w:val="00F3093C"/>
    <w:rsid w:val="00F30BA4"/>
    <w:rsid w:val="00F30FDE"/>
    <w:rsid w:val="00F32525"/>
    <w:rsid w:val="00F32D92"/>
    <w:rsid w:val="00F351CF"/>
    <w:rsid w:val="00F358B1"/>
    <w:rsid w:val="00F36560"/>
    <w:rsid w:val="00F36FA9"/>
    <w:rsid w:val="00F375FD"/>
    <w:rsid w:val="00F40CF9"/>
    <w:rsid w:val="00F42674"/>
    <w:rsid w:val="00F437A2"/>
    <w:rsid w:val="00F43890"/>
    <w:rsid w:val="00F44020"/>
    <w:rsid w:val="00F449B7"/>
    <w:rsid w:val="00F4509B"/>
    <w:rsid w:val="00F4571F"/>
    <w:rsid w:val="00F46996"/>
    <w:rsid w:val="00F47497"/>
    <w:rsid w:val="00F47768"/>
    <w:rsid w:val="00F501B0"/>
    <w:rsid w:val="00F50EAB"/>
    <w:rsid w:val="00F51B5A"/>
    <w:rsid w:val="00F54F4A"/>
    <w:rsid w:val="00F55312"/>
    <w:rsid w:val="00F55EA6"/>
    <w:rsid w:val="00F55FCD"/>
    <w:rsid w:val="00F56847"/>
    <w:rsid w:val="00F56D04"/>
    <w:rsid w:val="00F60463"/>
    <w:rsid w:val="00F607C0"/>
    <w:rsid w:val="00F6177F"/>
    <w:rsid w:val="00F61C32"/>
    <w:rsid w:val="00F62F12"/>
    <w:rsid w:val="00F631F9"/>
    <w:rsid w:val="00F63F76"/>
    <w:rsid w:val="00F642C7"/>
    <w:rsid w:val="00F6493F"/>
    <w:rsid w:val="00F6524B"/>
    <w:rsid w:val="00F6532E"/>
    <w:rsid w:val="00F65458"/>
    <w:rsid w:val="00F65B33"/>
    <w:rsid w:val="00F65DA5"/>
    <w:rsid w:val="00F66040"/>
    <w:rsid w:val="00F6672C"/>
    <w:rsid w:val="00F672E0"/>
    <w:rsid w:val="00F703F0"/>
    <w:rsid w:val="00F72089"/>
    <w:rsid w:val="00F722EB"/>
    <w:rsid w:val="00F72538"/>
    <w:rsid w:val="00F72DCC"/>
    <w:rsid w:val="00F73073"/>
    <w:rsid w:val="00F738F0"/>
    <w:rsid w:val="00F74380"/>
    <w:rsid w:val="00F74AFE"/>
    <w:rsid w:val="00F74CE6"/>
    <w:rsid w:val="00F74D53"/>
    <w:rsid w:val="00F75145"/>
    <w:rsid w:val="00F7523C"/>
    <w:rsid w:val="00F75296"/>
    <w:rsid w:val="00F755AF"/>
    <w:rsid w:val="00F7689F"/>
    <w:rsid w:val="00F769BD"/>
    <w:rsid w:val="00F76AAD"/>
    <w:rsid w:val="00F8042B"/>
    <w:rsid w:val="00F80539"/>
    <w:rsid w:val="00F81A46"/>
    <w:rsid w:val="00F82215"/>
    <w:rsid w:val="00F8284E"/>
    <w:rsid w:val="00F83E5B"/>
    <w:rsid w:val="00F850E4"/>
    <w:rsid w:val="00F85243"/>
    <w:rsid w:val="00F8528F"/>
    <w:rsid w:val="00F8557A"/>
    <w:rsid w:val="00F85F2E"/>
    <w:rsid w:val="00F860FD"/>
    <w:rsid w:val="00F879A3"/>
    <w:rsid w:val="00F90058"/>
    <w:rsid w:val="00F9010E"/>
    <w:rsid w:val="00F901F4"/>
    <w:rsid w:val="00F9030C"/>
    <w:rsid w:val="00F90A11"/>
    <w:rsid w:val="00F90B49"/>
    <w:rsid w:val="00F90EED"/>
    <w:rsid w:val="00F90F25"/>
    <w:rsid w:val="00F90F3B"/>
    <w:rsid w:val="00F91420"/>
    <w:rsid w:val="00F92366"/>
    <w:rsid w:val="00F92BE7"/>
    <w:rsid w:val="00F93A65"/>
    <w:rsid w:val="00F947EC"/>
    <w:rsid w:val="00F94B10"/>
    <w:rsid w:val="00F952DE"/>
    <w:rsid w:val="00F95494"/>
    <w:rsid w:val="00F95AA0"/>
    <w:rsid w:val="00F95E33"/>
    <w:rsid w:val="00F969D5"/>
    <w:rsid w:val="00F97E34"/>
    <w:rsid w:val="00FA0351"/>
    <w:rsid w:val="00FA06B2"/>
    <w:rsid w:val="00FA0BE5"/>
    <w:rsid w:val="00FA1426"/>
    <w:rsid w:val="00FA198F"/>
    <w:rsid w:val="00FA19D2"/>
    <w:rsid w:val="00FA1B24"/>
    <w:rsid w:val="00FA1EC5"/>
    <w:rsid w:val="00FA1FAD"/>
    <w:rsid w:val="00FA2411"/>
    <w:rsid w:val="00FA3CEF"/>
    <w:rsid w:val="00FA5909"/>
    <w:rsid w:val="00FA59E6"/>
    <w:rsid w:val="00FA5C54"/>
    <w:rsid w:val="00FA61E8"/>
    <w:rsid w:val="00FA68FE"/>
    <w:rsid w:val="00FA6C31"/>
    <w:rsid w:val="00FA73E5"/>
    <w:rsid w:val="00FA74CD"/>
    <w:rsid w:val="00FA7DB9"/>
    <w:rsid w:val="00FB3BB8"/>
    <w:rsid w:val="00FB5B02"/>
    <w:rsid w:val="00FC0CB1"/>
    <w:rsid w:val="00FC0F6A"/>
    <w:rsid w:val="00FC213F"/>
    <w:rsid w:val="00FC2862"/>
    <w:rsid w:val="00FC3047"/>
    <w:rsid w:val="00FC47CE"/>
    <w:rsid w:val="00FC620C"/>
    <w:rsid w:val="00FC63A3"/>
    <w:rsid w:val="00FC7FE3"/>
    <w:rsid w:val="00FD10CB"/>
    <w:rsid w:val="00FD11EC"/>
    <w:rsid w:val="00FD17DF"/>
    <w:rsid w:val="00FD2B6B"/>
    <w:rsid w:val="00FD2D26"/>
    <w:rsid w:val="00FD46A3"/>
    <w:rsid w:val="00FD4BB6"/>
    <w:rsid w:val="00FD50F1"/>
    <w:rsid w:val="00FD5B4E"/>
    <w:rsid w:val="00FD5BAC"/>
    <w:rsid w:val="00FD5C3B"/>
    <w:rsid w:val="00FD655E"/>
    <w:rsid w:val="00FD65F7"/>
    <w:rsid w:val="00FD6F86"/>
    <w:rsid w:val="00FD7133"/>
    <w:rsid w:val="00FD754B"/>
    <w:rsid w:val="00FD7851"/>
    <w:rsid w:val="00FD7BF1"/>
    <w:rsid w:val="00FE15C2"/>
    <w:rsid w:val="00FE18B1"/>
    <w:rsid w:val="00FE1E15"/>
    <w:rsid w:val="00FE2A37"/>
    <w:rsid w:val="00FE3267"/>
    <w:rsid w:val="00FE394D"/>
    <w:rsid w:val="00FE3E75"/>
    <w:rsid w:val="00FE431A"/>
    <w:rsid w:val="00FE4F46"/>
    <w:rsid w:val="00FE5403"/>
    <w:rsid w:val="00FE564A"/>
    <w:rsid w:val="00FE701B"/>
    <w:rsid w:val="00FE76E9"/>
    <w:rsid w:val="00FE7D58"/>
    <w:rsid w:val="00FF0790"/>
    <w:rsid w:val="00FF0989"/>
    <w:rsid w:val="00FF254B"/>
    <w:rsid w:val="00FF2A1C"/>
    <w:rsid w:val="00FF362A"/>
    <w:rsid w:val="00FF3E50"/>
    <w:rsid w:val="00FF43C8"/>
    <w:rsid w:val="00FF43ED"/>
    <w:rsid w:val="00FF486D"/>
    <w:rsid w:val="00FF5A84"/>
    <w:rsid w:val="00FF6024"/>
    <w:rsid w:val="00FF6B4B"/>
    <w:rsid w:val="00FF6FA6"/>
    <w:rsid w:val="00FF7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3612F"/>
    <w:pPr>
      <w:spacing w:before="200" w:after="200" w:line="276" w:lineRule="auto"/>
    </w:pPr>
    <w:rPr>
      <w:rFonts w:ascii="Calibri" w:hAnsi="Calibri"/>
    </w:rPr>
  </w:style>
  <w:style w:type="paragraph" w:styleId="Heading1">
    <w:name w:val="heading 1"/>
    <w:basedOn w:val="Normal"/>
    <w:next w:val="Normal"/>
    <w:link w:val="Heading1Char"/>
    <w:uiPriority w:val="9"/>
    <w:qFormat/>
    <w:rsid w:val="00D3612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qFormat/>
    <w:rsid w:val="00D3612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9"/>
    <w:qFormat/>
    <w:rsid w:val="00D3612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D3612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D3612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D3612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D3612F"/>
    <w:p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D3612F"/>
    <w:pPr>
      <w:spacing w:before="300" w:after="0"/>
      <w:outlineLvl w:val="7"/>
    </w:pPr>
    <w:rPr>
      <w:caps/>
      <w:spacing w:val="10"/>
      <w:sz w:val="18"/>
      <w:szCs w:val="18"/>
    </w:rPr>
  </w:style>
  <w:style w:type="paragraph" w:styleId="Heading9">
    <w:name w:val="heading 9"/>
    <w:basedOn w:val="Normal"/>
    <w:next w:val="Normal"/>
    <w:link w:val="Heading9Char"/>
    <w:uiPriority w:val="99"/>
    <w:qFormat/>
    <w:rsid w:val="00D3612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3612F"/>
    <w:rPr>
      <w:rFonts w:ascii="Calibri" w:hAnsi="Calibri" w:cs="Times New Roman"/>
      <w:b/>
      <w:caps/>
      <w:color w:val="FFFFFF"/>
      <w:spacing w:val="15"/>
      <w:sz w:val="22"/>
      <w:shd w:val="clear" w:color="auto" w:fill="4F81BD"/>
    </w:rPr>
  </w:style>
  <w:style w:type="character" w:customStyle="1" w:styleId="Heading2Char">
    <w:name w:val="Heading 2 Char"/>
    <w:link w:val="Heading2"/>
    <w:uiPriority w:val="99"/>
    <w:locked/>
    <w:rsid w:val="00D3612F"/>
    <w:rPr>
      <w:rFonts w:ascii="Calibri" w:hAnsi="Calibri" w:cs="Times New Roman"/>
      <w:caps/>
      <w:spacing w:val="15"/>
      <w:sz w:val="22"/>
      <w:shd w:val="clear" w:color="auto" w:fill="DBE5F1"/>
    </w:rPr>
  </w:style>
  <w:style w:type="character" w:customStyle="1" w:styleId="Heading3Char">
    <w:name w:val="Heading 3 Char"/>
    <w:link w:val="Heading3"/>
    <w:uiPriority w:val="99"/>
    <w:semiHidden/>
    <w:locked/>
    <w:rsid w:val="00D3612F"/>
    <w:rPr>
      <w:rFonts w:ascii="Calibri" w:hAnsi="Calibri" w:cs="Times New Roman"/>
      <w:caps/>
      <w:color w:val="243F60"/>
      <w:spacing w:val="15"/>
      <w:sz w:val="22"/>
    </w:rPr>
  </w:style>
  <w:style w:type="character" w:customStyle="1" w:styleId="Heading4Char">
    <w:name w:val="Heading 4 Char"/>
    <w:link w:val="Heading4"/>
    <w:uiPriority w:val="99"/>
    <w:semiHidden/>
    <w:locked/>
    <w:rsid w:val="00D3612F"/>
    <w:rPr>
      <w:rFonts w:ascii="Calibri" w:hAnsi="Calibri" w:cs="Times New Roman"/>
      <w:caps/>
      <w:color w:val="365F91"/>
      <w:spacing w:val="10"/>
      <w:sz w:val="22"/>
    </w:rPr>
  </w:style>
  <w:style w:type="character" w:customStyle="1" w:styleId="Heading5Char">
    <w:name w:val="Heading 5 Char"/>
    <w:link w:val="Heading5"/>
    <w:uiPriority w:val="99"/>
    <w:semiHidden/>
    <w:locked/>
    <w:rsid w:val="00D3612F"/>
    <w:rPr>
      <w:rFonts w:ascii="Calibri" w:hAnsi="Calibri" w:cs="Times New Roman"/>
      <w:caps/>
      <w:color w:val="365F91"/>
      <w:spacing w:val="10"/>
      <w:sz w:val="22"/>
    </w:rPr>
  </w:style>
  <w:style w:type="character" w:customStyle="1" w:styleId="Heading6Char">
    <w:name w:val="Heading 6 Char"/>
    <w:link w:val="Heading6"/>
    <w:uiPriority w:val="99"/>
    <w:semiHidden/>
    <w:locked/>
    <w:rsid w:val="00D3612F"/>
    <w:rPr>
      <w:rFonts w:ascii="Calibri" w:hAnsi="Calibri" w:cs="Times New Roman"/>
      <w:caps/>
      <w:color w:val="365F91"/>
      <w:spacing w:val="10"/>
      <w:sz w:val="22"/>
    </w:rPr>
  </w:style>
  <w:style w:type="character" w:customStyle="1" w:styleId="Heading7Char">
    <w:name w:val="Heading 7 Char"/>
    <w:link w:val="Heading7"/>
    <w:uiPriority w:val="99"/>
    <w:semiHidden/>
    <w:locked/>
    <w:rsid w:val="00D3612F"/>
    <w:rPr>
      <w:rFonts w:ascii="Calibri" w:hAnsi="Calibri" w:cs="Times New Roman"/>
      <w:caps/>
      <w:color w:val="365F91"/>
      <w:spacing w:val="10"/>
      <w:sz w:val="22"/>
    </w:rPr>
  </w:style>
  <w:style w:type="character" w:customStyle="1" w:styleId="Heading8Char">
    <w:name w:val="Heading 8 Char"/>
    <w:link w:val="Heading8"/>
    <w:uiPriority w:val="99"/>
    <w:semiHidden/>
    <w:locked/>
    <w:rsid w:val="00D3612F"/>
    <w:rPr>
      <w:rFonts w:ascii="Calibri" w:hAnsi="Calibri" w:cs="Times New Roman"/>
      <w:caps/>
      <w:spacing w:val="10"/>
      <w:sz w:val="18"/>
    </w:rPr>
  </w:style>
  <w:style w:type="character" w:customStyle="1" w:styleId="Heading9Char">
    <w:name w:val="Heading 9 Char"/>
    <w:link w:val="Heading9"/>
    <w:uiPriority w:val="99"/>
    <w:semiHidden/>
    <w:locked/>
    <w:rsid w:val="00D3612F"/>
    <w:rPr>
      <w:rFonts w:ascii="Calibri" w:hAnsi="Calibri" w:cs="Times New Roman"/>
      <w:i/>
      <w:caps/>
      <w:spacing w:val="10"/>
      <w:sz w:val="18"/>
    </w:rPr>
  </w:style>
  <w:style w:type="paragraph" w:customStyle="1" w:styleId="CoverPageTitle">
    <w:name w:val="Cover Page Title"/>
    <w:basedOn w:val="Normal"/>
    <w:rsid w:val="00BC28EF"/>
    <w:pPr>
      <w:jc w:val="center"/>
    </w:pPr>
    <w:rPr>
      <w:b/>
      <w:bCs/>
      <w:sz w:val="36"/>
    </w:rPr>
  </w:style>
  <w:style w:type="paragraph" w:styleId="Header">
    <w:name w:val="header"/>
    <w:basedOn w:val="Normal"/>
    <w:link w:val="HeaderChar"/>
    <w:uiPriority w:val="99"/>
    <w:rsid w:val="00D3612F"/>
    <w:pPr>
      <w:tabs>
        <w:tab w:val="center" w:pos="4680"/>
        <w:tab w:val="right" w:pos="9360"/>
      </w:tabs>
      <w:spacing w:after="0" w:line="240" w:lineRule="auto"/>
    </w:pPr>
  </w:style>
  <w:style w:type="character" w:customStyle="1" w:styleId="HeaderChar">
    <w:name w:val="Header Char"/>
    <w:link w:val="Header"/>
    <w:uiPriority w:val="99"/>
    <w:locked/>
    <w:rsid w:val="00D3612F"/>
    <w:rPr>
      <w:rFonts w:ascii="Calibri" w:hAnsi="Calibri" w:cs="Times New Roman"/>
    </w:rPr>
  </w:style>
  <w:style w:type="paragraph" w:customStyle="1" w:styleId="LB2">
    <w:name w:val="LB2"/>
    <w:basedOn w:val="Normal"/>
    <w:uiPriority w:val="99"/>
    <w:rsid w:val="00BC28EF"/>
    <w:pPr>
      <w:numPr>
        <w:ilvl w:val="1"/>
        <w:numId w:val="1"/>
      </w:numPr>
    </w:pPr>
  </w:style>
  <w:style w:type="character" w:styleId="Hyperlink">
    <w:name w:val="Hyperlink"/>
    <w:uiPriority w:val="99"/>
    <w:rsid w:val="00BC28EF"/>
    <w:rPr>
      <w:rFonts w:cs="Times New Roman"/>
      <w:color w:val="0000FF"/>
      <w:u w:val="single"/>
    </w:rPr>
  </w:style>
  <w:style w:type="paragraph" w:customStyle="1" w:styleId="BodyTextIndented">
    <w:name w:val="Body Text Indented"/>
    <w:basedOn w:val="Normal"/>
    <w:uiPriority w:val="99"/>
    <w:rsid w:val="00D3612F"/>
    <w:pPr>
      <w:spacing w:after="0" w:line="240" w:lineRule="auto"/>
      <w:ind w:left="720"/>
    </w:pPr>
    <w:rPr>
      <w:rFonts w:ascii="Times New Roman" w:hAnsi="Times New Roman"/>
      <w:sz w:val="24"/>
      <w:szCs w:val="24"/>
    </w:rPr>
  </w:style>
  <w:style w:type="paragraph" w:customStyle="1" w:styleId="TableHeader">
    <w:name w:val="Table Header"/>
    <w:basedOn w:val="Normal"/>
    <w:rsid w:val="00BC28EF"/>
    <w:rPr>
      <w:b/>
    </w:rPr>
  </w:style>
  <w:style w:type="paragraph" w:customStyle="1" w:styleId="LB1">
    <w:name w:val="LB1"/>
    <w:basedOn w:val="Normal"/>
    <w:uiPriority w:val="99"/>
    <w:rsid w:val="00BC28EF"/>
    <w:pPr>
      <w:numPr>
        <w:numId w:val="2"/>
      </w:numPr>
    </w:pPr>
  </w:style>
  <w:style w:type="paragraph" w:styleId="CommentText">
    <w:name w:val="annotation text"/>
    <w:basedOn w:val="Normal"/>
    <w:link w:val="CommentTextChar"/>
    <w:uiPriority w:val="99"/>
    <w:rsid w:val="00D3612F"/>
    <w:pPr>
      <w:spacing w:line="240" w:lineRule="auto"/>
    </w:pPr>
  </w:style>
  <w:style w:type="character" w:customStyle="1" w:styleId="CommentTextChar">
    <w:name w:val="Comment Text Char"/>
    <w:link w:val="CommentText"/>
    <w:uiPriority w:val="99"/>
    <w:locked/>
    <w:rsid w:val="00D3612F"/>
    <w:rPr>
      <w:rFonts w:ascii="Calibri" w:hAnsi="Calibri" w:cs="Times New Roman"/>
    </w:rPr>
  </w:style>
  <w:style w:type="paragraph" w:styleId="TOC1">
    <w:name w:val="toc 1"/>
    <w:basedOn w:val="Normal"/>
    <w:next w:val="Normal"/>
    <w:autoRedefine/>
    <w:uiPriority w:val="99"/>
    <w:rsid w:val="00E56551"/>
    <w:pPr>
      <w:spacing w:before="120" w:after="120"/>
    </w:pPr>
    <w:rPr>
      <w:b/>
      <w:bCs/>
      <w:caps/>
    </w:rPr>
  </w:style>
  <w:style w:type="paragraph" w:styleId="Footer">
    <w:name w:val="footer"/>
    <w:basedOn w:val="Normal"/>
    <w:link w:val="FooterChar"/>
    <w:uiPriority w:val="99"/>
    <w:rsid w:val="00D3612F"/>
    <w:pPr>
      <w:tabs>
        <w:tab w:val="center" w:pos="4680"/>
        <w:tab w:val="right" w:pos="9360"/>
      </w:tabs>
      <w:spacing w:after="0" w:line="240" w:lineRule="auto"/>
    </w:pPr>
  </w:style>
  <w:style w:type="character" w:customStyle="1" w:styleId="FooterChar">
    <w:name w:val="Footer Char"/>
    <w:link w:val="Footer"/>
    <w:uiPriority w:val="99"/>
    <w:locked/>
    <w:rsid w:val="00D3612F"/>
    <w:rPr>
      <w:rFonts w:ascii="Calibri" w:hAnsi="Calibri" w:cs="Times New Roman"/>
    </w:rPr>
  </w:style>
  <w:style w:type="paragraph" w:customStyle="1" w:styleId="PEBody12Left">
    <w:name w:val="PE Body 12 Left"/>
    <w:basedOn w:val="Normal"/>
    <w:uiPriority w:val="99"/>
    <w:rsid w:val="00BC28EF"/>
    <w:rPr>
      <w:rFonts w:ascii="Arial" w:hAnsi="Arial" w:cs="Arial"/>
    </w:rPr>
  </w:style>
  <w:style w:type="paragraph" w:customStyle="1" w:styleId="PECenterHead">
    <w:name w:val="PE Center Head"/>
    <w:basedOn w:val="Normal"/>
    <w:uiPriority w:val="99"/>
    <w:rsid w:val="00BC28EF"/>
    <w:pPr>
      <w:keepNext/>
      <w:widowControl w:val="0"/>
      <w:jc w:val="center"/>
    </w:pPr>
    <w:rPr>
      <w:rFonts w:ascii="Arial" w:hAnsi="Arial" w:cs="Arial"/>
      <w:b/>
      <w:sz w:val="32"/>
    </w:rPr>
  </w:style>
  <w:style w:type="paragraph" w:customStyle="1" w:styleId="TableTextBold">
    <w:name w:val="Table Text Bold"/>
    <w:basedOn w:val="Normal"/>
    <w:autoRedefine/>
    <w:rsid w:val="00E56551"/>
    <w:rPr>
      <w:b/>
    </w:rPr>
  </w:style>
  <w:style w:type="paragraph" w:customStyle="1" w:styleId="TableText">
    <w:name w:val="Table Text"/>
    <w:basedOn w:val="Normal"/>
    <w:uiPriority w:val="99"/>
    <w:rsid w:val="00BC28EF"/>
  </w:style>
  <w:style w:type="paragraph" w:customStyle="1" w:styleId="Style1">
    <w:name w:val="Style 1"/>
    <w:basedOn w:val="Normal"/>
    <w:link w:val="Style1Char"/>
    <w:uiPriority w:val="99"/>
    <w:rsid w:val="00BC28EF"/>
    <w:pPr>
      <w:spacing w:before="120" w:line="360" w:lineRule="auto"/>
    </w:pPr>
    <w:rPr>
      <w:sz w:val="28"/>
    </w:rPr>
  </w:style>
  <w:style w:type="paragraph" w:customStyle="1" w:styleId="TableBullet1">
    <w:name w:val="Table Bullet 1"/>
    <w:basedOn w:val="Normal"/>
    <w:uiPriority w:val="99"/>
    <w:rsid w:val="00BC28EF"/>
    <w:pPr>
      <w:numPr>
        <w:numId w:val="3"/>
      </w:numPr>
    </w:pPr>
  </w:style>
  <w:style w:type="paragraph" w:customStyle="1" w:styleId="TableBullet2">
    <w:name w:val="Table Bullet 2"/>
    <w:basedOn w:val="Normal"/>
    <w:uiPriority w:val="99"/>
    <w:rsid w:val="00BC28EF"/>
    <w:pPr>
      <w:numPr>
        <w:ilvl w:val="1"/>
        <w:numId w:val="3"/>
      </w:numPr>
      <w:tabs>
        <w:tab w:val="num" w:pos="687"/>
      </w:tabs>
      <w:ind w:left="687"/>
    </w:pPr>
    <w:rPr>
      <w:color w:val="0000FF"/>
    </w:rPr>
  </w:style>
  <w:style w:type="paragraph" w:customStyle="1" w:styleId="Style2">
    <w:name w:val="Style 2"/>
    <w:basedOn w:val="Normal"/>
    <w:link w:val="Style2Char"/>
    <w:rsid w:val="00BC28EF"/>
    <w:pPr>
      <w:spacing w:before="60" w:line="360" w:lineRule="auto"/>
    </w:pPr>
    <w:rPr>
      <w:b/>
    </w:rPr>
  </w:style>
  <w:style w:type="paragraph" w:customStyle="1" w:styleId="Style3">
    <w:name w:val="Style 3"/>
    <w:basedOn w:val="Normal"/>
    <w:uiPriority w:val="99"/>
    <w:rsid w:val="00BC28EF"/>
    <w:pPr>
      <w:spacing w:after="120"/>
      <w:ind w:left="720" w:firstLine="720"/>
    </w:pPr>
    <w:rPr>
      <w:u w:val="single"/>
    </w:rPr>
  </w:style>
  <w:style w:type="paragraph" w:customStyle="1" w:styleId="Bulletlist1">
    <w:name w:val="Bullet list 1"/>
    <w:basedOn w:val="Normal"/>
    <w:uiPriority w:val="99"/>
    <w:rsid w:val="00BC28EF"/>
    <w:pPr>
      <w:numPr>
        <w:numId w:val="4"/>
      </w:numPr>
      <w:spacing w:line="360" w:lineRule="auto"/>
    </w:pPr>
  </w:style>
  <w:style w:type="character" w:styleId="PageNumber">
    <w:name w:val="page number"/>
    <w:uiPriority w:val="99"/>
    <w:rsid w:val="00CE5E65"/>
    <w:rPr>
      <w:rFonts w:cs="Times New Roman"/>
    </w:rPr>
  </w:style>
  <w:style w:type="character" w:styleId="CommentReference">
    <w:name w:val="annotation reference"/>
    <w:uiPriority w:val="99"/>
    <w:rsid w:val="00D3612F"/>
    <w:rPr>
      <w:rFonts w:cs="Times New Roman"/>
      <w:sz w:val="16"/>
    </w:rPr>
  </w:style>
  <w:style w:type="paragraph" w:styleId="CommentSubject">
    <w:name w:val="annotation subject"/>
    <w:basedOn w:val="CommentText"/>
    <w:next w:val="CommentText"/>
    <w:link w:val="CommentSubjectChar"/>
    <w:uiPriority w:val="99"/>
    <w:rsid w:val="00D3612F"/>
    <w:rPr>
      <w:b/>
      <w:bCs/>
    </w:rPr>
  </w:style>
  <w:style w:type="character" w:customStyle="1" w:styleId="CommentSubjectChar">
    <w:name w:val="Comment Subject Char"/>
    <w:link w:val="CommentSubject"/>
    <w:uiPriority w:val="99"/>
    <w:locked/>
    <w:rsid w:val="00D3612F"/>
    <w:rPr>
      <w:rFonts w:ascii="Calibri" w:hAnsi="Calibri" w:cs="Times New Roman"/>
      <w:b/>
    </w:rPr>
  </w:style>
  <w:style w:type="paragraph" w:styleId="BalloonText">
    <w:name w:val="Balloon Text"/>
    <w:basedOn w:val="Normal"/>
    <w:link w:val="BalloonTextChar"/>
    <w:uiPriority w:val="99"/>
    <w:rsid w:val="00D3612F"/>
    <w:pPr>
      <w:spacing w:after="0" w:line="240" w:lineRule="auto"/>
    </w:pPr>
    <w:rPr>
      <w:rFonts w:ascii="Tahoma" w:hAnsi="Tahoma"/>
      <w:sz w:val="16"/>
      <w:szCs w:val="16"/>
    </w:rPr>
  </w:style>
  <w:style w:type="character" w:customStyle="1" w:styleId="BalloonTextChar">
    <w:name w:val="Balloon Text Char"/>
    <w:link w:val="BalloonText"/>
    <w:uiPriority w:val="99"/>
    <w:locked/>
    <w:rsid w:val="00D3612F"/>
    <w:rPr>
      <w:rFonts w:ascii="Tahoma" w:hAnsi="Tahoma" w:cs="Times New Roman"/>
      <w:sz w:val="16"/>
    </w:rPr>
  </w:style>
  <w:style w:type="paragraph" w:styleId="Revision">
    <w:name w:val="Revision"/>
    <w:hidden/>
    <w:uiPriority w:val="99"/>
    <w:semiHidden/>
    <w:rsid w:val="007D7B49"/>
    <w:rPr>
      <w:sz w:val="24"/>
      <w:szCs w:val="24"/>
    </w:rPr>
  </w:style>
  <w:style w:type="paragraph" w:styleId="ListParagraph">
    <w:name w:val="List Paragraph"/>
    <w:basedOn w:val="Normal"/>
    <w:link w:val="ListParagraphChar"/>
    <w:uiPriority w:val="99"/>
    <w:qFormat/>
    <w:rsid w:val="00D3612F"/>
    <w:pPr>
      <w:ind w:left="720"/>
      <w:contextualSpacing/>
    </w:pPr>
  </w:style>
  <w:style w:type="paragraph" w:styleId="Caption">
    <w:name w:val="caption"/>
    <w:basedOn w:val="Normal"/>
    <w:next w:val="Normal"/>
    <w:uiPriority w:val="99"/>
    <w:qFormat/>
    <w:rsid w:val="00D3612F"/>
    <w:rPr>
      <w:b/>
      <w:bCs/>
      <w:color w:val="365F91"/>
      <w:sz w:val="16"/>
      <w:szCs w:val="16"/>
    </w:rPr>
  </w:style>
  <w:style w:type="paragraph" w:styleId="Title">
    <w:name w:val="Title"/>
    <w:basedOn w:val="Normal"/>
    <w:next w:val="Normal"/>
    <w:link w:val="TitleChar"/>
    <w:uiPriority w:val="99"/>
    <w:qFormat/>
    <w:rsid w:val="00D3612F"/>
    <w:pPr>
      <w:spacing w:before="720"/>
    </w:pPr>
    <w:rPr>
      <w:caps/>
      <w:color w:val="4F81BD"/>
      <w:spacing w:val="10"/>
      <w:kern w:val="28"/>
      <w:sz w:val="52"/>
      <w:szCs w:val="52"/>
    </w:rPr>
  </w:style>
  <w:style w:type="character" w:customStyle="1" w:styleId="TitleChar">
    <w:name w:val="Title Char"/>
    <w:link w:val="Title"/>
    <w:uiPriority w:val="99"/>
    <w:locked/>
    <w:rsid w:val="00D3612F"/>
    <w:rPr>
      <w:rFonts w:ascii="Calibri" w:hAnsi="Calibri" w:cs="Times New Roman"/>
      <w:caps/>
      <w:color w:val="4F81BD"/>
      <w:spacing w:val="10"/>
      <w:kern w:val="28"/>
      <w:sz w:val="52"/>
    </w:rPr>
  </w:style>
  <w:style w:type="paragraph" w:styleId="Subtitle">
    <w:name w:val="Subtitle"/>
    <w:basedOn w:val="Normal"/>
    <w:next w:val="Normal"/>
    <w:link w:val="SubtitleChar"/>
    <w:uiPriority w:val="99"/>
    <w:qFormat/>
    <w:rsid w:val="00D3612F"/>
    <w:pPr>
      <w:spacing w:after="1000" w:line="240" w:lineRule="auto"/>
    </w:pPr>
    <w:rPr>
      <w:caps/>
      <w:color w:val="595959"/>
      <w:spacing w:val="10"/>
      <w:sz w:val="24"/>
      <w:szCs w:val="24"/>
    </w:rPr>
  </w:style>
  <w:style w:type="character" w:customStyle="1" w:styleId="SubtitleChar">
    <w:name w:val="Subtitle Char"/>
    <w:link w:val="Subtitle"/>
    <w:uiPriority w:val="99"/>
    <w:locked/>
    <w:rsid w:val="00D3612F"/>
    <w:rPr>
      <w:rFonts w:ascii="Calibri" w:hAnsi="Calibri" w:cs="Times New Roman"/>
      <w:caps/>
      <w:color w:val="595959"/>
      <w:spacing w:val="10"/>
      <w:sz w:val="24"/>
    </w:rPr>
  </w:style>
  <w:style w:type="character" w:styleId="Strong">
    <w:name w:val="Strong"/>
    <w:uiPriority w:val="99"/>
    <w:qFormat/>
    <w:rsid w:val="00D3612F"/>
    <w:rPr>
      <w:rFonts w:cs="Times New Roman"/>
      <w:b/>
    </w:rPr>
  </w:style>
  <w:style w:type="character" w:styleId="Emphasis">
    <w:name w:val="Emphasis"/>
    <w:uiPriority w:val="99"/>
    <w:qFormat/>
    <w:rsid w:val="00D3612F"/>
    <w:rPr>
      <w:rFonts w:cs="Times New Roman"/>
      <w:caps/>
      <w:color w:val="243F60"/>
      <w:spacing w:val="5"/>
    </w:rPr>
  </w:style>
  <w:style w:type="paragraph" w:styleId="NoSpacing">
    <w:name w:val="No Spacing"/>
    <w:basedOn w:val="Normal"/>
    <w:link w:val="NoSpacingChar"/>
    <w:uiPriority w:val="99"/>
    <w:qFormat/>
    <w:rsid w:val="00D3612F"/>
    <w:pPr>
      <w:spacing w:before="0" w:after="0" w:line="240" w:lineRule="auto"/>
    </w:pPr>
  </w:style>
  <w:style w:type="character" w:customStyle="1" w:styleId="NoSpacingChar">
    <w:name w:val="No Spacing Char"/>
    <w:link w:val="NoSpacing"/>
    <w:uiPriority w:val="99"/>
    <w:locked/>
    <w:rsid w:val="00D3612F"/>
    <w:rPr>
      <w:rFonts w:ascii="Calibri" w:hAnsi="Calibri"/>
    </w:rPr>
  </w:style>
  <w:style w:type="paragraph" w:styleId="Quote">
    <w:name w:val="Quote"/>
    <w:basedOn w:val="Normal"/>
    <w:next w:val="Normal"/>
    <w:link w:val="QuoteChar"/>
    <w:uiPriority w:val="99"/>
    <w:qFormat/>
    <w:rsid w:val="00D3612F"/>
    <w:rPr>
      <w:i/>
      <w:iCs/>
    </w:rPr>
  </w:style>
  <w:style w:type="character" w:customStyle="1" w:styleId="QuoteChar">
    <w:name w:val="Quote Char"/>
    <w:link w:val="Quote"/>
    <w:uiPriority w:val="99"/>
    <w:locked/>
    <w:rsid w:val="00D3612F"/>
    <w:rPr>
      <w:rFonts w:ascii="Calibri" w:hAnsi="Calibri" w:cs="Times New Roman"/>
      <w:i/>
    </w:rPr>
  </w:style>
  <w:style w:type="paragraph" w:styleId="IntenseQuote">
    <w:name w:val="Intense Quote"/>
    <w:basedOn w:val="Normal"/>
    <w:next w:val="Normal"/>
    <w:link w:val="IntenseQuoteChar"/>
    <w:uiPriority w:val="99"/>
    <w:qFormat/>
    <w:rsid w:val="00D3612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link w:val="IntenseQuote"/>
    <w:uiPriority w:val="99"/>
    <w:locked/>
    <w:rsid w:val="00D3612F"/>
    <w:rPr>
      <w:rFonts w:ascii="Calibri" w:hAnsi="Calibri" w:cs="Times New Roman"/>
      <w:i/>
      <w:color w:val="4F81BD"/>
    </w:rPr>
  </w:style>
  <w:style w:type="character" w:styleId="SubtleEmphasis">
    <w:name w:val="Subtle Emphasis"/>
    <w:uiPriority w:val="99"/>
    <w:qFormat/>
    <w:rsid w:val="00D3612F"/>
    <w:rPr>
      <w:rFonts w:cs="Times New Roman"/>
      <w:i/>
      <w:color w:val="243F60"/>
    </w:rPr>
  </w:style>
  <w:style w:type="character" w:styleId="IntenseEmphasis">
    <w:name w:val="Intense Emphasis"/>
    <w:uiPriority w:val="99"/>
    <w:qFormat/>
    <w:rsid w:val="00D3612F"/>
    <w:rPr>
      <w:rFonts w:cs="Times New Roman"/>
      <w:b/>
      <w:caps/>
      <w:color w:val="243F60"/>
      <w:spacing w:val="10"/>
    </w:rPr>
  </w:style>
  <w:style w:type="character" w:styleId="SubtleReference">
    <w:name w:val="Subtle Reference"/>
    <w:uiPriority w:val="99"/>
    <w:qFormat/>
    <w:rsid w:val="00D3612F"/>
    <w:rPr>
      <w:rFonts w:cs="Times New Roman"/>
      <w:b/>
      <w:color w:val="4F81BD"/>
    </w:rPr>
  </w:style>
  <w:style w:type="character" w:styleId="IntenseReference">
    <w:name w:val="Intense Reference"/>
    <w:uiPriority w:val="99"/>
    <w:qFormat/>
    <w:rsid w:val="00D3612F"/>
    <w:rPr>
      <w:rFonts w:cs="Times New Roman"/>
      <w:b/>
      <w:i/>
      <w:caps/>
      <w:color w:val="4F81BD"/>
    </w:rPr>
  </w:style>
  <w:style w:type="character" w:styleId="BookTitle">
    <w:name w:val="Book Title"/>
    <w:uiPriority w:val="99"/>
    <w:qFormat/>
    <w:rsid w:val="00D3612F"/>
    <w:rPr>
      <w:rFonts w:cs="Times New Roman"/>
      <w:b/>
      <w:i/>
      <w:spacing w:val="9"/>
    </w:rPr>
  </w:style>
  <w:style w:type="paragraph" w:styleId="TOCHeading">
    <w:name w:val="TOC Heading"/>
    <w:basedOn w:val="Heading1"/>
    <w:next w:val="Normal"/>
    <w:uiPriority w:val="99"/>
    <w:qFormat/>
    <w:rsid w:val="00D3612F"/>
    <w:pPr>
      <w:outlineLvl w:val="9"/>
    </w:pPr>
  </w:style>
  <w:style w:type="character" w:customStyle="1" w:styleId="Style1Char">
    <w:name w:val="Style 1 Char"/>
    <w:link w:val="Style1"/>
    <w:uiPriority w:val="99"/>
    <w:locked/>
    <w:rsid w:val="004754A2"/>
    <w:rPr>
      <w:rFonts w:ascii="Calibri" w:hAnsi="Calibri"/>
      <w:sz w:val="28"/>
    </w:rPr>
  </w:style>
  <w:style w:type="paragraph" w:customStyle="1" w:styleId="Default">
    <w:name w:val="Default"/>
    <w:uiPriority w:val="99"/>
    <w:rsid w:val="004754A2"/>
    <w:pPr>
      <w:widowControl w:val="0"/>
      <w:autoSpaceDE w:val="0"/>
      <w:autoSpaceDN w:val="0"/>
      <w:adjustRightInd w:val="0"/>
    </w:pPr>
    <w:rPr>
      <w:color w:val="000000"/>
      <w:sz w:val="24"/>
      <w:szCs w:val="24"/>
    </w:rPr>
  </w:style>
  <w:style w:type="paragraph" w:customStyle="1" w:styleId="body">
    <w:name w:val="body"/>
    <w:basedOn w:val="Normal"/>
    <w:link w:val="bodyChar"/>
    <w:qFormat/>
    <w:rsid w:val="004754A2"/>
    <w:pPr>
      <w:spacing w:before="0" w:after="0" w:line="360" w:lineRule="auto"/>
    </w:pPr>
    <w:rPr>
      <w:rFonts w:ascii="Arial" w:hAnsi="Arial"/>
    </w:rPr>
  </w:style>
  <w:style w:type="character" w:customStyle="1" w:styleId="bodyChar">
    <w:name w:val="body Char"/>
    <w:link w:val="body"/>
    <w:locked/>
    <w:rsid w:val="00703F9D"/>
    <w:rPr>
      <w:rFonts w:ascii="Arial" w:hAnsi="Arial"/>
    </w:rPr>
  </w:style>
  <w:style w:type="paragraph" w:styleId="DocumentMap">
    <w:name w:val="Document Map"/>
    <w:basedOn w:val="Normal"/>
    <w:link w:val="DocumentMapChar"/>
    <w:uiPriority w:val="99"/>
    <w:semiHidden/>
    <w:rsid w:val="001C3C8A"/>
    <w:pPr>
      <w:spacing w:before="0" w:after="0" w:line="240" w:lineRule="auto"/>
    </w:pPr>
    <w:rPr>
      <w:rFonts w:ascii="Tahoma" w:hAnsi="Tahoma"/>
      <w:sz w:val="16"/>
      <w:szCs w:val="16"/>
    </w:rPr>
  </w:style>
  <w:style w:type="character" w:customStyle="1" w:styleId="DocumentMapChar">
    <w:name w:val="Document Map Char"/>
    <w:link w:val="DocumentMap"/>
    <w:uiPriority w:val="99"/>
    <w:semiHidden/>
    <w:locked/>
    <w:rsid w:val="001C3C8A"/>
    <w:rPr>
      <w:rFonts w:ascii="Tahoma" w:hAnsi="Tahoma" w:cs="Times New Roman"/>
      <w:sz w:val="16"/>
    </w:rPr>
  </w:style>
  <w:style w:type="character" w:customStyle="1" w:styleId="Style2Char">
    <w:name w:val="Style 2 Char"/>
    <w:link w:val="Style2"/>
    <w:uiPriority w:val="99"/>
    <w:locked/>
    <w:rsid w:val="00FF2A1C"/>
    <w:rPr>
      <w:rFonts w:ascii="Calibri" w:hAnsi="Calibri"/>
      <w:b/>
      <w:sz w:val="20"/>
    </w:rPr>
  </w:style>
  <w:style w:type="character" w:styleId="FollowedHyperlink">
    <w:name w:val="FollowedHyperlink"/>
    <w:basedOn w:val="DefaultParagraphFont"/>
    <w:uiPriority w:val="99"/>
    <w:semiHidden/>
    <w:unhideWhenUsed/>
    <w:locked/>
    <w:rsid w:val="00EA4188"/>
    <w:rPr>
      <w:color w:val="800080" w:themeColor="followedHyperlink"/>
      <w:u w:val="single"/>
    </w:rPr>
  </w:style>
  <w:style w:type="character" w:customStyle="1" w:styleId="ListParagraphChar">
    <w:name w:val="List Paragraph Char"/>
    <w:basedOn w:val="DefaultParagraphFont"/>
    <w:link w:val="ListParagraph"/>
    <w:uiPriority w:val="99"/>
    <w:locked/>
    <w:rsid w:val="002856D4"/>
    <w:rPr>
      <w:rFonts w:ascii="Calibri" w:hAnsi="Calibri"/>
    </w:rPr>
  </w:style>
  <w:style w:type="paragraph" w:customStyle="1" w:styleId="ques">
    <w:name w:val="ques"/>
    <w:basedOn w:val="Normal"/>
    <w:qFormat/>
    <w:rsid w:val="00F54F4A"/>
    <w:pPr>
      <w:numPr>
        <w:numId w:val="154"/>
      </w:numPr>
      <w:tabs>
        <w:tab w:val="left" w:pos="360"/>
      </w:tabs>
      <w:spacing w:before="0" w:after="0" w:line="360" w:lineRule="auto"/>
      <w:ind w:left="360"/>
    </w:pPr>
    <w:rPr>
      <w:rFonts w:ascii="Arial" w:hAnsi="Arial" w:cs="Arial"/>
    </w:rPr>
  </w:style>
  <w:style w:type="paragraph" w:customStyle="1" w:styleId="ans">
    <w:name w:val="ans"/>
    <w:basedOn w:val="Normal"/>
    <w:qFormat/>
    <w:rsid w:val="00F54F4A"/>
    <w:pPr>
      <w:widowControl w:val="0"/>
      <w:autoSpaceDE w:val="0"/>
      <w:autoSpaceDN w:val="0"/>
      <w:adjustRightInd w:val="0"/>
      <w:spacing w:before="0" w:after="0"/>
      <w:ind w:left="1080" w:hanging="36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3612F"/>
    <w:pPr>
      <w:spacing w:before="200" w:after="200" w:line="276" w:lineRule="auto"/>
    </w:pPr>
    <w:rPr>
      <w:rFonts w:ascii="Calibri" w:hAnsi="Calibri"/>
    </w:rPr>
  </w:style>
  <w:style w:type="paragraph" w:styleId="Heading1">
    <w:name w:val="heading 1"/>
    <w:basedOn w:val="Normal"/>
    <w:next w:val="Normal"/>
    <w:link w:val="Heading1Char"/>
    <w:uiPriority w:val="9"/>
    <w:qFormat/>
    <w:rsid w:val="00D3612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qFormat/>
    <w:rsid w:val="00D3612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9"/>
    <w:qFormat/>
    <w:rsid w:val="00D3612F"/>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D3612F"/>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D3612F"/>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D3612F"/>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D3612F"/>
    <w:p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D3612F"/>
    <w:pPr>
      <w:spacing w:before="300" w:after="0"/>
      <w:outlineLvl w:val="7"/>
    </w:pPr>
    <w:rPr>
      <w:caps/>
      <w:spacing w:val="10"/>
      <w:sz w:val="18"/>
      <w:szCs w:val="18"/>
    </w:rPr>
  </w:style>
  <w:style w:type="paragraph" w:styleId="Heading9">
    <w:name w:val="heading 9"/>
    <w:basedOn w:val="Normal"/>
    <w:next w:val="Normal"/>
    <w:link w:val="Heading9Char"/>
    <w:uiPriority w:val="99"/>
    <w:qFormat/>
    <w:rsid w:val="00D3612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3612F"/>
    <w:rPr>
      <w:rFonts w:ascii="Calibri" w:hAnsi="Calibri" w:cs="Times New Roman"/>
      <w:b/>
      <w:caps/>
      <w:color w:val="FFFFFF"/>
      <w:spacing w:val="15"/>
      <w:sz w:val="22"/>
      <w:shd w:val="clear" w:color="auto" w:fill="4F81BD"/>
    </w:rPr>
  </w:style>
  <w:style w:type="character" w:customStyle="1" w:styleId="Heading2Char">
    <w:name w:val="Heading 2 Char"/>
    <w:link w:val="Heading2"/>
    <w:uiPriority w:val="99"/>
    <w:locked/>
    <w:rsid w:val="00D3612F"/>
    <w:rPr>
      <w:rFonts w:ascii="Calibri" w:hAnsi="Calibri" w:cs="Times New Roman"/>
      <w:caps/>
      <w:spacing w:val="15"/>
      <w:sz w:val="22"/>
      <w:shd w:val="clear" w:color="auto" w:fill="DBE5F1"/>
    </w:rPr>
  </w:style>
  <w:style w:type="character" w:customStyle="1" w:styleId="Heading3Char">
    <w:name w:val="Heading 3 Char"/>
    <w:link w:val="Heading3"/>
    <w:uiPriority w:val="99"/>
    <w:semiHidden/>
    <w:locked/>
    <w:rsid w:val="00D3612F"/>
    <w:rPr>
      <w:rFonts w:ascii="Calibri" w:hAnsi="Calibri" w:cs="Times New Roman"/>
      <w:caps/>
      <w:color w:val="243F60"/>
      <w:spacing w:val="15"/>
      <w:sz w:val="22"/>
    </w:rPr>
  </w:style>
  <w:style w:type="character" w:customStyle="1" w:styleId="Heading4Char">
    <w:name w:val="Heading 4 Char"/>
    <w:link w:val="Heading4"/>
    <w:uiPriority w:val="99"/>
    <w:semiHidden/>
    <w:locked/>
    <w:rsid w:val="00D3612F"/>
    <w:rPr>
      <w:rFonts w:ascii="Calibri" w:hAnsi="Calibri" w:cs="Times New Roman"/>
      <w:caps/>
      <w:color w:val="365F91"/>
      <w:spacing w:val="10"/>
      <w:sz w:val="22"/>
    </w:rPr>
  </w:style>
  <w:style w:type="character" w:customStyle="1" w:styleId="Heading5Char">
    <w:name w:val="Heading 5 Char"/>
    <w:link w:val="Heading5"/>
    <w:uiPriority w:val="99"/>
    <w:semiHidden/>
    <w:locked/>
    <w:rsid w:val="00D3612F"/>
    <w:rPr>
      <w:rFonts w:ascii="Calibri" w:hAnsi="Calibri" w:cs="Times New Roman"/>
      <w:caps/>
      <w:color w:val="365F91"/>
      <w:spacing w:val="10"/>
      <w:sz w:val="22"/>
    </w:rPr>
  </w:style>
  <w:style w:type="character" w:customStyle="1" w:styleId="Heading6Char">
    <w:name w:val="Heading 6 Char"/>
    <w:link w:val="Heading6"/>
    <w:uiPriority w:val="99"/>
    <w:semiHidden/>
    <w:locked/>
    <w:rsid w:val="00D3612F"/>
    <w:rPr>
      <w:rFonts w:ascii="Calibri" w:hAnsi="Calibri" w:cs="Times New Roman"/>
      <w:caps/>
      <w:color w:val="365F91"/>
      <w:spacing w:val="10"/>
      <w:sz w:val="22"/>
    </w:rPr>
  </w:style>
  <w:style w:type="character" w:customStyle="1" w:styleId="Heading7Char">
    <w:name w:val="Heading 7 Char"/>
    <w:link w:val="Heading7"/>
    <w:uiPriority w:val="99"/>
    <w:semiHidden/>
    <w:locked/>
    <w:rsid w:val="00D3612F"/>
    <w:rPr>
      <w:rFonts w:ascii="Calibri" w:hAnsi="Calibri" w:cs="Times New Roman"/>
      <w:caps/>
      <w:color w:val="365F91"/>
      <w:spacing w:val="10"/>
      <w:sz w:val="22"/>
    </w:rPr>
  </w:style>
  <w:style w:type="character" w:customStyle="1" w:styleId="Heading8Char">
    <w:name w:val="Heading 8 Char"/>
    <w:link w:val="Heading8"/>
    <w:uiPriority w:val="99"/>
    <w:semiHidden/>
    <w:locked/>
    <w:rsid w:val="00D3612F"/>
    <w:rPr>
      <w:rFonts w:ascii="Calibri" w:hAnsi="Calibri" w:cs="Times New Roman"/>
      <w:caps/>
      <w:spacing w:val="10"/>
      <w:sz w:val="18"/>
    </w:rPr>
  </w:style>
  <w:style w:type="character" w:customStyle="1" w:styleId="Heading9Char">
    <w:name w:val="Heading 9 Char"/>
    <w:link w:val="Heading9"/>
    <w:uiPriority w:val="99"/>
    <w:semiHidden/>
    <w:locked/>
    <w:rsid w:val="00D3612F"/>
    <w:rPr>
      <w:rFonts w:ascii="Calibri" w:hAnsi="Calibri" w:cs="Times New Roman"/>
      <w:i/>
      <w:caps/>
      <w:spacing w:val="10"/>
      <w:sz w:val="18"/>
    </w:rPr>
  </w:style>
  <w:style w:type="paragraph" w:customStyle="1" w:styleId="CoverPageTitle">
    <w:name w:val="Cover Page Title"/>
    <w:basedOn w:val="Normal"/>
    <w:rsid w:val="00BC28EF"/>
    <w:pPr>
      <w:jc w:val="center"/>
    </w:pPr>
    <w:rPr>
      <w:b/>
      <w:bCs/>
      <w:sz w:val="36"/>
    </w:rPr>
  </w:style>
  <w:style w:type="paragraph" w:styleId="Header">
    <w:name w:val="header"/>
    <w:basedOn w:val="Normal"/>
    <w:link w:val="HeaderChar"/>
    <w:uiPriority w:val="99"/>
    <w:rsid w:val="00D3612F"/>
    <w:pPr>
      <w:tabs>
        <w:tab w:val="center" w:pos="4680"/>
        <w:tab w:val="right" w:pos="9360"/>
      </w:tabs>
      <w:spacing w:after="0" w:line="240" w:lineRule="auto"/>
    </w:pPr>
  </w:style>
  <w:style w:type="character" w:customStyle="1" w:styleId="HeaderChar">
    <w:name w:val="Header Char"/>
    <w:link w:val="Header"/>
    <w:uiPriority w:val="99"/>
    <w:locked/>
    <w:rsid w:val="00D3612F"/>
    <w:rPr>
      <w:rFonts w:ascii="Calibri" w:hAnsi="Calibri" w:cs="Times New Roman"/>
    </w:rPr>
  </w:style>
  <w:style w:type="paragraph" w:customStyle="1" w:styleId="LB2">
    <w:name w:val="LB2"/>
    <w:basedOn w:val="Normal"/>
    <w:uiPriority w:val="99"/>
    <w:rsid w:val="00BC28EF"/>
    <w:pPr>
      <w:numPr>
        <w:ilvl w:val="1"/>
        <w:numId w:val="1"/>
      </w:numPr>
    </w:pPr>
  </w:style>
  <w:style w:type="character" w:styleId="Hyperlink">
    <w:name w:val="Hyperlink"/>
    <w:uiPriority w:val="99"/>
    <w:rsid w:val="00BC28EF"/>
    <w:rPr>
      <w:rFonts w:cs="Times New Roman"/>
      <w:color w:val="0000FF"/>
      <w:u w:val="single"/>
    </w:rPr>
  </w:style>
  <w:style w:type="paragraph" w:customStyle="1" w:styleId="BodyTextIndented">
    <w:name w:val="Body Text Indented"/>
    <w:basedOn w:val="Normal"/>
    <w:uiPriority w:val="99"/>
    <w:rsid w:val="00D3612F"/>
    <w:pPr>
      <w:spacing w:after="0" w:line="240" w:lineRule="auto"/>
      <w:ind w:left="720"/>
    </w:pPr>
    <w:rPr>
      <w:rFonts w:ascii="Times New Roman" w:hAnsi="Times New Roman"/>
      <w:sz w:val="24"/>
      <w:szCs w:val="24"/>
    </w:rPr>
  </w:style>
  <w:style w:type="paragraph" w:customStyle="1" w:styleId="TableHeader">
    <w:name w:val="Table Header"/>
    <w:basedOn w:val="Normal"/>
    <w:rsid w:val="00BC28EF"/>
    <w:rPr>
      <w:b/>
    </w:rPr>
  </w:style>
  <w:style w:type="paragraph" w:customStyle="1" w:styleId="LB1">
    <w:name w:val="LB1"/>
    <w:basedOn w:val="Normal"/>
    <w:uiPriority w:val="99"/>
    <w:rsid w:val="00BC28EF"/>
    <w:pPr>
      <w:numPr>
        <w:numId w:val="2"/>
      </w:numPr>
    </w:pPr>
  </w:style>
  <w:style w:type="paragraph" w:styleId="CommentText">
    <w:name w:val="annotation text"/>
    <w:basedOn w:val="Normal"/>
    <w:link w:val="CommentTextChar"/>
    <w:uiPriority w:val="99"/>
    <w:rsid w:val="00D3612F"/>
    <w:pPr>
      <w:spacing w:line="240" w:lineRule="auto"/>
    </w:pPr>
  </w:style>
  <w:style w:type="character" w:customStyle="1" w:styleId="CommentTextChar">
    <w:name w:val="Comment Text Char"/>
    <w:link w:val="CommentText"/>
    <w:uiPriority w:val="99"/>
    <w:locked/>
    <w:rsid w:val="00D3612F"/>
    <w:rPr>
      <w:rFonts w:ascii="Calibri" w:hAnsi="Calibri" w:cs="Times New Roman"/>
    </w:rPr>
  </w:style>
  <w:style w:type="paragraph" w:styleId="TOC1">
    <w:name w:val="toc 1"/>
    <w:basedOn w:val="Normal"/>
    <w:next w:val="Normal"/>
    <w:autoRedefine/>
    <w:uiPriority w:val="99"/>
    <w:rsid w:val="00E56551"/>
    <w:pPr>
      <w:spacing w:before="120" w:after="120"/>
    </w:pPr>
    <w:rPr>
      <w:b/>
      <w:bCs/>
      <w:caps/>
    </w:rPr>
  </w:style>
  <w:style w:type="paragraph" w:styleId="Footer">
    <w:name w:val="footer"/>
    <w:basedOn w:val="Normal"/>
    <w:link w:val="FooterChar"/>
    <w:uiPriority w:val="99"/>
    <w:rsid w:val="00D3612F"/>
    <w:pPr>
      <w:tabs>
        <w:tab w:val="center" w:pos="4680"/>
        <w:tab w:val="right" w:pos="9360"/>
      </w:tabs>
      <w:spacing w:after="0" w:line="240" w:lineRule="auto"/>
    </w:pPr>
  </w:style>
  <w:style w:type="character" w:customStyle="1" w:styleId="FooterChar">
    <w:name w:val="Footer Char"/>
    <w:link w:val="Footer"/>
    <w:uiPriority w:val="99"/>
    <w:locked/>
    <w:rsid w:val="00D3612F"/>
    <w:rPr>
      <w:rFonts w:ascii="Calibri" w:hAnsi="Calibri" w:cs="Times New Roman"/>
    </w:rPr>
  </w:style>
  <w:style w:type="paragraph" w:customStyle="1" w:styleId="PEBody12Left">
    <w:name w:val="PE Body 12 Left"/>
    <w:basedOn w:val="Normal"/>
    <w:uiPriority w:val="99"/>
    <w:rsid w:val="00BC28EF"/>
    <w:rPr>
      <w:rFonts w:ascii="Arial" w:hAnsi="Arial" w:cs="Arial"/>
    </w:rPr>
  </w:style>
  <w:style w:type="paragraph" w:customStyle="1" w:styleId="PECenterHead">
    <w:name w:val="PE Center Head"/>
    <w:basedOn w:val="Normal"/>
    <w:uiPriority w:val="99"/>
    <w:rsid w:val="00BC28EF"/>
    <w:pPr>
      <w:keepNext/>
      <w:widowControl w:val="0"/>
      <w:jc w:val="center"/>
    </w:pPr>
    <w:rPr>
      <w:rFonts w:ascii="Arial" w:hAnsi="Arial" w:cs="Arial"/>
      <w:b/>
      <w:sz w:val="32"/>
    </w:rPr>
  </w:style>
  <w:style w:type="paragraph" w:customStyle="1" w:styleId="TableTextBold">
    <w:name w:val="Table Text Bold"/>
    <w:basedOn w:val="Normal"/>
    <w:autoRedefine/>
    <w:rsid w:val="00E56551"/>
    <w:rPr>
      <w:b/>
    </w:rPr>
  </w:style>
  <w:style w:type="paragraph" w:customStyle="1" w:styleId="TableText">
    <w:name w:val="Table Text"/>
    <w:basedOn w:val="Normal"/>
    <w:uiPriority w:val="99"/>
    <w:rsid w:val="00BC28EF"/>
  </w:style>
  <w:style w:type="paragraph" w:customStyle="1" w:styleId="Style1">
    <w:name w:val="Style 1"/>
    <w:basedOn w:val="Normal"/>
    <w:link w:val="Style1Char"/>
    <w:uiPriority w:val="99"/>
    <w:rsid w:val="00BC28EF"/>
    <w:pPr>
      <w:spacing w:before="120" w:line="360" w:lineRule="auto"/>
    </w:pPr>
    <w:rPr>
      <w:sz w:val="28"/>
    </w:rPr>
  </w:style>
  <w:style w:type="paragraph" w:customStyle="1" w:styleId="TableBullet1">
    <w:name w:val="Table Bullet 1"/>
    <w:basedOn w:val="Normal"/>
    <w:uiPriority w:val="99"/>
    <w:rsid w:val="00BC28EF"/>
    <w:pPr>
      <w:numPr>
        <w:numId w:val="3"/>
      </w:numPr>
    </w:pPr>
  </w:style>
  <w:style w:type="paragraph" w:customStyle="1" w:styleId="TableBullet2">
    <w:name w:val="Table Bullet 2"/>
    <w:basedOn w:val="Normal"/>
    <w:uiPriority w:val="99"/>
    <w:rsid w:val="00BC28EF"/>
    <w:pPr>
      <w:numPr>
        <w:ilvl w:val="1"/>
        <w:numId w:val="3"/>
      </w:numPr>
      <w:tabs>
        <w:tab w:val="num" w:pos="687"/>
      </w:tabs>
      <w:ind w:left="687"/>
    </w:pPr>
    <w:rPr>
      <w:color w:val="0000FF"/>
    </w:rPr>
  </w:style>
  <w:style w:type="paragraph" w:customStyle="1" w:styleId="Style2">
    <w:name w:val="Style 2"/>
    <w:basedOn w:val="Normal"/>
    <w:link w:val="Style2Char"/>
    <w:rsid w:val="00BC28EF"/>
    <w:pPr>
      <w:spacing w:before="60" w:line="360" w:lineRule="auto"/>
    </w:pPr>
    <w:rPr>
      <w:b/>
    </w:rPr>
  </w:style>
  <w:style w:type="paragraph" w:customStyle="1" w:styleId="Style3">
    <w:name w:val="Style 3"/>
    <w:basedOn w:val="Normal"/>
    <w:uiPriority w:val="99"/>
    <w:rsid w:val="00BC28EF"/>
    <w:pPr>
      <w:spacing w:after="120"/>
      <w:ind w:left="720" w:firstLine="720"/>
    </w:pPr>
    <w:rPr>
      <w:u w:val="single"/>
    </w:rPr>
  </w:style>
  <w:style w:type="paragraph" w:customStyle="1" w:styleId="Bulletlist1">
    <w:name w:val="Bullet list 1"/>
    <w:basedOn w:val="Normal"/>
    <w:uiPriority w:val="99"/>
    <w:rsid w:val="00BC28EF"/>
    <w:pPr>
      <w:numPr>
        <w:numId w:val="4"/>
      </w:numPr>
      <w:spacing w:line="360" w:lineRule="auto"/>
    </w:pPr>
  </w:style>
  <w:style w:type="character" w:styleId="PageNumber">
    <w:name w:val="page number"/>
    <w:uiPriority w:val="99"/>
    <w:rsid w:val="00CE5E65"/>
    <w:rPr>
      <w:rFonts w:cs="Times New Roman"/>
    </w:rPr>
  </w:style>
  <w:style w:type="character" w:styleId="CommentReference">
    <w:name w:val="annotation reference"/>
    <w:uiPriority w:val="99"/>
    <w:rsid w:val="00D3612F"/>
    <w:rPr>
      <w:rFonts w:cs="Times New Roman"/>
      <w:sz w:val="16"/>
    </w:rPr>
  </w:style>
  <w:style w:type="paragraph" w:styleId="CommentSubject">
    <w:name w:val="annotation subject"/>
    <w:basedOn w:val="CommentText"/>
    <w:next w:val="CommentText"/>
    <w:link w:val="CommentSubjectChar"/>
    <w:uiPriority w:val="99"/>
    <w:rsid w:val="00D3612F"/>
    <w:rPr>
      <w:b/>
      <w:bCs/>
    </w:rPr>
  </w:style>
  <w:style w:type="character" w:customStyle="1" w:styleId="CommentSubjectChar">
    <w:name w:val="Comment Subject Char"/>
    <w:link w:val="CommentSubject"/>
    <w:uiPriority w:val="99"/>
    <w:locked/>
    <w:rsid w:val="00D3612F"/>
    <w:rPr>
      <w:rFonts w:ascii="Calibri" w:hAnsi="Calibri" w:cs="Times New Roman"/>
      <w:b/>
    </w:rPr>
  </w:style>
  <w:style w:type="paragraph" w:styleId="BalloonText">
    <w:name w:val="Balloon Text"/>
    <w:basedOn w:val="Normal"/>
    <w:link w:val="BalloonTextChar"/>
    <w:uiPriority w:val="99"/>
    <w:rsid w:val="00D3612F"/>
    <w:pPr>
      <w:spacing w:after="0" w:line="240" w:lineRule="auto"/>
    </w:pPr>
    <w:rPr>
      <w:rFonts w:ascii="Tahoma" w:hAnsi="Tahoma"/>
      <w:sz w:val="16"/>
      <w:szCs w:val="16"/>
    </w:rPr>
  </w:style>
  <w:style w:type="character" w:customStyle="1" w:styleId="BalloonTextChar">
    <w:name w:val="Balloon Text Char"/>
    <w:link w:val="BalloonText"/>
    <w:uiPriority w:val="99"/>
    <w:locked/>
    <w:rsid w:val="00D3612F"/>
    <w:rPr>
      <w:rFonts w:ascii="Tahoma" w:hAnsi="Tahoma" w:cs="Times New Roman"/>
      <w:sz w:val="16"/>
    </w:rPr>
  </w:style>
  <w:style w:type="paragraph" w:styleId="Revision">
    <w:name w:val="Revision"/>
    <w:hidden/>
    <w:uiPriority w:val="99"/>
    <w:semiHidden/>
    <w:rsid w:val="007D7B49"/>
    <w:rPr>
      <w:sz w:val="24"/>
      <w:szCs w:val="24"/>
    </w:rPr>
  </w:style>
  <w:style w:type="paragraph" w:styleId="ListParagraph">
    <w:name w:val="List Paragraph"/>
    <w:basedOn w:val="Normal"/>
    <w:link w:val="ListParagraphChar"/>
    <w:uiPriority w:val="99"/>
    <w:qFormat/>
    <w:rsid w:val="00D3612F"/>
    <w:pPr>
      <w:ind w:left="720"/>
      <w:contextualSpacing/>
    </w:pPr>
  </w:style>
  <w:style w:type="paragraph" w:styleId="Caption">
    <w:name w:val="caption"/>
    <w:basedOn w:val="Normal"/>
    <w:next w:val="Normal"/>
    <w:uiPriority w:val="99"/>
    <w:qFormat/>
    <w:rsid w:val="00D3612F"/>
    <w:rPr>
      <w:b/>
      <w:bCs/>
      <w:color w:val="365F91"/>
      <w:sz w:val="16"/>
      <w:szCs w:val="16"/>
    </w:rPr>
  </w:style>
  <w:style w:type="paragraph" w:styleId="Title">
    <w:name w:val="Title"/>
    <w:basedOn w:val="Normal"/>
    <w:next w:val="Normal"/>
    <w:link w:val="TitleChar"/>
    <w:uiPriority w:val="99"/>
    <w:qFormat/>
    <w:rsid w:val="00D3612F"/>
    <w:pPr>
      <w:spacing w:before="720"/>
    </w:pPr>
    <w:rPr>
      <w:caps/>
      <w:color w:val="4F81BD"/>
      <w:spacing w:val="10"/>
      <w:kern w:val="28"/>
      <w:sz w:val="52"/>
      <w:szCs w:val="52"/>
    </w:rPr>
  </w:style>
  <w:style w:type="character" w:customStyle="1" w:styleId="TitleChar">
    <w:name w:val="Title Char"/>
    <w:link w:val="Title"/>
    <w:uiPriority w:val="99"/>
    <w:locked/>
    <w:rsid w:val="00D3612F"/>
    <w:rPr>
      <w:rFonts w:ascii="Calibri" w:hAnsi="Calibri" w:cs="Times New Roman"/>
      <w:caps/>
      <w:color w:val="4F81BD"/>
      <w:spacing w:val="10"/>
      <w:kern w:val="28"/>
      <w:sz w:val="52"/>
    </w:rPr>
  </w:style>
  <w:style w:type="paragraph" w:styleId="Subtitle">
    <w:name w:val="Subtitle"/>
    <w:basedOn w:val="Normal"/>
    <w:next w:val="Normal"/>
    <w:link w:val="SubtitleChar"/>
    <w:uiPriority w:val="99"/>
    <w:qFormat/>
    <w:rsid w:val="00D3612F"/>
    <w:pPr>
      <w:spacing w:after="1000" w:line="240" w:lineRule="auto"/>
    </w:pPr>
    <w:rPr>
      <w:caps/>
      <w:color w:val="595959"/>
      <w:spacing w:val="10"/>
      <w:sz w:val="24"/>
      <w:szCs w:val="24"/>
    </w:rPr>
  </w:style>
  <w:style w:type="character" w:customStyle="1" w:styleId="SubtitleChar">
    <w:name w:val="Subtitle Char"/>
    <w:link w:val="Subtitle"/>
    <w:uiPriority w:val="99"/>
    <w:locked/>
    <w:rsid w:val="00D3612F"/>
    <w:rPr>
      <w:rFonts w:ascii="Calibri" w:hAnsi="Calibri" w:cs="Times New Roman"/>
      <w:caps/>
      <w:color w:val="595959"/>
      <w:spacing w:val="10"/>
      <w:sz w:val="24"/>
    </w:rPr>
  </w:style>
  <w:style w:type="character" w:styleId="Strong">
    <w:name w:val="Strong"/>
    <w:uiPriority w:val="99"/>
    <w:qFormat/>
    <w:rsid w:val="00D3612F"/>
    <w:rPr>
      <w:rFonts w:cs="Times New Roman"/>
      <w:b/>
    </w:rPr>
  </w:style>
  <w:style w:type="character" w:styleId="Emphasis">
    <w:name w:val="Emphasis"/>
    <w:uiPriority w:val="99"/>
    <w:qFormat/>
    <w:rsid w:val="00D3612F"/>
    <w:rPr>
      <w:rFonts w:cs="Times New Roman"/>
      <w:caps/>
      <w:color w:val="243F60"/>
      <w:spacing w:val="5"/>
    </w:rPr>
  </w:style>
  <w:style w:type="paragraph" w:styleId="NoSpacing">
    <w:name w:val="No Spacing"/>
    <w:basedOn w:val="Normal"/>
    <w:link w:val="NoSpacingChar"/>
    <w:uiPriority w:val="99"/>
    <w:qFormat/>
    <w:rsid w:val="00D3612F"/>
    <w:pPr>
      <w:spacing w:before="0" w:after="0" w:line="240" w:lineRule="auto"/>
    </w:pPr>
  </w:style>
  <w:style w:type="character" w:customStyle="1" w:styleId="NoSpacingChar">
    <w:name w:val="No Spacing Char"/>
    <w:link w:val="NoSpacing"/>
    <w:uiPriority w:val="99"/>
    <w:locked/>
    <w:rsid w:val="00D3612F"/>
    <w:rPr>
      <w:rFonts w:ascii="Calibri" w:hAnsi="Calibri"/>
    </w:rPr>
  </w:style>
  <w:style w:type="paragraph" w:styleId="Quote">
    <w:name w:val="Quote"/>
    <w:basedOn w:val="Normal"/>
    <w:next w:val="Normal"/>
    <w:link w:val="QuoteChar"/>
    <w:uiPriority w:val="99"/>
    <w:qFormat/>
    <w:rsid w:val="00D3612F"/>
    <w:rPr>
      <w:i/>
      <w:iCs/>
    </w:rPr>
  </w:style>
  <w:style w:type="character" w:customStyle="1" w:styleId="QuoteChar">
    <w:name w:val="Quote Char"/>
    <w:link w:val="Quote"/>
    <w:uiPriority w:val="99"/>
    <w:locked/>
    <w:rsid w:val="00D3612F"/>
    <w:rPr>
      <w:rFonts w:ascii="Calibri" w:hAnsi="Calibri" w:cs="Times New Roman"/>
      <w:i/>
    </w:rPr>
  </w:style>
  <w:style w:type="paragraph" w:styleId="IntenseQuote">
    <w:name w:val="Intense Quote"/>
    <w:basedOn w:val="Normal"/>
    <w:next w:val="Normal"/>
    <w:link w:val="IntenseQuoteChar"/>
    <w:uiPriority w:val="99"/>
    <w:qFormat/>
    <w:rsid w:val="00D3612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link w:val="IntenseQuote"/>
    <w:uiPriority w:val="99"/>
    <w:locked/>
    <w:rsid w:val="00D3612F"/>
    <w:rPr>
      <w:rFonts w:ascii="Calibri" w:hAnsi="Calibri" w:cs="Times New Roman"/>
      <w:i/>
      <w:color w:val="4F81BD"/>
    </w:rPr>
  </w:style>
  <w:style w:type="character" w:styleId="SubtleEmphasis">
    <w:name w:val="Subtle Emphasis"/>
    <w:uiPriority w:val="99"/>
    <w:qFormat/>
    <w:rsid w:val="00D3612F"/>
    <w:rPr>
      <w:rFonts w:cs="Times New Roman"/>
      <w:i/>
      <w:color w:val="243F60"/>
    </w:rPr>
  </w:style>
  <w:style w:type="character" w:styleId="IntenseEmphasis">
    <w:name w:val="Intense Emphasis"/>
    <w:uiPriority w:val="99"/>
    <w:qFormat/>
    <w:rsid w:val="00D3612F"/>
    <w:rPr>
      <w:rFonts w:cs="Times New Roman"/>
      <w:b/>
      <w:caps/>
      <w:color w:val="243F60"/>
      <w:spacing w:val="10"/>
    </w:rPr>
  </w:style>
  <w:style w:type="character" w:styleId="SubtleReference">
    <w:name w:val="Subtle Reference"/>
    <w:uiPriority w:val="99"/>
    <w:qFormat/>
    <w:rsid w:val="00D3612F"/>
    <w:rPr>
      <w:rFonts w:cs="Times New Roman"/>
      <w:b/>
      <w:color w:val="4F81BD"/>
    </w:rPr>
  </w:style>
  <w:style w:type="character" w:styleId="IntenseReference">
    <w:name w:val="Intense Reference"/>
    <w:uiPriority w:val="99"/>
    <w:qFormat/>
    <w:rsid w:val="00D3612F"/>
    <w:rPr>
      <w:rFonts w:cs="Times New Roman"/>
      <w:b/>
      <w:i/>
      <w:caps/>
      <w:color w:val="4F81BD"/>
    </w:rPr>
  </w:style>
  <w:style w:type="character" w:styleId="BookTitle">
    <w:name w:val="Book Title"/>
    <w:uiPriority w:val="99"/>
    <w:qFormat/>
    <w:rsid w:val="00D3612F"/>
    <w:rPr>
      <w:rFonts w:cs="Times New Roman"/>
      <w:b/>
      <w:i/>
      <w:spacing w:val="9"/>
    </w:rPr>
  </w:style>
  <w:style w:type="paragraph" w:styleId="TOCHeading">
    <w:name w:val="TOC Heading"/>
    <w:basedOn w:val="Heading1"/>
    <w:next w:val="Normal"/>
    <w:uiPriority w:val="99"/>
    <w:qFormat/>
    <w:rsid w:val="00D3612F"/>
    <w:pPr>
      <w:outlineLvl w:val="9"/>
    </w:pPr>
  </w:style>
  <w:style w:type="character" w:customStyle="1" w:styleId="Style1Char">
    <w:name w:val="Style 1 Char"/>
    <w:link w:val="Style1"/>
    <w:uiPriority w:val="99"/>
    <w:locked/>
    <w:rsid w:val="004754A2"/>
    <w:rPr>
      <w:rFonts w:ascii="Calibri" w:hAnsi="Calibri"/>
      <w:sz w:val="28"/>
    </w:rPr>
  </w:style>
  <w:style w:type="paragraph" w:customStyle="1" w:styleId="Default">
    <w:name w:val="Default"/>
    <w:uiPriority w:val="99"/>
    <w:rsid w:val="004754A2"/>
    <w:pPr>
      <w:widowControl w:val="0"/>
      <w:autoSpaceDE w:val="0"/>
      <w:autoSpaceDN w:val="0"/>
      <w:adjustRightInd w:val="0"/>
    </w:pPr>
    <w:rPr>
      <w:color w:val="000000"/>
      <w:sz w:val="24"/>
      <w:szCs w:val="24"/>
    </w:rPr>
  </w:style>
  <w:style w:type="paragraph" w:customStyle="1" w:styleId="body">
    <w:name w:val="body"/>
    <w:basedOn w:val="Normal"/>
    <w:link w:val="bodyChar"/>
    <w:qFormat/>
    <w:rsid w:val="004754A2"/>
    <w:pPr>
      <w:spacing w:before="0" w:after="0" w:line="360" w:lineRule="auto"/>
    </w:pPr>
    <w:rPr>
      <w:rFonts w:ascii="Arial" w:hAnsi="Arial"/>
    </w:rPr>
  </w:style>
  <w:style w:type="character" w:customStyle="1" w:styleId="bodyChar">
    <w:name w:val="body Char"/>
    <w:link w:val="body"/>
    <w:locked/>
    <w:rsid w:val="00703F9D"/>
    <w:rPr>
      <w:rFonts w:ascii="Arial" w:hAnsi="Arial"/>
    </w:rPr>
  </w:style>
  <w:style w:type="paragraph" w:styleId="DocumentMap">
    <w:name w:val="Document Map"/>
    <w:basedOn w:val="Normal"/>
    <w:link w:val="DocumentMapChar"/>
    <w:uiPriority w:val="99"/>
    <w:semiHidden/>
    <w:rsid w:val="001C3C8A"/>
    <w:pPr>
      <w:spacing w:before="0" w:after="0" w:line="240" w:lineRule="auto"/>
    </w:pPr>
    <w:rPr>
      <w:rFonts w:ascii="Tahoma" w:hAnsi="Tahoma"/>
      <w:sz w:val="16"/>
      <w:szCs w:val="16"/>
    </w:rPr>
  </w:style>
  <w:style w:type="character" w:customStyle="1" w:styleId="DocumentMapChar">
    <w:name w:val="Document Map Char"/>
    <w:link w:val="DocumentMap"/>
    <w:uiPriority w:val="99"/>
    <w:semiHidden/>
    <w:locked/>
    <w:rsid w:val="001C3C8A"/>
    <w:rPr>
      <w:rFonts w:ascii="Tahoma" w:hAnsi="Tahoma" w:cs="Times New Roman"/>
      <w:sz w:val="16"/>
    </w:rPr>
  </w:style>
  <w:style w:type="character" w:customStyle="1" w:styleId="Style2Char">
    <w:name w:val="Style 2 Char"/>
    <w:link w:val="Style2"/>
    <w:uiPriority w:val="99"/>
    <w:locked/>
    <w:rsid w:val="00FF2A1C"/>
    <w:rPr>
      <w:rFonts w:ascii="Calibri" w:hAnsi="Calibri"/>
      <w:b/>
      <w:sz w:val="20"/>
    </w:rPr>
  </w:style>
  <w:style w:type="character" w:styleId="FollowedHyperlink">
    <w:name w:val="FollowedHyperlink"/>
    <w:basedOn w:val="DefaultParagraphFont"/>
    <w:uiPriority w:val="99"/>
    <w:semiHidden/>
    <w:unhideWhenUsed/>
    <w:locked/>
    <w:rsid w:val="00EA4188"/>
    <w:rPr>
      <w:color w:val="800080" w:themeColor="followedHyperlink"/>
      <w:u w:val="single"/>
    </w:rPr>
  </w:style>
  <w:style w:type="character" w:customStyle="1" w:styleId="ListParagraphChar">
    <w:name w:val="List Paragraph Char"/>
    <w:basedOn w:val="DefaultParagraphFont"/>
    <w:link w:val="ListParagraph"/>
    <w:uiPriority w:val="99"/>
    <w:locked/>
    <w:rsid w:val="002856D4"/>
    <w:rPr>
      <w:rFonts w:ascii="Calibri" w:hAnsi="Calibri"/>
    </w:rPr>
  </w:style>
  <w:style w:type="paragraph" w:customStyle="1" w:styleId="ques">
    <w:name w:val="ques"/>
    <w:basedOn w:val="Normal"/>
    <w:qFormat/>
    <w:rsid w:val="00F54F4A"/>
    <w:pPr>
      <w:numPr>
        <w:numId w:val="154"/>
      </w:numPr>
      <w:tabs>
        <w:tab w:val="left" w:pos="360"/>
      </w:tabs>
      <w:spacing w:before="0" w:after="0" w:line="360" w:lineRule="auto"/>
      <w:ind w:left="360"/>
    </w:pPr>
    <w:rPr>
      <w:rFonts w:ascii="Arial" w:hAnsi="Arial" w:cs="Arial"/>
    </w:rPr>
  </w:style>
  <w:style w:type="paragraph" w:customStyle="1" w:styleId="ans">
    <w:name w:val="ans"/>
    <w:basedOn w:val="Normal"/>
    <w:qFormat/>
    <w:rsid w:val="00F54F4A"/>
    <w:pPr>
      <w:widowControl w:val="0"/>
      <w:autoSpaceDE w:val="0"/>
      <w:autoSpaceDN w:val="0"/>
      <w:adjustRightInd w:val="0"/>
      <w:spacing w:before="0" w:after="0"/>
      <w:ind w:left="1080" w:hanging="36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112913">
      <w:bodyDiv w:val="1"/>
      <w:marLeft w:val="0"/>
      <w:marRight w:val="0"/>
      <w:marTop w:val="0"/>
      <w:marBottom w:val="0"/>
      <w:divBdr>
        <w:top w:val="none" w:sz="0" w:space="0" w:color="auto"/>
        <w:left w:val="none" w:sz="0" w:space="0" w:color="auto"/>
        <w:bottom w:val="none" w:sz="0" w:space="0" w:color="auto"/>
        <w:right w:val="none" w:sz="0" w:space="0" w:color="auto"/>
      </w:divBdr>
    </w:div>
    <w:div w:id="941957927">
      <w:marLeft w:val="0"/>
      <w:marRight w:val="0"/>
      <w:marTop w:val="0"/>
      <w:marBottom w:val="0"/>
      <w:divBdr>
        <w:top w:val="none" w:sz="0" w:space="0" w:color="auto"/>
        <w:left w:val="none" w:sz="0" w:space="0" w:color="auto"/>
        <w:bottom w:val="none" w:sz="0" w:space="0" w:color="auto"/>
        <w:right w:val="none" w:sz="0" w:space="0" w:color="auto"/>
      </w:divBdr>
      <w:divsChild>
        <w:div w:id="941957932">
          <w:marLeft w:val="0"/>
          <w:marRight w:val="0"/>
          <w:marTop w:val="0"/>
          <w:marBottom w:val="0"/>
          <w:divBdr>
            <w:top w:val="none" w:sz="0" w:space="0" w:color="auto"/>
            <w:left w:val="none" w:sz="0" w:space="0" w:color="auto"/>
            <w:bottom w:val="none" w:sz="0" w:space="0" w:color="auto"/>
            <w:right w:val="none" w:sz="0" w:space="0" w:color="auto"/>
          </w:divBdr>
        </w:div>
        <w:div w:id="941957938">
          <w:marLeft w:val="0"/>
          <w:marRight w:val="0"/>
          <w:marTop w:val="0"/>
          <w:marBottom w:val="0"/>
          <w:divBdr>
            <w:top w:val="none" w:sz="0" w:space="0" w:color="auto"/>
            <w:left w:val="none" w:sz="0" w:space="0" w:color="auto"/>
            <w:bottom w:val="none" w:sz="0" w:space="0" w:color="auto"/>
            <w:right w:val="none" w:sz="0" w:space="0" w:color="auto"/>
          </w:divBdr>
        </w:div>
      </w:divsChild>
    </w:div>
    <w:div w:id="941957928">
      <w:marLeft w:val="0"/>
      <w:marRight w:val="0"/>
      <w:marTop w:val="0"/>
      <w:marBottom w:val="0"/>
      <w:divBdr>
        <w:top w:val="none" w:sz="0" w:space="0" w:color="auto"/>
        <w:left w:val="none" w:sz="0" w:space="0" w:color="auto"/>
        <w:bottom w:val="none" w:sz="0" w:space="0" w:color="auto"/>
        <w:right w:val="none" w:sz="0" w:space="0" w:color="auto"/>
      </w:divBdr>
    </w:div>
    <w:div w:id="941957929">
      <w:marLeft w:val="0"/>
      <w:marRight w:val="0"/>
      <w:marTop w:val="0"/>
      <w:marBottom w:val="0"/>
      <w:divBdr>
        <w:top w:val="none" w:sz="0" w:space="0" w:color="auto"/>
        <w:left w:val="none" w:sz="0" w:space="0" w:color="auto"/>
        <w:bottom w:val="none" w:sz="0" w:space="0" w:color="auto"/>
        <w:right w:val="none" w:sz="0" w:space="0" w:color="auto"/>
      </w:divBdr>
    </w:div>
    <w:div w:id="941957930">
      <w:marLeft w:val="0"/>
      <w:marRight w:val="0"/>
      <w:marTop w:val="0"/>
      <w:marBottom w:val="0"/>
      <w:divBdr>
        <w:top w:val="none" w:sz="0" w:space="0" w:color="auto"/>
        <w:left w:val="none" w:sz="0" w:space="0" w:color="auto"/>
        <w:bottom w:val="none" w:sz="0" w:space="0" w:color="auto"/>
        <w:right w:val="none" w:sz="0" w:space="0" w:color="auto"/>
      </w:divBdr>
    </w:div>
    <w:div w:id="941957931">
      <w:marLeft w:val="0"/>
      <w:marRight w:val="0"/>
      <w:marTop w:val="0"/>
      <w:marBottom w:val="0"/>
      <w:divBdr>
        <w:top w:val="none" w:sz="0" w:space="0" w:color="auto"/>
        <w:left w:val="none" w:sz="0" w:space="0" w:color="auto"/>
        <w:bottom w:val="none" w:sz="0" w:space="0" w:color="auto"/>
        <w:right w:val="none" w:sz="0" w:space="0" w:color="auto"/>
      </w:divBdr>
    </w:div>
    <w:div w:id="941957933">
      <w:marLeft w:val="0"/>
      <w:marRight w:val="0"/>
      <w:marTop w:val="0"/>
      <w:marBottom w:val="0"/>
      <w:divBdr>
        <w:top w:val="none" w:sz="0" w:space="0" w:color="auto"/>
        <w:left w:val="none" w:sz="0" w:space="0" w:color="auto"/>
        <w:bottom w:val="none" w:sz="0" w:space="0" w:color="auto"/>
        <w:right w:val="none" w:sz="0" w:space="0" w:color="auto"/>
      </w:divBdr>
    </w:div>
    <w:div w:id="941957934">
      <w:marLeft w:val="0"/>
      <w:marRight w:val="0"/>
      <w:marTop w:val="0"/>
      <w:marBottom w:val="0"/>
      <w:divBdr>
        <w:top w:val="none" w:sz="0" w:space="0" w:color="auto"/>
        <w:left w:val="none" w:sz="0" w:space="0" w:color="auto"/>
        <w:bottom w:val="none" w:sz="0" w:space="0" w:color="auto"/>
        <w:right w:val="none" w:sz="0" w:space="0" w:color="auto"/>
      </w:divBdr>
    </w:div>
    <w:div w:id="941957935">
      <w:marLeft w:val="0"/>
      <w:marRight w:val="0"/>
      <w:marTop w:val="0"/>
      <w:marBottom w:val="0"/>
      <w:divBdr>
        <w:top w:val="none" w:sz="0" w:space="0" w:color="auto"/>
        <w:left w:val="none" w:sz="0" w:space="0" w:color="auto"/>
        <w:bottom w:val="none" w:sz="0" w:space="0" w:color="auto"/>
        <w:right w:val="none" w:sz="0" w:space="0" w:color="auto"/>
      </w:divBdr>
    </w:div>
    <w:div w:id="941957936">
      <w:marLeft w:val="0"/>
      <w:marRight w:val="0"/>
      <w:marTop w:val="0"/>
      <w:marBottom w:val="0"/>
      <w:divBdr>
        <w:top w:val="none" w:sz="0" w:space="0" w:color="auto"/>
        <w:left w:val="none" w:sz="0" w:space="0" w:color="auto"/>
        <w:bottom w:val="none" w:sz="0" w:space="0" w:color="auto"/>
        <w:right w:val="none" w:sz="0" w:space="0" w:color="auto"/>
      </w:divBdr>
    </w:div>
    <w:div w:id="941957937">
      <w:marLeft w:val="0"/>
      <w:marRight w:val="0"/>
      <w:marTop w:val="0"/>
      <w:marBottom w:val="0"/>
      <w:divBdr>
        <w:top w:val="none" w:sz="0" w:space="0" w:color="auto"/>
        <w:left w:val="none" w:sz="0" w:space="0" w:color="auto"/>
        <w:bottom w:val="none" w:sz="0" w:space="0" w:color="auto"/>
        <w:right w:val="none" w:sz="0" w:space="0" w:color="auto"/>
      </w:divBdr>
    </w:div>
    <w:div w:id="941957939">
      <w:marLeft w:val="0"/>
      <w:marRight w:val="0"/>
      <w:marTop w:val="0"/>
      <w:marBottom w:val="0"/>
      <w:divBdr>
        <w:top w:val="none" w:sz="0" w:space="0" w:color="auto"/>
        <w:left w:val="none" w:sz="0" w:space="0" w:color="auto"/>
        <w:bottom w:val="none" w:sz="0" w:space="0" w:color="auto"/>
        <w:right w:val="none" w:sz="0" w:space="0" w:color="auto"/>
      </w:divBdr>
    </w:div>
    <w:div w:id="941957940">
      <w:marLeft w:val="0"/>
      <w:marRight w:val="0"/>
      <w:marTop w:val="0"/>
      <w:marBottom w:val="0"/>
      <w:divBdr>
        <w:top w:val="none" w:sz="0" w:space="0" w:color="auto"/>
        <w:left w:val="none" w:sz="0" w:space="0" w:color="auto"/>
        <w:bottom w:val="none" w:sz="0" w:space="0" w:color="auto"/>
        <w:right w:val="none" w:sz="0" w:space="0" w:color="auto"/>
      </w:divBdr>
    </w:div>
    <w:div w:id="941957941">
      <w:marLeft w:val="0"/>
      <w:marRight w:val="0"/>
      <w:marTop w:val="0"/>
      <w:marBottom w:val="0"/>
      <w:divBdr>
        <w:top w:val="none" w:sz="0" w:space="0" w:color="auto"/>
        <w:left w:val="none" w:sz="0" w:space="0" w:color="auto"/>
        <w:bottom w:val="none" w:sz="0" w:space="0" w:color="auto"/>
        <w:right w:val="none" w:sz="0" w:space="0" w:color="auto"/>
      </w:divBdr>
    </w:div>
    <w:div w:id="941957942">
      <w:marLeft w:val="0"/>
      <w:marRight w:val="0"/>
      <w:marTop w:val="0"/>
      <w:marBottom w:val="0"/>
      <w:divBdr>
        <w:top w:val="none" w:sz="0" w:space="0" w:color="auto"/>
        <w:left w:val="none" w:sz="0" w:space="0" w:color="auto"/>
        <w:bottom w:val="none" w:sz="0" w:space="0" w:color="auto"/>
        <w:right w:val="none" w:sz="0" w:space="0" w:color="auto"/>
      </w:divBdr>
    </w:div>
    <w:div w:id="941957943">
      <w:marLeft w:val="0"/>
      <w:marRight w:val="0"/>
      <w:marTop w:val="0"/>
      <w:marBottom w:val="0"/>
      <w:divBdr>
        <w:top w:val="none" w:sz="0" w:space="0" w:color="auto"/>
        <w:left w:val="none" w:sz="0" w:space="0" w:color="auto"/>
        <w:bottom w:val="none" w:sz="0" w:space="0" w:color="auto"/>
        <w:right w:val="none" w:sz="0" w:space="0" w:color="auto"/>
      </w:divBdr>
    </w:div>
    <w:div w:id="941957944">
      <w:marLeft w:val="0"/>
      <w:marRight w:val="0"/>
      <w:marTop w:val="0"/>
      <w:marBottom w:val="0"/>
      <w:divBdr>
        <w:top w:val="none" w:sz="0" w:space="0" w:color="auto"/>
        <w:left w:val="none" w:sz="0" w:space="0" w:color="auto"/>
        <w:bottom w:val="none" w:sz="0" w:space="0" w:color="auto"/>
        <w:right w:val="none" w:sz="0" w:space="0" w:color="auto"/>
      </w:divBdr>
    </w:div>
    <w:div w:id="941957945">
      <w:marLeft w:val="0"/>
      <w:marRight w:val="0"/>
      <w:marTop w:val="0"/>
      <w:marBottom w:val="0"/>
      <w:divBdr>
        <w:top w:val="none" w:sz="0" w:space="0" w:color="auto"/>
        <w:left w:val="none" w:sz="0" w:space="0" w:color="auto"/>
        <w:bottom w:val="none" w:sz="0" w:space="0" w:color="auto"/>
        <w:right w:val="none" w:sz="0" w:space="0" w:color="auto"/>
      </w:divBdr>
    </w:div>
    <w:div w:id="1088697284">
      <w:bodyDiv w:val="1"/>
      <w:marLeft w:val="0"/>
      <w:marRight w:val="0"/>
      <w:marTop w:val="0"/>
      <w:marBottom w:val="0"/>
      <w:divBdr>
        <w:top w:val="none" w:sz="0" w:space="0" w:color="auto"/>
        <w:left w:val="none" w:sz="0" w:space="0" w:color="auto"/>
        <w:bottom w:val="none" w:sz="0" w:space="0" w:color="auto"/>
        <w:right w:val="none" w:sz="0" w:space="0" w:color="auto"/>
      </w:divBdr>
    </w:div>
    <w:div w:id="1602757694">
      <w:bodyDiv w:val="1"/>
      <w:marLeft w:val="0"/>
      <w:marRight w:val="0"/>
      <w:marTop w:val="0"/>
      <w:marBottom w:val="0"/>
      <w:divBdr>
        <w:top w:val="none" w:sz="0" w:space="0" w:color="auto"/>
        <w:left w:val="none" w:sz="0" w:space="0" w:color="auto"/>
        <w:bottom w:val="none" w:sz="0" w:space="0" w:color="auto"/>
        <w:right w:val="none" w:sz="0" w:space="0" w:color="auto"/>
      </w:divBdr>
    </w:div>
    <w:div w:id="1672878913">
      <w:bodyDiv w:val="1"/>
      <w:marLeft w:val="0"/>
      <w:marRight w:val="0"/>
      <w:marTop w:val="0"/>
      <w:marBottom w:val="0"/>
      <w:divBdr>
        <w:top w:val="none" w:sz="0" w:space="0" w:color="auto"/>
        <w:left w:val="none" w:sz="0" w:space="0" w:color="auto"/>
        <w:bottom w:val="none" w:sz="0" w:space="0" w:color="auto"/>
        <w:right w:val="none" w:sz="0" w:space="0" w:color="auto"/>
      </w:divBdr>
    </w:div>
    <w:div w:id="1822965618">
      <w:bodyDiv w:val="1"/>
      <w:marLeft w:val="0"/>
      <w:marRight w:val="0"/>
      <w:marTop w:val="0"/>
      <w:marBottom w:val="0"/>
      <w:divBdr>
        <w:top w:val="none" w:sz="0" w:space="0" w:color="auto"/>
        <w:left w:val="none" w:sz="0" w:space="0" w:color="auto"/>
        <w:bottom w:val="none" w:sz="0" w:space="0" w:color="auto"/>
        <w:right w:val="none" w:sz="0" w:space="0" w:color="auto"/>
      </w:divBdr>
    </w:div>
    <w:div w:id="1829397090">
      <w:bodyDiv w:val="1"/>
      <w:marLeft w:val="0"/>
      <w:marRight w:val="0"/>
      <w:marTop w:val="0"/>
      <w:marBottom w:val="0"/>
      <w:divBdr>
        <w:top w:val="none" w:sz="0" w:space="0" w:color="auto"/>
        <w:left w:val="none" w:sz="0" w:space="0" w:color="auto"/>
        <w:bottom w:val="none" w:sz="0" w:space="0" w:color="auto"/>
        <w:right w:val="none" w:sz="0" w:space="0" w:color="auto"/>
      </w:divBdr>
    </w:div>
    <w:div w:id="183599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nitm\Application%20Data\Microsoft\QuickStyles\it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itt.dotx</Template>
  <TotalTime>0</TotalTime>
  <Pages>80</Pages>
  <Words>10016</Words>
  <Characters>57095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Version Control Table</vt:lpstr>
    </vt:vector>
  </TitlesOfParts>
  <Company>ITT/ESI</Company>
  <LinksUpToDate>false</LinksUpToDate>
  <CharactersWithSpaces>66978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Control Table</dc:title>
  <dc:creator>Jenny Wang</dc:creator>
  <cp:lastModifiedBy>AF</cp:lastModifiedBy>
  <cp:revision>2</cp:revision>
  <cp:lastPrinted>2011-11-18T03:02:00Z</cp:lastPrinted>
  <dcterms:created xsi:type="dcterms:W3CDTF">2012-05-14T00:03:00Z</dcterms:created>
  <dcterms:modified xsi:type="dcterms:W3CDTF">2012-05-14T00:03:00Z</dcterms:modified>
</cp:coreProperties>
</file>